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126F59">
      <w:pPr>
        <w:rPr>
          <w:rFonts w:ascii="Times New Roman" w:eastAsia="Times New Roman" w:hAnsi="Times New Roman" w:cs="Times New Roman"/>
          <w:sz w:val="20"/>
          <w:szCs w:val="20"/>
        </w:rPr>
      </w:pPr>
    </w:p>
    <w:p w:rsidR="00126F59" w:rsidRDefault="00FD7259">
      <w:pPr>
        <w:pStyle w:val="Heading1"/>
        <w:numPr>
          <w:ilvl w:val="1"/>
          <w:numId w:val="13"/>
        </w:numPr>
        <w:tabs>
          <w:tab w:val="left" w:pos="874"/>
        </w:tabs>
        <w:rPr>
          <w:b w:val="0"/>
          <w:bCs w:val="0"/>
        </w:rPr>
      </w:pPr>
      <w:bookmarkStart w:id="0" w:name="_Hlk525059299"/>
      <w:r w:rsidRPr="00FD7259">
        <w:rPr>
          <w:color w:val="538DD4"/>
          <w:spacing w:val="-1"/>
        </w:rPr>
        <w:t xml:space="preserve">Technical </w:t>
      </w:r>
      <w:r>
        <w:rPr>
          <w:color w:val="538DD4"/>
          <w:spacing w:val="-1"/>
        </w:rPr>
        <w:t>description</w:t>
      </w:r>
      <w:r w:rsidRPr="00FD7259">
        <w:rPr>
          <w:color w:val="538DD4"/>
          <w:spacing w:val="-1"/>
        </w:rPr>
        <w:t>-bridge structure</w:t>
      </w:r>
    </w:p>
    <w:bookmarkEnd w:id="0"/>
    <w:p w:rsidR="00126F59" w:rsidRDefault="00126F59">
      <w:pPr>
        <w:rPr>
          <w:rFonts w:ascii="Arial" w:eastAsia="Arial" w:hAnsi="Arial" w:cs="Arial"/>
          <w:b/>
          <w:bCs/>
          <w:sz w:val="20"/>
          <w:szCs w:val="20"/>
        </w:rPr>
      </w:pPr>
    </w:p>
    <w:p w:rsidR="00126F59" w:rsidRDefault="00126F59">
      <w:pPr>
        <w:spacing w:before="2"/>
        <w:rPr>
          <w:rFonts w:ascii="Arial" w:eastAsia="Arial" w:hAnsi="Arial" w:cs="Arial"/>
          <w:b/>
          <w:bCs/>
          <w:sz w:val="13"/>
          <w:szCs w:val="13"/>
        </w:rPr>
      </w:pPr>
    </w:p>
    <w:p w:rsidR="00126F59" w:rsidRDefault="0029709E">
      <w:pPr>
        <w:spacing w:line="20" w:lineRule="atLeast"/>
        <w:ind w:left="107"/>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624" style="width:481.65pt;height:1.25pt;mso-position-horizontal-relative:char;mso-position-vertical-relative:line" coordsize="9633,25">
            <v:group id="_x0000_s4625" style="position:absolute;left:12;top:12;width:9609;height:2" coordorigin="12,12" coordsize="9609,2">
              <v:shape id="_x0000_s4626" style="position:absolute;left:12;top:12;width:9609;height:2" coordorigin="12,12" coordsize="9609,0" path="m12,12r9608,e" filled="f" strokecolor="#528cd3" strokeweight=".43789mm">
                <v:path arrowok="t"/>
              </v:shape>
            </v:group>
            <w10:wrap type="none"/>
            <w10:anchorlock/>
          </v:group>
        </w:pict>
      </w:r>
    </w:p>
    <w:p w:rsidR="00126F59" w:rsidRDefault="00126F59">
      <w:pPr>
        <w:spacing w:line="20" w:lineRule="atLeast"/>
        <w:rPr>
          <w:rFonts w:ascii="Arial" w:eastAsia="Arial" w:hAnsi="Arial" w:cs="Arial"/>
          <w:sz w:val="2"/>
          <w:szCs w:val="2"/>
        </w:rPr>
        <w:sectPr w:rsidR="00126F59">
          <w:headerReference w:type="default" r:id="rId8"/>
          <w:footerReference w:type="default" r:id="rId9"/>
          <w:type w:val="continuous"/>
          <w:pgSz w:w="11900" w:h="16840"/>
          <w:pgMar w:top="1500" w:right="960" w:bottom="960" w:left="1020" w:header="317" w:footer="770" w:gutter="0"/>
          <w:pgNumType w:start="35"/>
          <w:cols w:space="720"/>
        </w:sectPr>
      </w:pPr>
    </w:p>
    <w:p w:rsidR="00711546" w:rsidRPr="00711546" w:rsidRDefault="00711546" w:rsidP="00711546">
      <w:pPr>
        <w:pStyle w:val="Heading2"/>
        <w:tabs>
          <w:tab w:val="left" w:pos="1114"/>
        </w:tabs>
        <w:spacing w:before="4"/>
        <w:ind w:firstLine="0"/>
        <w:rPr>
          <w:b w:val="0"/>
          <w:bCs w:val="0"/>
        </w:rPr>
      </w:pPr>
      <w:bookmarkStart w:id="1" w:name="_Hlk525059309"/>
    </w:p>
    <w:p w:rsidR="00126F59" w:rsidRDefault="00FD7259">
      <w:pPr>
        <w:pStyle w:val="Heading2"/>
        <w:numPr>
          <w:ilvl w:val="2"/>
          <w:numId w:val="13"/>
        </w:numPr>
        <w:tabs>
          <w:tab w:val="left" w:pos="1114"/>
        </w:tabs>
        <w:spacing w:before="4"/>
        <w:rPr>
          <w:b w:val="0"/>
          <w:bCs w:val="0"/>
        </w:rPr>
      </w:pPr>
      <w:r w:rsidRPr="00FD7259">
        <w:rPr>
          <w:spacing w:val="-1"/>
        </w:rPr>
        <w:t xml:space="preserve">General </w:t>
      </w:r>
      <w:r w:rsidR="00E64BED">
        <w:rPr>
          <w:spacing w:val="-1"/>
        </w:rPr>
        <w:t>project data</w:t>
      </w:r>
    </w:p>
    <w:p w:rsidR="00126F59" w:rsidRDefault="00126F59">
      <w:pPr>
        <w:rPr>
          <w:rFonts w:ascii="Arial" w:eastAsia="Arial" w:hAnsi="Arial" w:cs="Arial"/>
          <w:b/>
          <w:bCs/>
          <w:sz w:val="20"/>
          <w:szCs w:val="20"/>
        </w:rPr>
      </w:pPr>
    </w:p>
    <w:bookmarkEnd w:id="1"/>
    <w:p w:rsidR="00126F59" w:rsidRDefault="00126F59">
      <w:pPr>
        <w:rPr>
          <w:rFonts w:ascii="Arial" w:eastAsia="Arial" w:hAnsi="Arial" w:cs="Arial"/>
          <w:b/>
          <w:bCs/>
          <w:sz w:val="24"/>
          <w:szCs w:val="24"/>
        </w:rPr>
      </w:pPr>
    </w:p>
    <w:tbl>
      <w:tblPr>
        <w:tblStyle w:val="TableGrid"/>
        <w:tblW w:w="0" w:type="auto"/>
        <w:tblLook w:val="04A0" w:firstRow="1" w:lastRow="0" w:firstColumn="1" w:lastColumn="0" w:noHBand="0" w:noVBand="1"/>
      </w:tblPr>
      <w:tblGrid>
        <w:gridCol w:w="4918"/>
        <w:gridCol w:w="4918"/>
      </w:tblGrid>
      <w:tr w:rsidR="001C57EB" w:rsidTr="00711546">
        <w:trPr>
          <w:trHeight w:val="655"/>
        </w:trPr>
        <w:tc>
          <w:tcPr>
            <w:tcW w:w="4918" w:type="dxa"/>
            <w:vAlign w:val="center"/>
          </w:tcPr>
          <w:p w:rsidR="001C57EB" w:rsidRPr="00560304" w:rsidRDefault="001C57EB" w:rsidP="00711546">
            <w:pPr>
              <w:rPr>
                <w:rFonts w:ascii="Arial" w:eastAsia="Arial" w:hAnsi="Arial" w:cs="Arial"/>
                <w:bCs/>
                <w:sz w:val="20"/>
                <w:szCs w:val="20"/>
              </w:rPr>
            </w:pPr>
            <w:bookmarkStart w:id="2" w:name="_Hlk525059325"/>
            <w:r w:rsidRPr="00560304">
              <w:rPr>
                <w:rFonts w:ascii="Arial" w:eastAsia="Arial" w:hAnsi="Arial" w:cs="Arial"/>
                <w:bCs/>
                <w:sz w:val="20"/>
                <w:szCs w:val="20"/>
              </w:rPr>
              <w:t>INVESTOR:</w:t>
            </w:r>
          </w:p>
        </w:tc>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European Investment Bank</w:t>
            </w:r>
          </w:p>
        </w:tc>
      </w:tr>
      <w:tr w:rsidR="001C57EB" w:rsidTr="00711546">
        <w:trPr>
          <w:trHeight w:val="655"/>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BENEFICIARY:</w:t>
            </w:r>
          </w:p>
        </w:tc>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Railway infrastructure of Montenegro AD Podgorica</w:t>
            </w:r>
          </w:p>
        </w:tc>
      </w:tr>
      <w:tr w:rsidR="001C57EB" w:rsidTr="00711546">
        <w:trPr>
          <w:trHeight w:val="655"/>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STRUCTURE:</w:t>
            </w:r>
            <w:r w:rsidRPr="00560304">
              <w:rPr>
                <w:rFonts w:ascii="Arial" w:eastAsia="Arial" w:hAnsi="Arial" w:cs="Arial"/>
                <w:bCs/>
                <w:sz w:val="20"/>
                <w:szCs w:val="20"/>
              </w:rPr>
              <w:tab/>
            </w:r>
          </w:p>
        </w:tc>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Bridge no. 105 after one km of 447+435,25</w:t>
            </w:r>
          </w:p>
        </w:tc>
      </w:tr>
      <w:tr w:rsidR="001C57EB" w:rsidTr="00711546">
        <w:trPr>
          <w:trHeight w:val="752"/>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DESIGN:</w:t>
            </w:r>
          </w:p>
        </w:tc>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 xml:space="preserve">Final design of the bridge reconstruction no. </w:t>
            </w:r>
            <w:r w:rsidRPr="00560304">
              <w:rPr>
                <w:sz w:val="20"/>
                <w:szCs w:val="20"/>
              </w:rPr>
              <w:t xml:space="preserve"> </w:t>
            </w:r>
            <w:r w:rsidRPr="00560304">
              <w:rPr>
                <w:rFonts w:ascii="Arial" w:eastAsia="Arial" w:hAnsi="Arial" w:cs="Arial"/>
                <w:bCs/>
                <w:sz w:val="20"/>
                <w:szCs w:val="20"/>
              </w:rPr>
              <w:t>105 after one km of 447+435,25</w:t>
            </w:r>
          </w:p>
        </w:tc>
      </w:tr>
      <w:tr w:rsidR="001C57EB" w:rsidTr="00711546">
        <w:trPr>
          <w:trHeight w:val="655"/>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SECTION OF THE RAILWAY:</w:t>
            </w:r>
          </w:p>
        </w:tc>
        <w:tc>
          <w:tcPr>
            <w:tcW w:w="4918" w:type="dxa"/>
            <w:vAlign w:val="center"/>
          </w:tcPr>
          <w:p w:rsidR="001C57EB" w:rsidRPr="00560304" w:rsidRDefault="001C57EB" w:rsidP="00711546">
            <w:pPr>
              <w:rPr>
                <w:rFonts w:ascii="Arial" w:eastAsia="Arial" w:hAnsi="Arial" w:cs="Arial"/>
                <w:bCs/>
                <w:sz w:val="20"/>
                <w:szCs w:val="20"/>
              </w:rPr>
            </w:pPr>
            <w:proofErr w:type="spellStart"/>
            <w:r w:rsidRPr="00560304">
              <w:rPr>
                <w:rFonts w:ascii="Arial" w:eastAsia="Arial" w:hAnsi="Arial" w:cs="Arial"/>
                <w:bCs/>
                <w:sz w:val="20"/>
                <w:szCs w:val="20"/>
              </w:rPr>
              <w:t>Vrbnica</w:t>
            </w:r>
            <w:proofErr w:type="spellEnd"/>
            <w:r w:rsidRPr="00560304">
              <w:rPr>
                <w:rFonts w:ascii="Arial" w:eastAsia="Arial" w:hAnsi="Arial" w:cs="Arial"/>
                <w:bCs/>
                <w:sz w:val="20"/>
                <w:szCs w:val="20"/>
              </w:rPr>
              <w:t xml:space="preserve"> - Bar</w:t>
            </w:r>
          </w:p>
        </w:tc>
      </w:tr>
      <w:tr w:rsidR="001C57EB" w:rsidTr="00711546">
        <w:trPr>
          <w:trHeight w:val="655"/>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CHAINAGE:</w:t>
            </w:r>
          </w:p>
        </w:tc>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447+435,25</w:t>
            </w:r>
          </w:p>
        </w:tc>
      </w:tr>
      <w:tr w:rsidR="001C57EB" w:rsidTr="00711546">
        <w:trPr>
          <w:trHeight w:val="655"/>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DESIGN PHASE:</w:t>
            </w:r>
          </w:p>
        </w:tc>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Final design</w:t>
            </w:r>
          </w:p>
        </w:tc>
      </w:tr>
      <w:tr w:rsidR="001C57EB" w:rsidTr="00711546">
        <w:trPr>
          <w:trHeight w:val="692"/>
        </w:trPr>
        <w:tc>
          <w:tcPr>
            <w:tcW w:w="4918" w:type="dxa"/>
            <w:vAlign w:val="center"/>
          </w:tcPr>
          <w:p w:rsidR="001C57EB" w:rsidRPr="00560304" w:rsidRDefault="001C57EB" w:rsidP="00711546">
            <w:pPr>
              <w:rPr>
                <w:rFonts w:ascii="Arial" w:eastAsia="Arial" w:hAnsi="Arial" w:cs="Arial"/>
                <w:bCs/>
                <w:sz w:val="20"/>
                <w:szCs w:val="20"/>
              </w:rPr>
            </w:pPr>
            <w:r w:rsidRPr="00560304">
              <w:rPr>
                <w:rFonts w:ascii="Arial" w:eastAsia="Arial" w:hAnsi="Arial" w:cs="Arial"/>
                <w:bCs/>
                <w:sz w:val="20"/>
                <w:szCs w:val="20"/>
              </w:rPr>
              <w:t>TITLE AND INDEX FOR THIS PART OF THE DESIGN:</w:t>
            </w:r>
          </w:p>
        </w:tc>
        <w:tc>
          <w:tcPr>
            <w:tcW w:w="4918" w:type="dxa"/>
            <w:vAlign w:val="center"/>
          </w:tcPr>
          <w:p w:rsidR="001C57EB" w:rsidRPr="00560304" w:rsidRDefault="00560304" w:rsidP="00711546">
            <w:pPr>
              <w:rPr>
                <w:rFonts w:ascii="Arial" w:eastAsia="Arial" w:hAnsi="Arial" w:cs="Arial"/>
                <w:bCs/>
                <w:sz w:val="20"/>
                <w:szCs w:val="20"/>
              </w:rPr>
            </w:pPr>
            <w:r w:rsidRPr="00560304">
              <w:rPr>
                <w:rFonts w:ascii="Arial" w:eastAsia="Arial" w:hAnsi="Arial" w:cs="Arial"/>
                <w:bCs/>
                <w:sz w:val="20"/>
                <w:szCs w:val="20"/>
              </w:rPr>
              <w:t>Journal 2.1 -BUILDING CONSTRUCTION DESIGN</w:t>
            </w:r>
          </w:p>
          <w:p w:rsidR="00560304" w:rsidRPr="00560304" w:rsidRDefault="00560304" w:rsidP="00711546">
            <w:pPr>
              <w:rPr>
                <w:rFonts w:ascii="Arial" w:eastAsia="Arial" w:hAnsi="Arial" w:cs="Arial"/>
                <w:bCs/>
                <w:sz w:val="20"/>
                <w:szCs w:val="20"/>
              </w:rPr>
            </w:pPr>
            <w:r w:rsidRPr="00560304">
              <w:rPr>
                <w:rFonts w:ascii="Arial" w:eastAsia="Arial" w:hAnsi="Arial" w:cs="Arial"/>
                <w:bCs/>
                <w:sz w:val="20"/>
                <w:szCs w:val="20"/>
              </w:rPr>
              <w:t>Bridge no.  105 after one km of 447+435,25</w:t>
            </w:r>
          </w:p>
        </w:tc>
      </w:tr>
      <w:tr w:rsidR="001C57EB" w:rsidTr="00711546">
        <w:trPr>
          <w:trHeight w:val="829"/>
        </w:trPr>
        <w:tc>
          <w:tcPr>
            <w:tcW w:w="4918" w:type="dxa"/>
            <w:vAlign w:val="center"/>
          </w:tcPr>
          <w:p w:rsidR="001C57EB" w:rsidRPr="00560304" w:rsidRDefault="00560304" w:rsidP="00711546">
            <w:pPr>
              <w:rPr>
                <w:rFonts w:ascii="Arial" w:eastAsia="Arial" w:hAnsi="Arial" w:cs="Arial"/>
                <w:bCs/>
                <w:sz w:val="20"/>
                <w:szCs w:val="20"/>
              </w:rPr>
            </w:pPr>
            <w:r w:rsidRPr="00560304">
              <w:rPr>
                <w:rFonts w:ascii="Arial" w:eastAsia="Arial" w:hAnsi="Arial" w:cs="Arial"/>
                <w:bCs/>
                <w:sz w:val="20"/>
                <w:szCs w:val="20"/>
              </w:rPr>
              <w:t>CONTRACTOR RESPONSIBLE FOR THE BRIDGE STRUCTURE DESIGN:</w:t>
            </w:r>
          </w:p>
        </w:tc>
        <w:tc>
          <w:tcPr>
            <w:tcW w:w="4918" w:type="dxa"/>
            <w:vAlign w:val="center"/>
          </w:tcPr>
          <w:p w:rsidR="00560304" w:rsidRPr="00560304" w:rsidRDefault="00560304" w:rsidP="00711546">
            <w:pPr>
              <w:rPr>
                <w:rFonts w:ascii="Arial" w:eastAsia="Arial" w:hAnsi="Arial" w:cs="Arial"/>
                <w:bCs/>
                <w:sz w:val="20"/>
                <w:szCs w:val="20"/>
              </w:rPr>
            </w:pPr>
            <w:proofErr w:type="spellStart"/>
            <w:r w:rsidRPr="00560304">
              <w:rPr>
                <w:rFonts w:ascii="Arial" w:eastAsia="Arial" w:hAnsi="Arial" w:cs="Arial"/>
                <w:bCs/>
                <w:sz w:val="20"/>
                <w:szCs w:val="20"/>
              </w:rPr>
              <w:t>Cestra</w:t>
            </w:r>
            <w:proofErr w:type="spellEnd"/>
            <w:r w:rsidRPr="00560304">
              <w:rPr>
                <w:rFonts w:ascii="Arial" w:eastAsia="Arial" w:hAnsi="Arial" w:cs="Arial"/>
                <w:bCs/>
                <w:sz w:val="20"/>
                <w:szCs w:val="20"/>
              </w:rPr>
              <w:t xml:space="preserve"> </w:t>
            </w:r>
            <w:proofErr w:type="spellStart"/>
            <w:r w:rsidRPr="00560304">
              <w:rPr>
                <w:rFonts w:ascii="Arial" w:eastAsia="Arial" w:hAnsi="Arial" w:cs="Arial"/>
                <w:bCs/>
                <w:sz w:val="20"/>
                <w:szCs w:val="20"/>
              </w:rPr>
              <w:t>d.o.o</w:t>
            </w:r>
            <w:proofErr w:type="spellEnd"/>
            <w:r w:rsidRPr="00560304">
              <w:rPr>
                <w:rFonts w:ascii="Arial" w:eastAsia="Arial" w:hAnsi="Arial" w:cs="Arial"/>
                <w:bCs/>
                <w:sz w:val="20"/>
                <w:szCs w:val="20"/>
              </w:rPr>
              <w:t>. Belgrade</w:t>
            </w:r>
          </w:p>
          <w:p w:rsidR="001C57EB" w:rsidRPr="00560304" w:rsidRDefault="00560304" w:rsidP="00711546">
            <w:pPr>
              <w:rPr>
                <w:rFonts w:ascii="Arial" w:eastAsia="Arial" w:hAnsi="Arial" w:cs="Arial"/>
                <w:bCs/>
                <w:sz w:val="20"/>
                <w:szCs w:val="20"/>
              </w:rPr>
            </w:pPr>
            <w:proofErr w:type="spellStart"/>
            <w:r w:rsidRPr="00560304">
              <w:rPr>
                <w:rFonts w:ascii="Arial" w:eastAsia="Arial" w:hAnsi="Arial" w:cs="Arial"/>
                <w:bCs/>
                <w:sz w:val="20"/>
                <w:szCs w:val="20"/>
              </w:rPr>
              <w:t>Makenzijeva</w:t>
            </w:r>
            <w:proofErr w:type="spellEnd"/>
            <w:r w:rsidRPr="00560304">
              <w:rPr>
                <w:rFonts w:ascii="Arial" w:eastAsia="Arial" w:hAnsi="Arial" w:cs="Arial"/>
                <w:bCs/>
                <w:sz w:val="20"/>
                <w:szCs w:val="20"/>
              </w:rPr>
              <w:t xml:space="preserve"> 57, 11000 Belgrade</w:t>
            </w:r>
          </w:p>
        </w:tc>
      </w:tr>
      <w:bookmarkEnd w:id="2"/>
    </w:tbl>
    <w:p w:rsidR="00126F59" w:rsidRDefault="00126F59">
      <w:pPr>
        <w:rPr>
          <w:rFonts w:ascii="Arial" w:eastAsia="Arial" w:hAnsi="Arial" w:cs="Arial"/>
          <w:b/>
          <w:bCs/>
          <w:sz w:val="24"/>
          <w:szCs w:val="24"/>
        </w:rPr>
      </w:pPr>
    </w:p>
    <w:p w:rsidR="00126F59" w:rsidRDefault="00126F59">
      <w:pPr>
        <w:spacing w:before="4"/>
        <w:rPr>
          <w:rFonts w:ascii="Arial" w:eastAsia="Arial" w:hAnsi="Arial" w:cs="Arial"/>
          <w:b/>
          <w:bCs/>
          <w:sz w:val="21"/>
          <w:szCs w:val="21"/>
        </w:rPr>
      </w:pPr>
    </w:p>
    <w:p w:rsidR="00126F59" w:rsidRDefault="00331307">
      <w:pPr>
        <w:numPr>
          <w:ilvl w:val="2"/>
          <w:numId w:val="13"/>
        </w:numPr>
        <w:tabs>
          <w:tab w:val="left" w:pos="1114"/>
        </w:tabs>
        <w:rPr>
          <w:rFonts w:ascii="Arial" w:eastAsia="Arial" w:hAnsi="Arial" w:cs="Arial"/>
          <w:sz w:val="24"/>
          <w:szCs w:val="24"/>
        </w:rPr>
      </w:pPr>
      <w:r w:rsidRPr="00331307">
        <w:rPr>
          <w:rFonts w:ascii="Arial"/>
          <w:b/>
          <w:spacing w:val="-1"/>
          <w:sz w:val="24"/>
        </w:rPr>
        <w:t>Location and railway description</w:t>
      </w:r>
    </w:p>
    <w:p w:rsidR="00126F59" w:rsidRDefault="00126F59">
      <w:pPr>
        <w:rPr>
          <w:rFonts w:ascii="Arial" w:eastAsia="Arial" w:hAnsi="Arial" w:cs="Arial"/>
          <w:b/>
          <w:bCs/>
          <w:sz w:val="21"/>
          <w:szCs w:val="21"/>
        </w:rPr>
      </w:pPr>
    </w:p>
    <w:p w:rsidR="00560304" w:rsidRDefault="00560304"/>
    <w:p w:rsidR="00560304" w:rsidRPr="00711546" w:rsidRDefault="00560304" w:rsidP="00711546">
      <w:pPr>
        <w:jc w:val="both"/>
        <w:rPr>
          <w:rFonts w:ascii="Arial" w:hAnsi="Arial" w:cs="Arial"/>
          <w:sz w:val="20"/>
          <w:szCs w:val="20"/>
        </w:rPr>
        <w:sectPr w:rsidR="00560304" w:rsidRPr="00711546">
          <w:pgSz w:w="11900" w:h="16840"/>
          <w:pgMar w:top="1500" w:right="960" w:bottom="960" w:left="1020" w:header="317" w:footer="770" w:gutter="0"/>
          <w:cols w:space="720"/>
        </w:sectPr>
      </w:pPr>
      <w:bookmarkStart w:id="3" w:name="_Hlk525059337"/>
      <w:r w:rsidRPr="00711546">
        <w:rPr>
          <w:rFonts w:ascii="Arial" w:hAnsi="Arial" w:cs="Arial"/>
          <w:sz w:val="20"/>
          <w:szCs w:val="20"/>
        </w:rPr>
        <w:t xml:space="preserve">The railway </w:t>
      </w:r>
      <w:proofErr w:type="spellStart"/>
      <w:r w:rsidRPr="00711546">
        <w:rPr>
          <w:rFonts w:ascii="Arial" w:hAnsi="Arial" w:cs="Arial"/>
          <w:sz w:val="20"/>
          <w:szCs w:val="20"/>
        </w:rPr>
        <w:t>Vrbnica</w:t>
      </w:r>
      <w:proofErr w:type="spellEnd"/>
      <w:r w:rsidRPr="00711546">
        <w:rPr>
          <w:rFonts w:ascii="Arial" w:hAnsi="Arial" w:cs="Arial"/>
          <w:sz w:val="20"/>
          <w:szCs w:val="20"/>
        </w:rPr>
        <w:t xml:space="preserve">- Bar crosses a deep valley, traffic roads and smaller stream with a bridge. The structure is in the residential area of </w:t>
      </w:r>
      <w:proofErr w:type="spellStart"/>
      <w:r w:rsidRPr="00711546">
        <w:rPr>
          <w:rFonts w:ascii="Arial" w:hAnsi="Arial" w:cs="Arial"/>
          <w:sz w:val="20"/>
          <w:szCs w:val="20"/>
        </w:rPr>
        <w:t>Sutomore</w:t>
      </w:r>
      <w:proofErr w:type="spellEnd"/>
      <w:r w:rsidRPr="00711546">
        <w:rPr>
          <w:rFonts w:ascii="Arial" w:hAnsi="Arial" w:cs="Arial"/>
          <w:sz w:val="20"/>
          <w:szCs w:val="20"/>
        </w:rPr>
        <w:t xml:space="preserve">. In the bridge area the railway is in a horizontal and circular arc in radius R=300m.  </w:t>
      </w:r>
    </w:p>
    <w:p w:rsidR="00126F59" w:rsidRDefault="002746AC">
      <w:pPr>
        <w:pStyle w:val="Heading2"/>
        <w:numPr>
          <w:ilvl w:val="2"/>
          <w:numId w:val="13"/>
        </w:numPr>
        <w:tabs>
          <w:tab w:val="left" w:pos="851"/>
          <w:tab w:val="left" w:pos="1114"/>
        </w:tabs>
        <w:spacing w:before="124"/>
        <w:ind w:right="164"/>
        <w:jc w:val="center"/>
        <w:rPr>
          <w:b w:val="0"/>
          <w:bCs w:val="0"/>
        </w:rPr>
      </w:pPr>
      <w:bookmarkStart w:id="4" w:name="_Hlk525059349"/>
      <w:bookmarkEnd w:id="3"/>
      <w:r w:rsidRPr="002746AC">
        <w:lastRenderedPageBreak/>
        <w:t xml:space="preserve">Attachment- an excerpt from the report about the existing bridges on the railway </w:t>
      </w:r>
      <w:proofErr w:type="spellStart"/>
      <w:r w:rsidRPr="002746AC">
        <w:t>Vrbnica</w:t>
      </w:r>
      <w:proofErr w:type="spellEnd"/>
      <w:r w:rsidRPr="002746AC">
        <w:t>-Bar</w:t>
      </w:r>
    </w:p>
    <w:p w:rsidR="00126F59" w:rsidRDefault="00126F59">
      <w:pPr>
        <w:rPr>
          <w:rFonts w:ascii="Arial" w:eastAsia="Arial" w:hAnsi="Arial" w:cs="Arial"/>
          <w:b/>
          <w:bCs/>
          <w:sz w:val="21"/>
          <w:szCs w:val="21"/>
        </w:rPr>
      </w:pPr>
    </w:p>
    <w:p w:rsidR="00126F59" w:rsidRDefault="009416B4" w:rsidP="002746AC">
      <w:pPr>
        <w:pStyle w:val="BodyText"/>
        <w:ind w:right="1725"/>
      </w:pPr>
      <w:bookmarkStart w:id="5" w:name="_Hlk525213680"/>
      <w:bookmarkStart w:id="6" w:name="_Hlk525059362"/>
      <w:bookmarkEnd w:id="4"/>
      <w:r>
        <w:t>Figure</w:t>
      </w:r>
      <w:r w:rsidR="002746AC" w:rsidRPr="002746AC">
        <w:t xml:space="preserve">1- An excerpt from the report about existing bridges on the railway </w:t>
      </w:r>
      <w:proofErr w:type="spellStart"/>
      <w:r w:rsidR="002746AC" w:rsidRPr="002746AC">
        <w:t>Vrbnica</w:t>
      </w:r>
      <w:proofErr w:type="spellEnd"/>
      <w:r w:rsidR="002746AC" w:rsidRPr="002746AC">
        <w:t>- Bar</w:t>
      </w:r>
      <w:bookmarkEnd w:id="5"/>
    </w:p>
    <w:p w:rsidR="00126F59" w:rsidRDefault="00126F59">
      <w:pPr>
        <w:spacing w:before="10"/>
        <w:rPr>
          <w:rFonts w:ascii="Arial" w:eastAsia="Arial" w:hAnsi="Arial" w:cs="Arial"/>
          <w:sz w:val="10"/>
          <w:szCs w:val="10"/>
        </w:rPr>
      </w:pPr>
    </w:p>
    <w:bookmarkEnd w:id="6"/>
    <w:p w:rsidR="00126F59" w:rsidRDefault="001577C0">
      <w:pPr>
        <w:spacing w:line="200" w:lineRule="atLeast"/>
        <w:ind w:left="867"/>
        <w:rPr>
          <w:rFonts w:ascii="Arial" w:eastAsia="Arial" w:hAnsi="Arial" w:cs="Arial"/>
          <w:sz w:val="20"/>
          <w:szCs w:val="20"/>
        </w:rPr>
      </w:pPr>
      <w:r>
        <w:rPr>
          <w:rFonts w:ascii="Arial" w:eastAsia="Arial" w:hAnsi="Arial" w:cs="Arial"/>
          <w:noProof/>
          <w:sz w:val="20"/>
          <w:szCs w:val="20"/>
          <w:lang w:val="sr-Latn-RS" w:eastAsia="sr-Latn-RS"/>
        </w:rPr>
        <w:drawing>
          <wp:inline distT="0" distB="0" distL="0" distR="0">
            <wp:extent cx="5132741" cy="7910512"/>
            <wp:effectExtent l="0" t="0" r="0" b="0"/>
            <wp:docPr id="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jpeg"/>
                    <pic:cNvPicPr/>
                  </pic:nvPicPr>
                  <pic:blipFill>
                    <a:blip r:embed="rId10" cstate="print"/>
                    <a:stretch>
                      <a:fillRect/>
                    </a:stretch>
                  </pic:blipFill>
                  <pic:spPr>
                    <a:xfrm>
                      <a:off x="0" y="0"/>
                      <a:ext cx="5132741" cy="7910512"/>
                    </a:xfrm>
                    <a:prstGeom prst="rect">
                      <a:avLst/>
                    </a:prstGeom>
                  </pic:spPr>
                </pic:pic>
              </a:graphicData>
            </a:graphic>
          </wp:inline>
        </w:drawing>
      </w:r>
    </w:p>
    <w:p w:rsidR="00126F59" w:rsidRDefault="00126F59">
      <w:pPr>
        <w:spacing w:line="200" w:lineRule="atLeast"/>
        <w:rPr>
          <w:rFonts w:ascii="Arial" w:eastAsia="Arial" w:hAnsi="Arial" w:cs="Arial"/>
          <w:sz w:val="20"/>
          <w:szCs w:val="20"/>
        </w:rPr>
        <w:sectPr w:rsidR="00126F59">
          <w:headerReference w:type="default" r:id="rId11"/>
          <w:pgSz w:w="11900" w:h="16840"/>
          <w:pgMar w:top="1500" w:right="960" w:bottom="960" w:left="1020" w:header="317" w:footer="770" w:gutter="0"/>
          <w:cols w:space="720"/>
        </w:sectPr>
      </w:pPr>
    </w:p>
    <w:p w:rsidR="00126F59" w:rsidRDefault="00331307">
      <w:pPr>
        <w:pStyle w:val="Heading2"/>
        <w:numPr>
          <w:ilvl w:val="2"/>
          <w:numId w:val="13"/>
        </w:numPr>
        <w:tabs>
          <w:tab w:val="left" w:pos="1114"/>
        </w:tabs>
        <w:spacing w:before="4"/>
        <w:rPr>
          <w:b w:val="0"/>
          <w:bCs w:val="0"/>
        </w:rPr>
      </w:pPr>
      <w:r w:rsidRPr="00331307">
        <w:rPr>
          <w:spacing w:val="-1"/>
        </w:rPr>
        <w:lastRenderedPageBreak/>
        <w:t>Bridge structure description- existing condition</w:t>
      </w:r>
    </w:p>
    <w:p w:rsidR="00126F59" w:rsidRDefault="00126F59">
      <w:pPr>
        <w:spacing w:before="4"/>
        <w:rPr>
          <w:rFonts w:ascii="Arial" w:eastAsia="Arial" w:hAnsi="Arial" w:cs="Arial"/>
          <w:b/>
          <w:bCs/>
          <w:sz w:val="24"/>
          <w:szCs w:val="24"/>
        </w:rPr>
      </w:pPr>
    </w:p>
    <w:p w:rsidR="00ED1215" w:rsidRDefault="00ED1215" w:rsidP="00ED1215">
      <w:pPr>
        <w:pStyle w:val="BodyText"/>
        <w:spacing w:before="108" w:line="292" w:lineRule="auto"/>
        <w:ind w:left="0" w:right="168"/>
        <w:jc w:val="both"/>
      </w:pPr>
      <w:bookmarkStart w:id="7" w:name="_Hlk525059378"/>
      <w:r>
        <w:t xml:space="preserve">       The bridge structure span consists of a row of seven concrete arches, a day bridge span of 12m.</w:t>
      </w:r>
    </w:p>
    <w:p w:rsidR="00ED1215" w:rsidRDefault="002746AC">
      <w:pPr>
        <w:pStyle w:val="BodyText"/>
        <w:spacing w:before="108" w:line="292" w:lineRule="auto"/>
        <w:ind w:left="119" w:right="168" w:firstLine="283"/>
        <w:jc w:val="both"/>
      </w:pPr>
      <w:r w:rsidRPr="002746AC">
        <w:t>During the study of the original design, it has been determined that the arches had been designed as not reinforced. The arches were freely supported on land piers, and the connection was ac</w:t>
      </w:r>
      <w:r w:rsidR="00711546">
        <w:t xml:space="preserve">hieved with slabs and anchors </w:t>
      </w:r>
      <w:r w:rsidRPr="002746AC">
        <w:t xml:space="preserve">of smooth reinforcement Č 37. There is a plain concrete filling </w:t>
      </w:r>
      <w:r w:rsidR="00473C95">
        <w:t xml:space="preserve">directly </w:t>
      </w:r>
      <w:r w:rsidRPr="002746AC">
        <w:t>above the arches and piers.</w:t>
      </w:r>
      <w:r w:rsidR="00473C95">
        <w:t xml:space="preserve"> The concrete fillers are only partially around and above the piers. </w:t>
      </w:r>
      <w:r w:rsidR="00ED1215">
        <w:t>Above these fillers, there are broken stone fillers and above them a road bed.</w:t>
      </w:r>
      <w:r w:rsidRPr="002746AC">
        <w:t xml:space="preserve"> The arches </w:t>
      </w:r>
      <w:r w:rsidR="00ED1215">
        <w:t>are of</w:t>
      </w:r>
      <w:r w:rsidRPr="002746AC">
        <w:t xml:space="preserve"> different sizes </w:t>
      </w:r>
      <w:r w:rsidR="00ED1215">
        <w:t>in</w:t>
      </w:r>
      <w:r w:rsidRPr="002746AC">
        <w:t xml:space="preserve"> cross section. In places of support, their thickness is 120cm </w:t>
      </w:r>
      <w:r w:rsidR="00ED1215">
        <w:t>and t</w:t>
      </w:r>
      <w:r w:rsidRPr="002746AC">
        <w:t>he crown of arches is 80cm thick</w:t>
      </w:r>
      <w:r w:rsidR="00ED1215">
        <w:t>.</w:t>
      </w:r>
      <w:r w:rsidRPr="002746AC">
        <w:t xml:space="preserve"> </w:t>
      </w:r>
    </w:p>
    <w:p w:rsidR="002746AC" w:rsidRDefault="00ED1215" w:rsidP="00ED1215">
      <w:pPr>
        <w:pStyle w:val="BodyText"/>
        <w:spacing w:before="108" w:line="292" w:lineRule="auto"/>
        <w:ind w:left="0" w:right="168"/>
        <w:jc w:val="both"/>
      </w:pPr>
      <w:r>
        <w:t xml:space="preserve">       </w:t>
      </w:r>
      <w:r w:rsidR="002746AC" w:rsidRPr="002746AC">
        <w:t xml:space="preserve">The elements’ features of the existing structure are presented in the table below.   </w:t>
      </w:r>
    </w:p>
    <w:bookmarkEnd w:id="7"/>
    <w:p w:rsidR="002746AC" w:rsidRPr="009416B4" w:rsidRDefault="0029709E" w:rsidP="002746AC">
      <w:pPr>
        <w:pStyle w:val="BodyText"/>
        <w:spacing w:before="59"/>
        <w:ind w:left="403"/>
        <w:rPr>
          <w:color w:val="F79646" w:themeColor="accent6"/>
        </w:rPr>
      </w:pPr>
      <w:r>
        <w:rPr>
          <w:color w:val="F79646" w:themeColor="accent6"/>
        </w:rPr>
        <w:pict>
          <v:group id="_x0000_s4474" style="position:absolute;left:0;text-align:left;margin-left:350.5pt;margin-top:49.3pt;width:49.2pt;height:15.95pt;z-index:-55168;mso-position-horizontal-relative:page" coordorigin="7010,986" coordsize="984,319">
            <v:group id="_x0000_s4601" style="position:absolute;left:7138;top:986;width:75;height:111" coordorigin="7138,986" coordsize="75,111">
              <v:shape id="_x0000_s4602" style="position:absolute;left:7138;top:986;width:75;height:111" coordorigin="7138,986" coordsize="75,111" path="m7195,986r-14,l7138,1096r16,l7164,1063r48,l7169,1051r12,-32l7188,998r7,-12xe" fillcolor="black" stroked="f">
                <v:path arrowok="t"/>
              </v:shape>
            </v:group>
            <v:group id="_x0000_s4599" style="position:absolute;left:7169;top:986;width:72;height:111" coordorigin="7169,986" coordsize="72,111">
              <v:shape id="_x0000_s4600" style="position:absolute;left:7169;top:986;width:72;height:111" coordorigin="7169,986" coordsize="72,111" path="m7195,986r-7,12l7190,1007r5,15l7207,1051r-38,l7212,1063r12,33l7241,1096,7195,986xe" fillcolor="black" stroked="f">
                <v:path arrowok="t"/>
              </v:shape>
            </v:group>
            <v:group id="_x0000_s4597" style="position:absolute;left:7250;top:1017;width:29;height:80" coordorigin="7250,1017" coordsize="29,80">
              <v:shape id="_x0000_s4598" style="position:absolute;left:7250;top:1017;width:29;height:80" coordorigin="7250,1017" coordsize="29,80" path="m7262,1017r-12,l7250,1096r15,l7265,1053r2,-14l7272,1031r7,-2l7262,1029r,-12xe" fillcolor="black" stroked="f">
                <v:path arrowok="t"/>
              </v:shape>
            </v:group>
            <v:group id="_x0000_s4595" style="position:absolute;left:7262;top:1015;width:32;height:17" coordorigin="7262,1015" coordsize="32,17">
              <v:shape id="_x0000_s4596" style="position:absolute;left:7262;top:1015;width:32;height:17" coordorigin="7262,1015" coordsize="32,17" path="m7279,1015r-7,2l7272,1019r-10,10l7279,1029r10,2l7294,1019r-3,l7279,1015xe" fillcolor="black" stroked="f">
                <v:path arrowok="t"/>
              </v:shape>
            </v:group>
            <v:group id="_x0000_s4593" style="position:absolute;left:7382;top:1022;width:27;height:75" coordorigin="7382,1022" coordsize="27,75">
              <v:shape id="_x0000_s4594" style="position:absolute;left:7382;top:1022;width:27;height:75" coordorigin="7382,1022" coordsize="27,75" path="m7402,1022r-20,5l7390,1029r4,5l7397,1046r,50l7409,1096r,-62l7402,1022xe" fillcolor="black" stroked="f">
                <v:path arrowok="t"/>
              </v:shape>
            </v:group>
            <v:group id="_x0000_s4591" style="position:absolute;left:7334;top:1019;width:36;height:77" coordorigin="7334,1019" coordsize="36,77">
              <v:shape id="_x0000_s4592" style="position:absolute;left:7334;top:1019;width:36;height:77" coordorigin="7334,1019" coordsize="36,77" path="m7354,1019r-20,8l7346,1031r3,15l7349,1096r14,l7363,1043r5,-9l7370,1031r-9,-2l7354,1019xe" fillcolor="black" stroked="f">
                <v:path arrowok="t"/>
              </v:shape>
            </v:group>
            <v:group id="_x0000_s4589" style="position:absolute;left:7301;top:1017;width:24;height:80" coordorigin="7301,1017" coordsize="24,80">
              <v:shape id="_x0000_s4590" style="position:absolute;left:7301;top:1017;width:24;height:80" coordorigin="7301,1017" coordsize="24,80" path="m7313,1017r-12,l7301,1096r14,l7315,1051r3,-12l7325,1029r-12,l7313,1017xe" fillcolor="black" stroked="f">
                <v:path arrowok="t"/>
              </v:shape>
            </v:group>
            <v:group id="_x0000_s4587" style="position:absolute;left:7361;top:1015;width:41;height:17" coordorigin="7361,1015" coordsize="41,17">
              <v:shape id="_x0000_s4588" style="position:absolute;left:7361;top:1015;width:41;height:17" coordorigin="7361,1015" coordsize="41,17" path="m7385,1015r-3,l7370,1019r-9,10l7370,1031r12,-4l7402,1022r-5,-3l7385,1015xe" fillcolor="black" stroked="f">
                <v:path arrowok="t"/>
              </v:shape>
            </v:group>
            <v:group id="_x0000_s4585" style="position:absolute;left:7313;top:1015;width:41;height:15" coordorigin="7313,1015" coordsize="41,15">
              <v:shape id="_x0000_s4586" style="position:absolute;left:7313;top:1015;width:41;height:15" coordorigin="7313,1015" coordsize="41,15" path="m7337,1015r-15,4l7313,1029r12,l7334,1027r20,-8l7351,1017r-14,-2xe" fillcolor="black" stroked="f">
                <v:path arrowok="t"/>
              </v:shape>
            </v:group>
            <v:group id="_x0000_s4583" style="position:absolute;left:7433;top:1084;width:48;height:15" coordorigin="7433,1084" coordsize="48,15">
              <v:shape id="_x0000_s4584" style="position:absolute;left:7433;top:1084;width:48;height:15" coordorigin="7433,1084" coordsize="48,15" path="m7469,1084r-15,3l7433,1091r5,5l7452,1099r2,l7466,1096r3,-2l7481,1087r-12,-3xe" fillcolor="black" stroked="f">
                <v:path arrowok="t"/>
              </v:shape>
            </v:group>
            <v:group id="_x0000_s4581" style="position:absolute;left:7426;top:1053;width:56;height:39" coordorigin="7426,1053" coordsize="56,39">
              <v:shape id="_x0000_s4582" style="position:absolute;left:7426;top:1053;width:56;height:39" coordorigin="7426,1053" coordsize="56,39" path="m7445,1053r-10,5l7428,1065r-2,12l7426,1079r7,12l7454,1087r-12,-3l7440,1075r,-5l7447,1065r12,-2l7469,1060r12,-2l7445,1053xe" fillcolor="black" stroked="f">
                <v:path arrowok="t"/>
              </v:shape>
            </v:group>
            <v:group id="_x0000_s4579" style="position:absolute;left:7428;top:1027;width:34;height:15" coordorigin="7428,1027" coordsize="34,15">
              <v:shape id="_x0000_s4580" style="position:absolute;left:7428;top:1027;width:34;height:15" coordorigin="7428,1027" coordsize="34,15" path="m7462,1027r-29,l7428,1041r12,l7447,1029r15,-2xe" fillcolor="black" stroked="f">
                <v:path arrowok="t"/>
              </v:shape>
            </v:group>
            <v:group id="_x0000_s4577" style="position:absolute;left:7433;top:1015;width:65;height:82" coordorigin="7433,1015" coordsize="65,82">
              <v:shape id="_x0000_s4578" style="position:absolute;left:7433;top:1015;width:65;height:82" coordorigin="7433,1015" coordsize="65,82" path="m7464,1015r-5,l7445,1017r,2l7433,1027r31,l7476,1031r5,12l7481,1046r-10,2l7457,1051r-12,2l7481,1058r,5l7478,1075r-9,9l7481,1087r2,9l7498,1096r-3,-9l7495,1046r-2,-12l7490,1024r-9,-7l7478,1017r-14,-2xe" fillcolor="black" stroked="f">
                <v:path arrowok="t"/>
              </v:shape>
            </v:group>
            <v:group id="_x0000_s4575" style="position:absolute;left:7519;top:1084;width:27;height:15" coordorigin="7519,1084" coordsize="27,15">
              <v:shape id="_x0000_s4576" style="position:absolute;left:7519;top:1084;width:27;height:15" coordorigin="7519,1084" coordsize="27,15" path="m7543,1084r-5,l7519,1089r5,7l7536,1099r10,-3l7543,1084xe" fillcolor="black" stroked="f">
                <v:path arrowok="t"/>
              </v:shape>
            </v:group>
            <v:group id="_x0000_s4571" style="position:absolute;left:7507;top:988;width:36;height:101" coordorigin="7507,988" coordsize="36,101">
              <v:shape id="_x0000_s4574" style="position:absolute;left:7507;top:988;width:36;height:101" coordorigin="7507,988" coordsize="36,101" path="m7531,1027r-14,l7517,1077r2,12l7538,1084r-4,l7531,1082r,-55xe" fillcolor="black" stroked="f">
                <v:path arrowok="t"/>
              </v:shape>
              <v:shape id="_x0000_s4573" style="position:absolute;left:7507;top:988;width:36;height:101" coordorigin="7507,988" coordsize="36,101" path="m7543,1017r-36,l7507,1027r36,l7543,1017xe" fillcolor="black" stroked="f">
                <v:path arrowok="t"/>
              </v:shape>
              <v:shape id="_x0000_s4572" style="position:absolute;left:7507;top:988;width:36;height:101" coordorigin="7507,988" coordsize="36,101" path="m7531,988r-14,10l7517,1017r14,l7531,988xe" fillcolor="black" stroked="f">
                <v:path arrowok="t"/>
              </v:shape>
            </v:group>
            <v:group id="_x0000_s4569" style="position:absolute;left:7562;top:1084;width:48;height:15" coordorigin="7562,1084" coordsize="48,15">
              <v:shape id="_x0000_s4570" style="position:absolute;left:7562;top:1084;width:48;height:15" coordorigin="7562,1084" coordsize="48,15" path="m7610,1084r-12,l7586,1087r-24,2l7572,1096r12,3l7589,1099r12,-5l7610,1084xe" fillcolor="black" stroked="f">
                <v:path arrowok="t"/>
              </v:shape>
            </v:group>
            <v:group id="_x0000_s4567" style="position:absolute;left:7558;top:1017;width:29;height:72" coordorigin="7558,1017" coordsize="29,72">
              <v:shape id="_x0000_s4568" style="position:absolute;left:7558;top:1017;width:29;height:72" coordorigin="7558,1017" coordsize="29,72" path="m7570,1017r-12,l7558,1079r4,10l7586,1087r-9,-3l7572,1077r,-2l7570,1063r,-46xe" fillcolor="black" stroked="f">
                <v:path arrowok="t"/>
              </v:shape>
            </v:group>
            <v:group id="_x0000_s4565" style="position:absolute;left:7598;top:1017;width:24;height:80" coordorigin="7598,1017" coordsize="24,80">
              <v:shape id="_x0000_s4566" style="position:absolute;left:7598;top:1017;width:24;height:80" coordorigin="7598,1017" coordsize="24,80" path="m7622,1017r-14,l7608,1063r-2,12l7598,1084r12,l7610,1096r12,l7622,1017xe" fillcolor="black" stroked="f">
                <v:path arrowok="t"/>
              </v:shape>
            </v:group>
            <v:group id="_x0000_s4563" style="position:absolute;left:7642;top:1017;width:29;height:80" coordorigin="7642,1017" coordsize="29,80">
              <v:shape id="_x0000_s4564" style="position:absolute;left:7642;top:1017;width:29;height:80" coordorigin="7642,1017" coordsize="29,80" path="m7654,1017r-12,l7642,1096r14,l7656,1053r2,-14l7663,1031r7,-2l7654,1029r,-12xe" fillcolor="black" stroked="f">
                <v:path arrowok="t"/>
              </v:shape>
            </v:group>
            <v:group id="_x0000_s4561" style="position:absolute;left:7654;top:1015;width:34;height:17" coordorigin="7654,1015" coordsize="34,17">
              <v:shape id="_x0000_s4562" style="position:absolute;left:7654;top:1015;width:34;height:17" coordorigin="7654,1015" coordsize="34,17" path="m7673,1015r-10,2l7654,1029r16,l7682,1031r5,-12l7685,1019r-12,-4xe" fillcolor="black" stroked="f">
                <v:path arrowok="t"/>
              </v:shape>
            </v:group>
            <v:group id="_x0000_s4559" style="position:absolute;left:7697;top:1084;width:48;height:15" coordorigin="7697,1084" coordsize="48,15">
              <v:shape id="_x0000_s4560" style="position:absolute;left:7697;top:1084;width:48;height:15" coordorigin="7697,1084" coordsize="48,15" path="m7733,1084r-36,7l7704,1096r12,3l7718,1099r12,-3l7733,1094r12,-7l7733,1084xe" fillcolor="black" stroked="f">
                <v:path arrowok="t"/>
              </v:shape>
            </v:group>
            <v:group id="_x0000_s4557" style="position:absolute;left:7690;top:1053;width:56;height:39" coordorigin="7690,1053" coordsize="56,39">
              <v:shape id="_x0000_s4558" style="position:absolute;left:7690;top:1053;width:56;height:39" coordorigin="7690,1053" coordsize="56,39" path="m7709,1053r-10,5l7692,1065r-2,12l7690,1079r7,12l7721,1087r-12,-3l7704,1075r2,-5l7711,1065r12,-2l7733,1060r12,-2l7709,1053xe" fillcolor="black" stroked="f">
                <v:path arrowok="t"/>
              </v:shape>
            </v:group>
            <v:group id="_x0000_s4555" style="position:absolute;left:7692;top:1027;width:34;height:15" coordorigin="7692,1027" coordsize="34,15">
              <v:shape id="_x0000_s4556" style="position:absolute;left:7692;top:1027;width:34;height:15" coordorigin="7692,1027" coordsize="34,15" path="m7726,1027r-29,l7692,1041r14,l7711,1029r3,l7726,1027xe" fillcolor="black" stroked="f">
                <v:path arrowok="t"/>
              </v:shape>
            </v:group>
            <v:group id="_x0000_s4553" style="position:absolute;left:7697;top:1015;width:65;height:82" coordorigin="7697,1015" coordsize="65,82">
              <v:shape id="_x0000_s4554" style="position:absolute;left:7697;top:1015;width:65;height:82" coordorigin="7697,1015" coordsize="65,82" path="m7728,1015r-5,l7709,1017r,2l7697,1027r33,l7740,1031r5,12l7745,1046r-10,2l7721,1051r-12,2l7745,1058r,5l7742,1075r-9,9l7745,1087r2,9l7762,1096r-3,-9l7759,1046r-2,-12l7754,1024r-9,-7l7742,1017r-14,-2xe" fillcolor="black" stroked="f">
                <v:path arrowok="t"/>
              </v:shape>
            </v:group>
            <v:group id="_x0000_s4551" style="position:absolute;left:7812;top:986;width:44;height:113" coordorigin="7812,986" coordsize="44,113">
              <v:shape id="_x0000_s4552" style="position:absolute;left:7812;top:986;width:44;height:113" coordorigin="7812,986" coordsize="44,113" path="m7855,986r-12,l7812,1099r12,l7855,986xe" fillcolor="black" stroked="f">
                <v:path arrowok="t"/>
              </v:shape>
            </v:group>
            <v:group id="_x0000_s4549" style="position:absolute;left:7042;top:1214;width:65;height:51" coordorigin="7042,1214" coordsize="65,51">
              <v:shape id="_x0000_s4550" style="position:absolute;left:7042;top:1214;width:65;height:51" coordorigin="7042,1214" coordsize="65,51" path="m7066,1214r-24,2l7049,1216r7,3l7066,1228r7,15l7087,1264r19,l7087,1235r-5,-4l7075,1219r-9,-5xe" fillcolor="black" stroked="f">
                <v:path arrowok="t"/>
              </v:shape>
            </v:group>
            <v:group id="_x0000_s4547" style="position:absolute;left:7025;top:1166;width:72;height:39" coordorigin="7025,1166" coordsize="72,39">
              <v:shape id="_x0000_s4548" style="position:absolute;left:7025;top:1166;width:72;height:39" coordorigin="7025,1166" coordsize="72,39" path="m7090,1166r-32,l7066,1168r9,5l7078,1173r4,12l7080,1195r-10,7l7025,1202r65,2l7094,1197r3,-12l7097,1180r-5,-12l7090,1166xe" fillcolor="black" stroked="f">
                <v:path arrowok="t"/>
              </v:shape>
            </v:group>
            <v:group id="_x0000_s4545" style="position:absolute;left:7010;top:1154;width:80;height:111" coordorigin="7010,1154" coordsize="80,111">
              <v:shape id="_x0000_s4546" style="position:absolute;left:7010;top:1154;width:80;height:111" coordorigin="7010,1154" coordsize="80,111" path="m7058,1154r-48,l7010,1264r15,l7025,1216r17,l7066,1214r14,-3l7090,1204r-65,-2l7025,1166r65,l7080,1159r-7,-3l7058,1154xe" fillcolor="black" stroked="f">
                <v:path arrowok="t"/>
              </v:shape>
            </v:group>
            <v:group id="_x0000_s4543" style="position:absolute;left:7123;top:1238;width:63;height:29" coordorigin="7123,1238" coordsize="63,29">
              <v:shape id="_x0000_s4544" style="position:absolute;left:7123;top:1238;width:63;height:29" coordorigin="7123,1238" coordsize="63,29" path="m7171,1238r,2l7164,1252r-12,3l7123,1255r3,2l7138,1264r14,3l7162,1264r12,-5l7181,1252r5,-12l7171,1238xe" fillcolor="black" stroked="f">
                <v:path arrowok="t"/>
              </v:shape>
            </v:group>
            <v:group id="_x0000_s4541" style="position:absolute;left:7114;top:1195;width:75;height:60" coordorigin="7114,1195" coordsize="75,60">
              <v:shape id="_x0000_s4542" style="position:absolute;left:7114;top:1195;width:75;height:60" coordorigin="7114,1195" coordsize="75,60" path="m7152,1195r-29,l7121,1199r-5,12l7114,1226r,7l7118,1245r5,10l7147,1255r-12,-8l7130,1243r-2,-15l7186,1228r2,-5l7186,1216r-58,l7130,1211r5,-12l7138,1197r14,-2xe" fillcolor="black" stroked="f">
                <v:path arrowok="t"/>
              </v:shape>
            </v:group>
            <v:group id="_x0000_s4539" style="position:absolute;left:7123;top:1183;width:63;height:34" coordorigin="7123,1183" coordsize="63,34">
              <v:shape id="_x0000_s4540" style="position:absolute;left:7123;top:1183;width:63;height:34" coordorigin="7123,1183" coordsize="63,34" path="m7152,1183r-5,l7135,1187r-12,8l7157,1195r9,7l7169,1204r5,12l7186,1216r-3,-12l7176,1195r,-3l7164,1185r-12,-2xe" fillcolor="black" stroked="f">
                <v:path arrowok="t"/>
              </v:shape>
            </v:group>
            <v:group id="_x0000_s4537" style="position:absolute;left:7202;top:1185;width:15;height:80" coordorigin="7202,1185" coordsize="15,80">
              <v:shape id="_x0000_s4538" style="position:absolute;left:7202;top:1185;width:15;height:80" coordorigin="7202,1185" coordsize="15,80" path="m7202,1225r15,e" filled="f" strokeweight="4.06pt">
                <v:path arrowok="t"/>
              </v:shape>
            </v:group>
            <v:group id="_x0000_s4535" style="position:absolute;left:7202;top:1154;width:15;height:17" coordorigin="7202,1154" coordsize="15,17">
              <v:shape id="_x0000_s4536" style="position:absolute;left:7202;top:1154;width:15;height:17" coordorigin="7202,1154" coordsize="15,17" path="m7202,1162r15,e" filled="f" strokeweight=".94pt">
                <v:path arrowok="t"/>
              </v:shape>
            </v:group>
            <v:group id="_x0000_s4533" style="position:absolute;left:7272;top:1192;width:32;height:72" coordorigin="7272,1192" coordsize="32,72">
              <v:shape id="_x0000_s4534" style="position:absolute;left:7272;top:1192;width:32;height:72" coordorigin="7272,1192" coordsize="32,72" path="m7296,1192r-24,3l7282,1197r4,7l7289,1216r,48l7303,1264r,-48l7301,1202r-5,-10xe" fillcolor="black" stroked="f">
                <v:path arrowok="t"/>
              </v:shape>
            </v:group>
            <v:group id="_x0000_s4531" style="position:absolute;left:7238;top:1185;width:22;height:80" coordorigin="7238,1185" coordsize="22,80">
              <v:shape id="_x0000_s4532" style="position:absolute;left:7238;top:1185;width:22;height:80" coordorigin="7238,1185" coordsize="22,80" path="m7250,1185r-12,l7238,1264r12,l7250,1221r3,-12l7258,1199r2,l7250,1197r,-12xe" fillcolor="black" stroked="f">
                <v:path arrowok="t"/>
              </v:shape>
            </v:group>
            <v:group id="_x0000_s4529" style="position:absolute;left:7250;top:1183;width:46;height:17" coordorigin="7250,1183" coordsize="46,17">
              <v:shape id="_x0000_s4530" style="position:absolute;left:7250;top:1183;width:46;height:17" coordorigin="7250,1183" coordsize="46,17" path="m7274,1183r-2,l7260,1187r-10,10l7260,1199r12,-4l7296,1192r-7,-7l7274,1183xe" fillcolor="black" stroked="f">
                <v:path arrowok="t"/>
              </v:shape>
            </v:group>
            <v:group id="_x0000_s4525" style="position:absolute;left:7315;top:1166;width:41;height:99" coordorigin="7315,1166" coordsize="41,99">
              <v:shape id="_x0000_s4528" style="position:absolute;left:7315;top:1166;width:41;height:99" coordorigin="7315,1166" coordsize="41,99" path="m7339,1195r-12,l7327,1264r12,l7339,1195xe" fillcolor="black" stroked="f">
                <v:path arrowok="t"/>
              </v:shape>
              <v:shape id="_x0000_s4527" style="position:absolute;left:7315;top:1166;width:41;height:99" coordorigin="7315,1166" coordsize="41,99" path="m7356,1185r-41,l7315,1195r41,l7356,1185xe" fillcolor="black" stroked="f">
                <v:path arrowok="t"/>
              </v:shape>
              <v:shape id="_x0000_s4526" style="position:absolute;left:7315;top:1166;width:41;height:99" coordorigin="7315,1166" coordsize="41,99" path="m7351,1166r-24,l7327,1185r12,l7339,1178r3,-10l7351,1166xe" fillcolor="black" stroked="f">
                <v:path arrowok="t"/>
              </v:shape>
            </v:group>
            <v:group id="_x0000_s4523" style="position:absolute;left:7327;top:1154;width:34;height:12" coordorigin="7327,1154" coordsize="34,12">
              <v:shape id="_x0000_s4524" style="position:absolute;left:7327;top:1154;width:34;height:12" coordorigin="7327,1154" coordsize="34,12" path="m7361,1154r-15,l7334,1156r-7,10l7358,1166r3,-12xe" fillcolor="black" stroked="f">
                <v:path arrowok="t"/>
              </v:shape>
            </v:group>
            <v:group id="_x0000_s4521" style="position:absolute;left:7370;top:1195;width:65;height:72" coordorigin="7370,1195" coordsize="65,72">
              <v:shape id="_x0000_s4522" style="position:absolute;left:7370;top:1195;width:65;height:72" coordorigin="7370,1195" coordsize="65,72" path="m7426,1195r-22,l7414,1202r4,7l7421,1223r,15l7414,1247r-3,5l7397,1255r-27,l7373,1257r12,7l7397,1267r7,l7435,1223r,-7l7430,1204r-4,-9xe" fillcolor="black" stroked="f">
                <v:path arrowok="t"/>
              </v:shape>
            </v:group>
            <v:group id="_x0000_s4519" style="position:absolute;left:7361;top:1183;width:65;height:72" coordorigin="7361,1183" coordsize="65,72">
              <v:shape id="_x0000_s4520" style="position:absolute;left:7361;top:1183;width:65;height:72" coordorigin="7361,1183" coordsize="65,72" path="m7397,1183r-36,40l7361,1233r5,12l7370,1255r22,l7382,1247r-4,-7l7375,1223r,-12l7382,1202r3,-5l7397,1195r29,l7423,1192r-12,-7l7397,1183xe" fillcolor="black" stroked="f">
                <v:path arrowok="t"/>
              </v:shape>
            </v:group>
            <v:group id="_x0000_s4517" style="position:absolute;left:7452;top:1185;width:29;height:80" coordorigin="7452,1185" coordsize="29,80">
              <v:shape id="_x0000_s4518" style="position:absolute;left:7452;top:1185;width:29;height:80" coordorigin="7452,1185" coordsize="29,80" path="m7464,1185r-12,l7452,1264r12,l7464,1221r2,-14l7471,1199r10,-2l7464,1197r,-12xe" fillcolor="black" stroked="f">
                <v:path arrowok="t"/>
              </v:shape>
            </v:group>
            <v:group id="_x0000_s4515" style="position:absolute;left:7464;top:1183;width:32;height:17" coordorigin="7464,1183" coordsize="32,17">
              <v:shape id="_x0000_s4516" style="position:absolute;left:7464;top:1183;width:32;height:17" coordorigin="7464,1183" coordsize="32,17" path="m7481,1183r-10,2l7471,1187r-7,10l7481,1197r9,2l7495,1187r-2,l7481,1183xe" fillcolor="black" stroked="f">
                <v:path arrowok="t"/>
              </v:shape>
            </v:group>
            <v:group id="_x0000_s4513" style="position:absolute;left:7507;top:1235;width:60;height:32" coordorigin="7507,1235" coordsize="60,32">
              <v:shape id="_x0000_s4514" style="position:absolute;left:7507;top:1235;width:60;height:32" coordorigin="7507,1235" coordsize="60,32" path="m7555,1235r-7,15l7546,1252r-12,3l7507,1255r3,2l7519,1264r15,3l7546,1264r9,-5l7562,1250r5,-12l7555,1235xe" fillcolor="black" stroked="f">
                <v:path arrowok="t"/>
              </v:shape>
            </v:group>
            <v:group id="_x0000_s4511" style="position:absolute;left:7498;top:1192;width:36;height:63" coordorigin="7498,1192" coordsize="36,63">
              <v:shape id="_x0000_s4512" style="position:absolute;left:7498;top:1192;width:36;height:63" coordorigin="7498,1192" coordsize="36,63" path="m7510,1192r-8,10l7500,1211r-2,15l7498,1233r4,12l7507,1255r22,l7517,1247r-3,-7l7512,1223r,-12l7517,1202r5,-5l7534,1195r-24,-3xe" fillcolor="black" stroked="f">
                <v:path arrowok="t"/>
              </v:shape>
            </v:group>
            <v:group id="_x0000_s4509" style="position:absolute;left:7510;top:1183;width:58;height:27" coordorigin="7510,1183" coordsize="58,27">
              <v:shape id="_x0000_s4510" style="position:absolute;left:7510;top:1183;width:58;height:27" coordorigin="7510,1183" coordsize="58,27" path="m7534,1183r-5,2l7514,1187r-4,5l7534,1195r12,2l7553,1209r14,l7562,1199r-7,-9l7548,1185r-14,-2xe" fillcolor="black" stroked="f">
                <v:path arrowok="t"/>
              </v:shape>
            </v:group>
            <v:group id="_x0000_s4507" style="position:absolute;left:7584;top:1238;width:63;height:29" coordorigin="7584,1238" coordsize="63,29">
              <v:shape id="_x0000_s4508" style="position:absolute;left:7584;top:1238;width:63;height:29" coordorigin="7584,1238" coordsize="63,29" path="m7632,1238r,2l7625,1252r-12,3l7584,1255r2,2l7598,1264r15,3l7622,1264r12,-5l7642,1252r4,-12l7632,1238xe" fillcolor="black" stroked="f">
                <v:path arrowok="t"/>
              </v:shape>
            </v:group>
            <v:group id="_x0000_s4505" style="position:absolute;left:7574;top:1195;width:75;height:60" coordorigin="7574,1195" coordsize="75,60">
              <v:shape id="_x0000_s4506" style="position:absolute;left:7574;top:1195;width:75;height:60" coordorigin="7574,1195" coordsize="75,60" path="m7613,1195r-29,l7582,1199r-5,12l7574,1226r,7l7579,1245r5,10l7608,1255r-12,-8l7591,1243r-2,-15l7646,1228r3,-5l7646,1216r-57,l7591,1211r5,-12l7598,1197r15,-2xe" fillcolor="black" stroked="f">
                <v:path arrowok="t"/>
              </v:shape>
            </v:group>
            <v:group id="_x0000_s4503" style="position:absolute;left:7584;top:1183;width:63;height:34" coordorigin="7584,1183" coordsize="63,34">
              <v:shape id="_x0000_s4504" style="position:absolute;left:7584;top:1183;width:63;height:34" coordorigin="7584,1183" coordsize="63,34" path="m7613,1183r-5,l7596,1187r-12,8l7618,1195r9,7l7630,1204r4,12l7646,1216r-2,-12l7637,1195r,-3l7625,1185r-12,-2xe" fillcolor="black" stroked="f">
                <v:path arrowok="t"/>
              </v:shape>
            </v:group>
            <v:group id="_x0000_s4501" style="position:absolute;left:7745;top:1190;width:27;height:75" coordorigin="7745,1190" coordsize="27,75">
              <v:shape id="_x0000_s4502" style="position:absolute;left:7745;top:1190;width:27;height:75" coordorigin="7745,1190" coordsize="27,75" path="m7766,1190r-21,5l7752,1197r5,5l7759,1214r,50l7771,1264r,-65l7766,1190xe" fillcolor="black" stroked="f">
                <v:path arrowok="t"/>
              </v:shape>
            </v:group>
            <v:group id="_x0000_s4499" style="position:absolute;left:7697;top:1187;width:36;height:77" coordorigin="7697,1187" coordsize="36,77">
              <v:shape id="_x0000_s4500" style="position:absolute;left:7697;top:1187;width:36;height:77" coordorigin="7697,1187" coordsize="36,77" path="m7716,1187r-19,8l7709,1199r2,12l7711,1264r15,l7726,1211r4,-12l7733,1199r-10,-2l7716,1187xe" fillcolor="black" stroked="f">
                <v:path arrowok="t"/>
              </v:shape>
            </v:group>
            <v:group id="_x0000_s4497" style="position:absolute;left:7663;top:1185;width:24;height:80" coordorigin="7663,1185" coordsize="24,80">
              <v:shape id="_x0000_s4498" style="position:absolute;left:7663;top:1185;width:24;height:80" coordorigin="7663,1185" coordsize="24,80" path="m7675,1185r-12,l7663,1264r15,l7678,1219r2,-12l7687,1197r-12,-2l7675,1185xe" fillcolor="black" stroked="f">
                <v:path arrowok="t"/>
              </v:shape>
            </v:group>
            <v:group id="_x0000_s4495" style="position:absolute;left:7723;top:1183;width:44;height:17" coordorigin="7723,1183" coordsize="44,17">
              <v:shape id="_x0000_s4496" style="position:absolute;left:7723;top:1183;width:44;height:17" coordorigin="7723,1183" coordsize="44,17" path="m7747,1183r-2,l7733,1187r-10,10l7733,1199r12,-4l7766,1190r-4,-3l7747,1183xe" fillcolor="black" stroked="f">
                <v:path arrowok="t"/>
              </v:shape>
            </v:group>
            <v:group id="_x0000_s4493" style="position:absolute;left:7675;top:1183;width:41;height:15" coordorigin="7675,1183" coordsize="41,15">
              <v:shape id="_x0000_s4494" style="position:absolute;left:7675;top:1183;width:41;height:15" coordorigin="7675,1183" coordsize="41,15" path="m7702,1183r-3,l7687,1187r-12,8l7687,1197r10,-2l7716,1187r-2,l7702,1183xe" fillcolor="black" stroked="f">
                <v:path arrowok="t"/>
              </v:shape>
            </v:group>
            <v:group id="_x0000_s4491" style="position:absolute;left:7798;top:1238;width:63;height:29" coordorigin="7798,1238" coordsize="63,29">
              <v:shape id="_x0000_s4492" style="position:absolute;left:7798;top:1238;width:63;height:29" coordorigin="7798,1238" coordsize="63,29" path="m7846,1238r,2l7838,1252r-12,3l7798,1255r2,2l7812,1264r14,3l7838,1264r10,-5l7855,1252r5,-12l7846,1238xe" fillcolor="black" stroked="f">
                <v:path arrowok="t"/>
              </v:shape>
            </v:group>
            <v:group id="_x0000_s4489" style="position:absolute;left:7788;top:1195;width:72;height:60" coordorigin="7788,1195" coordsize="72,60">
              <v:shape id="_x0000_s4490" style="position:absolute;left:7788;top:1195;width:72;height:60" coordorigin="7788,1195" coordsize="72,60" path="m7826,1195r-28,l7795,1199r-5,12l7788,1226r,7l7790,1245r8,10l7822,1255r-12,-8l7805,1243r-3,-15l7860,1228r,-12l7802,1216r,-5l7810,1199r2,-2l7826,1195xe" fillcolor="black" stroked="f">
                <v:path arrowok="t"/>
              </v:shape>
            </v:group>
            <v:group id="_x0000_s4487" style="position:absolute;left:7798;top:1183;width:63;height:34" coordorigin="7798,1183" coordsize="63,34">
              <v:shape id="_x0000_s4488" style="position:absolute;left:7798;top:1183;width:63;height:34" coordorigin="7798,1183" coordsize="63,34" path="m7824,1183r-2,l7810,1187r-12,8l7831,1195r12,7l7843,1204r3,12l7860,1216r-2,-12l7850,1195r-2,-3l7838,1185r-14,-2xe" fillcolor="black" stroked="f">
                <v:path arrowok="t"/>
              </v:shape>
            </v:group>
            <v:group id="_x0000_s4485" style="position:absolute;left:7913;top:1192;width:29;height:72" coordorigin="7913,1192" coordsize="29,72">
              <v:shape id="_x0000_s4486" style="position:absolute;left:7913;top:1192;width:29;height:72" coordorigin="7913,1192" coordsize="29,72" path="m7937,1192r-24,3l7922,1197r5,7l7930,1216r,48l7942,1264r,-62l7937,1192xe" fillcolor="black" stroked="f">
                <v:path arrowok="t"/>
              </v:shape>
            </v:group>
            <v:group id="_x0000_s4483" style="position:absolute;left:7877;top:1185;width:22;height:80" coordorigin="7877,1185" coordsize="22,80">
              <v:shape id="_x0000_s4484" style="position:absolute;left:7877;top:1185;width:22;height:80" coordorigin="7877,1185" coordsize="22,80" path="m7889,1185r-12,l7877,1264r14,l7891,1209r7,-10l7889,1197r,-12xe" fillcolor="black" stroked="f">
                <v:path arrowok="t"/>
              </v:shape>
            </v:group>
            <v:group id="_x0000_s4481" style="position:absolute;left:7889;top:1183;width:48;height:17" coordorigin="7889,1183" coordsize="48,17">
              <v:shape id="_x0000_s4482" style="position:absolute;left:7889;top:1183;width:48;height:17" coordorigin="7889,1183" coordsize="48,17" path="m7915,1183r-5,l7898,1187r-9,10l7898,1199r15,-4l7937,1192r-7,-7l7915,1183xe" fillcolor="black" stroked="f">
                <v:path arrowok="t"/>
              </v:shape>
            </v:group>
            <v:group id="_x0000_s4479" style="position:absolute;left:7966;top:1252;width:29;height:15" coordorigin="7966,1252" coordsize="29,15">
              <v:shape id="_x0000_s4480" style="position:absolute;left:7966;top:1252;width:29;height:15" coordorigin="7966,1252" coordsize="29,15" path="m7992,1252r-5,l7966,1257r7,7l7985,1267r9,-3l7992,1252xe" fillcolor="black" stroked="f">
                <v:path arrowok="t"/>
              </v:shape>
            </v:group>
            <v:group id="_x0000_s4475" style="position:absolute;left:7956;top:1156;width:36;height:101" coordorigin="7956,1156" coordsize="36,101">
              <v:shape id="_x0000_s4478" style="position:absolute;left:7956;top:1156;width:36;height:101" coordorigin="7956,1156" coordsize="36,101" path="m7978,1195r-12,l7966,1257r21,-5l7982,1252r-2,-2l7978,1243r,-48xe" fillcolor="black" stroked="f">
                <v:path arrowok="t"/>
              </v:shape>
              <v:shape id="_x0000_s4477" style="position:absolute;left:7956;top:1156;width:36;height:101" coordorigin="7956,1156" coordsize="36,101" path="m7992,1185r-36,l7956,1195r36,l7992,1185xe" fillcolor="black" stroked="f">
                <v:path arrowok="t"/>
              </v:shape>
              <v:shape id="_x0000_s4476" style="position:absolute;left:7956;top:1156;width:36;height:101" coordorigin="7956,1156" coordsize="36,101" path="m7978,1156r-12,10l7966,1185r12,l7978,1156xe" fillcolor="black" stroked="f">
                <v:path arrowok="t"/>
              </v:shape>
            </v:group>
            <w10:wrap anchorx="page"/>
          </v:group>
        </w:pict>
      </w:r>
      <w:r>
        <w:rPr>
          <w:color w:val="F79646" w:themeColor="accent6"/>
        </w:rPr>
        <w:pict>
          <v:group id="_x0000_s4395" style="position:absolute;left:0;text-align:left;margin-left:108.7pt;margin-top:53.4pt;width:62.05pt;height:6.1pt;z-index:-55144;mso-position-horizontal-relative:page" coordorigin="2174,1068" coordsize="1241,122">
            <v:group id="_x0000_s4472" style="position:absolute;left:2174;top:1075;width:82;height:108" coordorigin="2174,1075" coordsize="82,108">
              <v:shape id="_x0000_s4473" style="position:absolute;left:2174;top:1075;width:82;height:108" coordorigin="2174,1075" coordsize="82,108" path="m2254,1075r-80,l2174,1183r82,l2256,1171r-67,l2189,1132r60,l2249,1120r-60,l2189,1087r65,l2254,1075xe" fillcolor="black" stroked="f">
                <v:path arrowok="t"/>
              </v:shape>
            </v:group>
            <v:group id="_x0000_s4470" style="position:absolute;left:2281;top:1075;width:2;height:108" coordorigin="2281,1075" coordsize="2,108">
              <v:shape id="_x0000_s4471" style="position:absolute;left:2281;top:1075;width:2;height:108" coordorigin="2281,1075" coordsize="0,108" path="m2281,1075r,108e" filled="f" strokeweight=".7pt">
                <v:path arrowok="t"/>
              </v:shape>
            </v:group>
            <v:group id="_x0000_s4468" style="position:absolute;left:2316;top:1159;width:63;height:27" coordorigin="2316,1159" coordsize="63,27">
              <v:shape id="_x0000_s4469" style="position:absolute;left:2316;top:1159;width:63;height:27" coordorigin="2316,1159" coordsize="63,27" path="m2378,1159r-16,l2354,1171r-12,2l2316,1175r2,3l2328,1183r14,2l2354,1185r10,-7l2371,1173r7,-14xe" fillcolor="black" stroked="f">
                <v:path arrowok="t"/>
              </v:shape>
            </v:group>
            <v:group id="_x0000_s4466" style="position:absolute;left:2304;top:1113;width:75;height:63" coordorigin="2304,1113" coordsize="75,63">
              <v:shape id="_x0000_s4467" style="position:absolute;left:2304;top:1113;width:75;height:63" coordorigin="2304,1113" coordsize="75,63" path="m2342,1113r-26,l2311,1118r-5,12l2304,1144r,7l2309,1163r7,12l2342,1173r-4,l2326,1168r-8,-21l2378,1147r,-10l2321,1135r,-5l2326,1118r4,-3l2342,1113xe" fillcolor="black" stroked="f">
                <v:path arrowok="t"/>
              </v:shape>
            </v:group>
            <v:group id="_x0000_s4464" style="position:absolute;left:2316;top:1101;width:63;height:36" coordorigin="2316,1101" coordsize="63,36">
              <v:shape id="_x0000_s4465" style="position:absolute;left:2316;top:1101;width:63;height:36" coordorigin="2316,1101" coordsize="63,36" path="m2342,1101r-4,l2326,1106r-10,7l2347,1113r12,7l2359,1123r5,12l2321,1135r57,2l2374,1123r-5,-10l2366,1111r-12,-8l2342,1101xe" fillcolor="black" stroked="f">
                <v:path arrowok="t"/>
              </v:shape>
            </v:group>
            <v:group id="_x0000_s4462" style="position:absolute;left:2474;top:1108;width:29;height:75" coordorigin="2474,1108" coordsize="29,75">
              <v:shape id="_x0000_s4463" style="position:absolute;left:2474;top:1108;width:29;height:75" coordorigin="2474,1108" coordsize="29,75" path="m2496,1108r-22,5l2482,1115r4,5l2489,1132r,51l2503,1183r,-56l2501,1118r-5,-10xe" fillcolor="black" stroked="f">
                <v:path arrowok="t"/>
              </v:shape>
            </v:group>
            <v:group id="_x0000_s4460" style="position:absolute;left:2429;top:1106;width:34;height:77" coordorigin="2429,1106" coordsize="34,77">
              <v:shape id="_x0000_s4461" style="position:absolute;left:2429;top:1106;width:34;height:77" coordorigin="2429,1106" coordsize="34,77" path="m2446,1106r-17,7l2438,1118r5,14l2443,1183r12,l2455,1130r7,-12l2453,1115r-7,-9xe" fillcolor="black" stroked="f">
                <v:path arrowok="t"/>
              </v:shape>
            </v:group>
            <v:group id="_x0000_s4458" style="position:absolute;left:2395;top:1103;width:22;height:80" coordorigin="2395,1103" coordsize="22,80">
              <v:shape id="_x0000_s4459" style="position:absolute;left:2395;top:1103;width:22;height:80" coordorigin="2395,1103" coordsize="22,80" path="m2407,1103r-12,l2395,1183r12,l2407,1137r3,-12l2417,1115r-10,l2407,1103xe" fillcolor="black" stroked="f">
                <v:path arrowok="t"/>
              </v:shape>
            </v:group>
            <v:group id="_x0000_s4456" style="position:absolute;left:2453;top:1101;width:44;height:17" coordorigin="2453,1101" coordsize="44,17">
              <v:shape id="_x0000_s4457" style="position:absolute;left:2453;top:1101;width:44;height:17" coordorigin="2453,1101" coordsize="44,17" path="m2477,1101r-3,l2462,1106r-9,9l2462,1118r12,-5l2496,1108r-5,-5l2477,1101xe" fillcolor="black" stroked="f">
                <v:path arrowok="t"/>
              </v:shape>
            </v:group>
            <v:group id="_x0000_s4454" style="position:absolute;left:2407;top:1101;width:39;height:15" coordorigin="2407,1101" coordsize="39,15">
              <v:shape id="_x0000_s4455" style="position:absolute;left:2407;top:1101;width:39;height:15" coordorigin="2407,1101" coordsize="39,15" path="m2431,1101r-2,l2417,1106r-10,9l2417,1115r12,-2l2446,1106r-3,-3l2431,1101xe" fillcolor="black" stroked="f">
                <v:path arrowok="t"/>
              </v:shape>
            </v:group>
            <v:group id="_x0000_s4452" style="position:absolute;left:2527;top:1159;width:63;height:27" coordorigin="2527,1159" coordsize="63,27">
              <v:shape id="_x0000_s4453" style="position:absolute;left:2527;top:1159;width:63;height:27" coordorigin="2527,1159" coordsize="63,27" path="m2590,1159r-12,l2568,1171r-12,2l2527,1175r15,8l2556,1185r12,l2580,1178r5,-5l2590,1159xe" fillcolor="black" stroked="f">
                <v:path arrowok="t"/>
              </v:shape>
            </v:group>
            <v:group id="_x0000_s4450" style="position:absolute;left:2518;top:1113;width:75;height:63" coordorigin="2518,1113" coordsize="75,63">
              <v:shape id="_x0000_s4451" style="position:absolute;left:2518;top:1113;width:75;height:63" coordorigin="2518,1113" coordsize="75,63" path="m2556,1113r-26,l2525,1118r-5,12l2518,1144r,7l2527,1175r29,-2l2551,1173r-12,-5l2534,1161r-2,-14l2592,1147r,-3l2590,1137r-58,-2l2534,1130r5,-12l2544,1115r12,-2xe" fillcolor="black" stroked="f">
                <v:path arrowok="t"/>
              </v:shape>
            </v:group>
            <v:group id="_x0000_s4448" style="position:absolute;left:2530;top:1101;width:60;height:36" coordorigin="2530,1101" coordsize="60,36">
              <v:shape id="_x0000_s4449" style="position:absolute;left:2530;top:1101;width:60;height:36" coordorigin="2530,1101" coordsize="60,36" path="m2556,1101r-5,l2539,1106r-9,7l2561,1113r12,7l2573,1123r5,12l2532,1135r58,2l2587,1123r-7,-10l2580,1111r-12,-8l2556,1101xe" fillcolor="black" stroked="f">
                <v:path arrowok="t"/>
              </v:shape>
            </v:group>
            <v:group id="_x0000_s4446" style="position:absolute;left:2642;top:1111;width:32;height:72" coordorigin="2642,1111" coordsize="32,72">
              <v:shape id="_x0000_s4447" style="position:absolute;left:2642;top:1111;width:32;height:72" coordorigin="2642,1111" coordsize="32,72" path="m2669,1111r-27,2l2652,1115r5,8l2659,1135r,48l2674,1183r,-48l2671,1120r-2,-9xe" fillcolor="black" stroked="f">
                <v:path arrowok="t"/>
              </v:shape>
            </v:group>
            <v:group id="_x0000_s4444" style="position:absolute;left:2609;top:1103;width:22;height:80" coordorigin="2609,1103" coordsize="22,80">
              <v:shape id="_x0000_s4445" style="position:absolute;left:2609;top:1103;width:22;height:80" coordorigin="2609,1103" coordsize="22,80" path="m2621,1103r-12,l2609,1183r12,l2621,1139r2,-9l2628,1118r2,l2621,1115r,-12xe" fillcolor="black" stroked="f">
                <v:path arrowok="t"/>
              </v:shape>
            </v:group>
            <v:group id="_x0000_s4442" style="position:absolute;left:2621;top:1101;width:48;height:17" coordorigin="2621,1101" coordsize="48,17">
              <v:shape id="_x0000_s4443" style="position:absolute;left:2621;top:1101;width:48;height:17" coordorigin="2621,1101" coordsize="48,17" path="m2645,1101r-3,l2630,1106r-9,9l2630,1118r12,-5l2669,1111r-10,-8l2645,1101xe" fillcolor="black" stroked="f">
                <v:path arrowok="t"/>
              </v:shape>
            </v:group>
            <v:group id="_x0000_s4440" style="position:absolute;left:2698;top:1171;width:27;height:15" coordorigin="2698,1171" coordsize="27,15">
              <v:shape id="_x0000_s4441" style="position:absolute;left:2698;top:1171;width:27;height:15" coordorigin="2698,1171" coordsize="27,15" path="m2722,1171r-5,2l2698,1175r4,8l2714,1185r10,-2l2722,1171xe" fillcolor="black" stroked="f">
                <v:path arrowok="t"/>
              </v:shape>
            </v:group>
            <v:group id="_x0000_s4436" style="position:absolute;left:2686;top:1077;width:36;height:99" coordorigin="2686,1077" coordsize="36,99">
              <v:shape id="_x0000_s4439" style="position:absolute;left:2686;top:1077;width:36;height:99" coordorigin="2686,1077" coordsize="36,99" path="m2710,1113r-15,l2695,1163r3,12l2717,1173r-5,-2l2710,1168r,-55xe" fillcolor="black" stroked="f">
                <v:path arrowok="t"/>
              </v:shape>
              <v:shape id="_x0000_s4438" style="position:absolute;left:2686;top:1077;width:36;height:99" coordorigin="2686,1077" coordsize="36,99" path="m2722,1103r-36,l2686,1113r36,l2722,1103xe" fillcolor="black" stroked="f">
                <v:path arrowok="t"/>
              </v:shape>
              <v:shape id="_x0000_s4437" style="position:absolute;left:2686;top:1077;width:36;height:99" coordorigin="2686,1077" coordsize="36,99" path="m2710,1077r-15,7l2695,1103r15,l2710,1077xe" fillcolor="black" stroked="f">
                <v:path arrowok="t"/>
              </v:shape>
            </v:group>
            <v:group id="_x0000_s4434" style="position:absolute;left:2770;top:1072;width:41;height:113" coordorigin="2770,1072" coordsize="41,113">
              <v:shape id="_x0000_s4435" style="position:absolute;left:2770;top:1072;width:41;height:113" coordorigin="2770,1072" coordsize="41,113" path="m2810,1072r-9,l2770,1185r9,l2810,1072xe" fillcolor="black" stroked="f">
                <v:path arrowok="t"/>
              </v:shape>
            </v:group>
            <v:group id="_x0000_s4432" style="position:absolute;left:2866;top:1075;width:82;height:108" coordorigin="2866,1075" coordsize="82,108">
              <v:shape id="_x0000_s4433" style="position:absolute;left:2866;top:1075;width:82;height:108" coordorigin="2866,1075" coordsize="82,108" path="m2945,1075r-79,l2866,1183r81,l2947,1171r-67,l2880,1132r60,l2940,1120r-60,l2880,1087r65,l2945,1075xe" fillcolor="black" stroked="f">
                <v:path arrowok="t"/>
              </v:shape>
            </v:group>
            <v:group id="_x0000_s4430" style="position:absolute;left:2972;top:1075;width:2;height:108" coordorigin="2972,1075" coordsize="2,108">
              <v:shape id="_x0000_s4431" style="position:absolute;left:2972;top:1075;width:2;height:108" coordorigin="2972,1075" coordsize="0,108" path="m2972,1075r,108e" filled="f" strokeweight=".7pt">
                <v:path arrowok="t"/>
              </v:shape>
            </v:group>
            <v:group id="_x0000_s4428" style="position:absolute;left:3007;top:1159;width:63;height:27" coordorigin="3007,1159" coordsize="63,27">
              <v:shape id="_x0000_s4429" style="position:absolute;left:3007;top:1159;width:63;height:27" coordorigin="3007,1159" coordsize="63,27" path="m3070,1159r-17,l3046,1171r-12,2l3007,1175r3,3l3019,1183r15,2l3046,1185r9,-7l3062,1173r8,-14xe" fillcolor="black" stroked="f">
                <v:path arrowok="t"/>
              </v:shape>
            </v:group>
            <v:group id="_x0000_s4426" style="position:absolute;left:2995;top:1113;width:75;height:63" coordorigin="2995,1113" coordsize="75,63">
              <v:shape id="_x0000_s4427" style="position:absolute;left:2995;top:1113;width:75;height:63" coordorigin="2995,1113" coordsize="75,63" path="m3034,1113r-27,l3002,1118r-4,12l2995,1144r,7l3000,1163r7,12l3034,1173r-5,l3017,1168r-7,-21l3070,1147r,-10l3010,1135r2,-5l3017,1118r5,-3l3034,1113xe" fillcolor="black" stroked="f">
                <v:path arrowok="t"/>
              </v:shape>
            </v:group>
            <v:group id="_x0000_s4424" style="position:absolute;left:3007;top:1101;width:63;height:36" coordorigin="3007,1101" coordsize="63,36">
              <v:shape id="_x0000_s4425" style="position:absolute;left:3007;top:1101;width:63;height:36" coordorigin="3007,1101" coordsize="63,36" path="m3034,1101r-5,l3017,1106r-10,7l3038,1113r12,7l3050,1123r5,12l3010,1135r60,2l3065,1123r-5,-10l3058,1111r-12,-8l3034,1101xe" fillcolor="black" stroked="f">
                <v:path arrowok="t"/>
              </v:shape>
            </v:group>
            <v:group id="_x0000_s4422" style="position:absolute;left:3166;top:1108;width:29;height:75" coordorigin="3166,1108" coordsize="29,75">
              <v:shape id="_x0000_s4423" style="position:absolute;left:3166;top:1108;width:29;height:75" coordorigin="3166,1108" coordsize="29,75" path="m3187,1108r-21,5l3173,1115r5,5l3180,1132r,51l3194,1183r,-56l3192,1118r-5,-10xe" fillcolor="black" stroked="f">
                <v:path arrowok="t"/>
              </v:shape>
            </v:group>
            <v:group id="_x0000_s4420" style="position:absolute;left:3120;top:1106;width:34;height:77" coordorigin="3120,1106" coordsize="34,77">
              <v:shape id="_x0000_s4421" style="position:absolute;left:3120;top:1106;width:34;height:77" coordorigin="3120,1106" coordsize="34,77" path="m3137,1106r-17,7l3130,1118r4,14l3134,1183r12,l3146,1130r5,-12l3154,1118r-10,-3l3137,1106xe" fillcolor="black" stroked="f">
                <v:path arrowok="t"/>
              </v:shape>
            </v:group>
            <v:group id="_x0000_s4418" style="position:absolute;left:3086;top:1103;width:22;height:80" coordorigin="3086,1103" coordsize="22,80">
              <v:shape id="_x0000_s4419" style="position:absolute;left:3086;top:1103;width:22;height:80" coordorigin="3086,1103" coordsize="22,80" path="m3098,1103r-12,l3086,1183r12,l3098,1137r3,-12l3108,1115r-10,l3098,1103xe" fillcolor="black" stroked="f">
                <v:path arrowok="t"/>
              </v:shape>
            </v:group>
            <v:group id="_x0000_s4416" style="position:absolute;left:3144;top:1101;width:44;height:17" coordorigin="3144,1101" coordsize="44,17">
              <v:shape id="_x0000_s4417" style="position:absolute;left:3144;top:1101;width:44;height:17" coordorigin="3144,1101" coordsize="44,17" path="m3168,1101r-2,l3154,1106r-10,9l3154,1118r12,-5l3187,1108r-5,-5l3168,1101xe" fillcolor="black" stroked="f">
                <v:path arrowok="t"/>
              </v:shape>
            </v:group>
            <v:group id="_x0000_s4414" style="position:absolute;left:3098;top:1101;width:39;height:15" coordorigin="3098,1101" coordsize="39,15">
              <v:shape id="_x0000_s4415" style="position:absolute;left:3098;top:1101;width:39;height:15" coordorigin="3098,1101" coordsize="39,15" path="m3122,1101r-2,l3108,1106r-10,9l3108,1115r12,-2l3137,1106r-3,-3l3122,1101xe" fillcolor="black" stroked="f">
                <v:path arrowok="t"/>
              </v:shape>
            </v:group>
            <v:group id="_x0000_s4412" style="position:absolute;left:3218;top:1159;width:63;height:27" coordorigin="3218,1159" coordsize="63,27">
              <v:shape id="_x0000_s4413" style="position:absolute;left:3218;top:1159;width:63;height:27" coordorigin="3218,1159" coordsize="63,27" path="m3281,1159r-15,l3259,1171r-12,2l3218,1175r15,8l3247,1185r12,l3269,1178r7,-5l3281,1159xe" fillcolor="black" stroked="f">
                <v:path arrowok="t"/>
              </v:shape>
            </v:group>
            <v:group id="_x0000_s4410" style="position:absolute;left:3209;top:1113;width:75;height:63" coordorigin="3209,1113" coordsize="75,63">
              <v:shape id="_x0000_s4411" style="position:absolute;left:3209;top:1113;width:75;height:63" coordorigin="3209,1113" coordsize="75,63" path="m3247,1113r-29,l3216,1118r-5,12l3209,1144r,7l3218,1175r29,-2l3242,1173r-12,-5l3226,1161r-3,-14l3283,1147r,-3l3281,1137r-58,-2l3226,1130r4,-12l3235,1115r12,-2xe" fillcolor="black" stroked="f">
                <v:path arrowok="t"/>
              </v:shape>
            </v:group>
            <v:group id="_x0000_s4408" style="position:absolute;left:3218;top:1101;width:63;height:36" coordorigin="3218,1101" coordsize="63,36">
              <v:shape id="_x0000_s4409" style="position:absolute;left:3218;top:1101;width:63;height:36" coordorigin="3218,1101" coordsize="63,36" path="m3247,1101r-5,l3230,1106r-12,7l3252,1113r12,7l3264,1123r5,12l3223,1135r58,2l3278,1123r-7,-10l3271,1111r-12,-8l3247,1101xe" fillcolor="black" stroked="f">
                <v:path arrowok="t"/>
              </v:shape>
            </v:group>
            <v:group id="_x0000_s4406" style="position:absolute;left:3334;top:1111;width:32;height:72" coordorigin="3334,1111" coordsize="32,72">
              <v:shape id="_x0000_s4407" style="position:absolute;left:3334;top:1111;width:32;height:72" coordorigin="3334,1111" coordsize="32,72" path="m3360,1111r-26,2l3343,1115r5,8l3350,1135r,48l3365,1183r,-48l3362,1120r-2,-9xe" fillcolor="black" stroked="f">
                <v:path arrowok="t"/>
              </v:shape>
            </v:group>
            <v:group id="_x0000_s4404" style="position:absolute;left:3300;top:1103;width:22;height:80" coordorigin="3300,1103" coordsize="22,80">
              <v:shape id="_x0000_s4405" style="position:absolute;left:3300;top:1103;width:22;height:80" coordorigin="3300,1103" coordsize="22,80" path="m3312,1103r-12,l3300,1183r12,l3312,1139r2,-9l3319,1118r3,l3312,1115r,-12xe" fillcolor="black" stroked="f">
                <v:path arrowok="t"/>
              </v:shape>
            </v:group>
            <v:group id="_x0000_s4402" style="position:absolute;left:3312;top:1101;width:48;height:17" coordorigin="3312,1101" coordsize="48,17">
              <v:shape id="_x0000_s4403" style="position:absolute;left:3312;top:1101;width:48;height:17" coordorigin="3312,1101" coordsize="48,17" path="m3336,1101r-2,l3322,1106r-10,9l3322,1118r12,-5l3360,1111r-10,-8l3336,1101xe" fillcolor="black" stroked="f">
                <v:path arrowok="t"/>
              </v:shape>
            </v:group>
            <v:group id="_x0000_s4400" style="position:absolute;left:3389;top:1171;width:27;height:15" coordorigin="3389,1171" coordsize="27,15">
              <v:shape id="_x0000_s4401" style="position:absolute;left:3389;top:1171;width:27;height:15" coordorigin="3389,1171" coordsize="27,15" path="m3413,1171r-5,2l3389,1175r5,8l3406,1185r9,-2l3413,1171xe" fillcolor="black" stroked="f">
                <v:path arrowok="t"/>
              </v:shape>
            </v:group>
            <v:group id="_x0000_s4396" style="position:absolute;left:3377;top:1077;width:36;height:99" coordorigin="3377,1077" coordsize="36,99">
              <v:shape id="_x0000_s4399" style="position:absolute;left:3377;top:1077;width:36;height:99" coordorigin="3377,1077" coordsize="36,99" path="m3401,1113r-15,l3386,1163r3,12l3408,1173r-5,-2l3401,1168r,-55xe" fillcolor="black" stroked="f">
                <v:path arrowok="t"/>
              </v:shape>
              <v:shape id="_x0000_s4398" style="position:absolute;left:3377;top:1077;width:36;height:99" coordorigin="3377,1077" coordsize="36,99" path="m3413,1103r-36,l3377,1113r36,l3413,1103xe" fillcolor="black" stroked="f">
                <v:path arrowok="t"/>
              </v:shape>
              <v:shape id="_x0000_s4397" style="position:absolute;left:3377;top:1077;width:36;height:99" coordorigin="3377,1077" coordsize="36,99" path="m3401,1077r-15,7l3386,1103r15,l3401,1077xe" fillcolor="black" stroked="f">
                <v:path arrowok="t"/>
              </v:shape>
            </v:group>
            <w10:wrap anchorx="page"/>
          </v:group>
        </w:pict>
      </w:r>
      <w:r>
        <w:rPr>
          <w:color w:val="F79646" w:themeColor="accent6"/>
        </w:rPr>
        <w:pict>
          <v:group id="_x0000_s4237" style="position:absolute;left:0;text-align:left;margin-left:340.55pt;margin-top:72.55pt;width:76.7pt;height:17.2pt;z-index:-55096;mso-position-horizontal-relative:page" coordorigin="6811,1451" coordsize="1534,344">
            <v:group id="_x0000_s4393" style="position:absolute;left:6862;top:1550;width:46;height:32" coordorigin="6862,1550" coordsize="46,32">
              <v:shape id="_x0000_s4394" style="position:absolute;left:6862;top:1550;width:46;height:32" coordorigin="6862,1550" coordsize="46,32" path="m6893,1550r-3,12l6881,1571r-7,5l6862,1579r28,2l6895,1579r7,-10l6907,1555r-14,-5xe" fillcolor="black" stroked="f">
                <v:path arrowok="t"/>
              </v:shape>
            </v:group>
            <v:group id="_x0000_s4391" style="position:absolute;left:6862;top:1487;width:46;height:27" coordorigin="6862,1487" coordsize="46,27">
              <v:shape id="_x0000_s4392" style="position:absolute;left:6862;top:1487;width:46;height:27" coordorigin="6862,1487" coordsize="46,27" path="m6890,1487r-28,3l6869,1490r12,7l6886,1502r7,12l6907,1509r-2,l6900,1497r-10,-10xe" fillcolor="black" stroked="f">
                <v:path arrowok="t"/>
              </v:shape>
            </v:group>
            <v:group id="_x0000_s4389" style="position:absolute;left:6811;top:1478;width:80;height:113" coordorigin="6811,1478" coordsize="80,113">
              <v:shape id="_x0000_s4390" style="position:absolute;left:6811;top:1478;width:80;height:113" coordorigin="6811,1478" coordsize="80,113" path="m6862,1478r-15,2l6835,1485r-9,7l6816,1504r,3l6811,1521r,17l6814,1550r2,14l6823,1576r10,7l6835,1586r12,5l6866,1591r15,-3l6890,1581r-28,-2l6854,1579r-12,-5l6838,1569r-8,-12l6826,1547r,-21l6890,1487r-2,-2l6876,1480r-14,-2xe" fillcolor="black" stroked="f">
                <v:path arrowok="t"/>
              </v:shape>
            </v:group>
            <v:group id="_x0000_s4387" style="position:absolute;left:6854;top:1451;width:32;height:22" coordorigin="6854,1451" coordsize="32,22">
              <v:shape id="_x0000_s4388" style="position:absolute;left:6854;top:1451;width:32;height:22" coordorigin="6854,1451" coordsize="32,22" path="m6886,1451r-15,l6862,1466r-8,7l6869,1473r17,-22xe" fillcolor="black" stroked="f">
                <v:path arrowok="t"/>
              </v:shape>
            </v:group>
            <v:group id="_x0000_s4385" style="position:absolute;left:6838;top:1451;width:24;height:22" coordorigin="6838,1451" coordsize="24,22">
              <v:shape id="_x0000_s4386" style="position:absolute;left:6838;top:1451;width:24;height:22" coordorigin="6838,1451" coordsize="24,22" path="m6854,1451r-16,l6854,1473r8,-7l6854,1451xe" fillcolor="black" stroked="f">
                <v:path arrowok="t"/>
              </v:shape>
            </v:group>
            <v:group id="_x0000_s4383" style="position:absolute;left:6922;top:1559;width:60;height:32" coordorigin="6922,1559" coordsize="60,32">
              <v:shape id="_x0000_s4384" style="position:absolute;left:6922;top:1559;width:60;height:32" coordorigin="6922,1559" coordsize="60,32" path="m6934,1559r-12,l6924,1571r7,12l6941,1591r17,l6972,1588r10,-7l6953,1581r-12,-5l6938,1571r-4,-12xe" fillcolor="black" stroked="f">
                <v:path arrowok="t"/>
              </v:shape>
            </v:group>
            <v:group id="_x0000_s4381" style="position:absolute;left:6955;top:1535;width:36;height:46" coordorigin="6955,1535" coordsize="36,46">
              <v:shape id="_x0000_s4382" style="position:absolute;left:6955;top:1535;width:36;height:46" coordorigin="6955,1535" coordsize="36,46" path="m6984,1535r-24,l6972,1543r2,2l6977,1557r,5l6972,1574r-5,2l6955,1581r27,l6989,1569r2,-12l6991,1552r-5,-12l6984,1535xe" fillcolor="black" stroked="f">
                <v:path arrowok="t"/>
              </v:shape>
            </v:group>
            <v:group id="_x0000_s4379" style="position:absolute;left:6946;top:1526;width:39;height:12" coordorigin="6946,1526" coordsize="39,12">
              <v:shape id="_x0000_s4380" style="position:absolute;left:6946;top:1526;width:39;height:12" coordorigin="6946,1526" coordsize="39,12" path="m6950,1526r-2,l6946,1538r9,-3l6984,1535r-12,-4l6950,1526xe" fillcolor="black" stroked="f">
                <v:path arrowok="t"/>
              </v:shape>
            </v:group>
            <v:group id="_x0000_s4377" style="position:absolute;left:6922;top:1487;width:34;height:24" coordorigin="6922,1487" coordsize="34,24">
              <v:shape id="_x0000_s4378" style="position:absolute;left:6922;top:1487;width:34;height:24" coordorigin="6922,1487" coordsize="34,24" path="m6934,1487r-8,8l6922,1509r14,2l6936,1507r5,-12l6943,1495r12,-5l6934,1487xe" fillcolor="black" stroked="f">
                <v:path arrowok="t"/>
              </v:shape>
            </v:group>
            <v:group id="_x0000_s4375" style="position:absolute;left:6934;top:1480;width:53;height:51" coordorigin="6934,1480" coordsize="53,51">
              <v:shape id="_x0000_s4376" style="position:absolute;left:6934;top:1480;width:53;height:51" coordorigin="6934,1480" coordsize="53,51" path="m6955,1480r-12,l6934,1487r21,3l6967,1495r5,14l6972,1511r-7,10l6962,1523r-12,3l6972,1531r12,-10l6986,1509r,-2l6984,1495r-12,-12l6967,1483r-12,-3xe" fillcolor="black" stroked="f">
                <v:path arrowok="t"/>
              </v:shape>
            </v:group>
            <v:group id="_x0000_s4373" style="position:absolute;left:7006;top:1480;width:72;height:111" coordorigin="7006,1480" coordsize="72,111">
              <v:shape id="_x0000_s4374" style="position:absolute;left:7006;top:1480;width:72;height:111" coordorigin="7006,1480" coordsize="72,111" path="m7078,1480r-72,l7006,1495r55,l7056,1499r-14,24l7037,1533r-10,24l7027,1564r-5,15l7022,1591r15,l7037,1586r2,-15l7042,1559r2,-14l7051,1533r5,-12l7061,1514r9,-12l7078,1492r,-12xe" fillcolor="black" stroked="f">
                <v:path arrowok="t"/>
              </v:shape>
            </v:group>
            <v:group id="_x0000_s4371" style="position:absolute;left:7138;top:1478;width:36;height:144" coordorigin="7138,1478" coordsize="36,144">
              <v:shape id="_x0000_s4372" style="position:absolute;left:7138;top:1478;width:36;height:144" coordorigin="7138,1478" coordsize="36,144" path="m7174,1478r-10,l7162,1480r-15,24l7142,1516r-2,7l7138,1535r,27l7140,1576r10,24l7157,1612r7,10l7174,1622r-5,-7l7162,1600r-5,-12l7154,1576r-2,-14l7152,1535r2,-14l7164,1492r10,-14xe" fillcolor="black" stroked="f">
                <v:path arrowok="t"/>
              </v:shape>
            </v:group>
            <v:group id="_x0000_s4367" style="position:absolute;left:7178;top:1490;width:44;height:101" coordorigin="7178,1490" coordsize="44,101">
              <v:shape id="_x0000_s4370" style="position:absolute;left:7178;top:1490;width:44;height:101" coordorigin="7178,1490" coordsize="44,101" path="m7205,1521r-15,l7190,1591r15,l7205,1521xe" fillcolor="black" stroked="f">
                <v:path arrowok="t"/>
              </v:shape>
              <v:shape id="_x0000_s4369" style="position:absolute;left:7178;top:1490;width:44;height:101" coordorigin="7178,1490" coordsize="44,101" path="m7222,1511r-44,l7178,1521r44,l7222,1511xe" fillcolor="black" stroked="f">
                <v:path arrowok="t"/>
              </v:shape>
              <v:shape id="_x0000_s4368" style="position:absolute;left:7178;top:1490;width:44;height:101" coordorigin="7178,1490" coordsize="44,101" path="m7217,1490r-24,l7190,1502r,9l7205,1511r,-9l7207,1492r10,-2xe" fillcolor="black" stroked="f">
                <v:path arrowok="t"/>
              </v:shape>
            </v:group>
            <v:group id="_x0000_s4365" style="position:absolute;left:7193;top:1478;width:34;height:15" coordorigin="7193,1478" coordsize="34,15">
              <v:shape id="_x0000_s4366" style="position:absolute;left:7193;top:1478;width:34;height:15" coordorigin="7193,1478" coordsize="34,15" path="m7214,1478r-2,l7200,1480r-7,10l7217,1490r7,2l7226,1480r-12,-2xe" fillcolor="black" stroked="f">
                <v:path arrowok="t"/>
              </v:shape>
            </v:group>
            <v:group id="_x0000_s4363" style="position:absolute;left:7265;top:1478;width:41;height:113" coordorigin="7265,1478" coordsize="41,113">
              <v:shape id="_x0000_s4364" style="position:absolute;left:7265;top:1478;width:41;height:113" coordorigin="7265,1478" coordsize="41,113" path="m7306,1478r-10,l7265,1591r9,l7306,1478xe" fillcolor="black" stroked="f">
                <v:path arrowok="t"/>
              </v:shape>
            </v:group>
            <v:group id="_x0000_s4359" style="position:absolute;left:7308;top:1490;width:41;height:101" coordorigin="7308,1490" coordsize="41,101">
              <v:shape id="_x0000_s4362" style="position:absolute;left:7308;top:1490;width:41;height:101" coordorigin="7308,1490" coordsize="41,101" path="m7332,1521r-12,l7320,1591r12,l7332,1521xe" fillcolor="black" stroked="f">
                <v:path arrowok="t"/>
              </v:shape>
              <v:shape id="_x0000_s4361" style="position:absolute;left:7308;top:1490;width:41;height:101" coordorigin="7308,1490" coordsize="41,101" path="m7349,1511r-41,l7308,1521r41,l7349,1511xe" fillcolor="black" stroked="f">
                <v:path arrowok="t"/>
              </v:shape>
              <v:shape id="_x0000_s4360" style="position:absolute;left:7308;top:1490;width:41;height:101" coordorigin="7308,1490" coordsize="41,101" path="m7344,1490r-24,l7320,1511r12,l7332,1502r5,-10l7344,1490xe" fillcolor="black" stroked="f">
                <v:path arrowok="t"/>
              </v:shape>
            </v:group>
            <v:group id="_x0000_s4357" style="position:absolute;left:7320;top:1478;width:34;height:15" coordorigin="7320,1478" coordsize="34,15">
              <v:shape id="_x0000_s4358" style="position:absolute;left:7320;top:1478;width:34;height:15" coordorigin="7320,1478" coordsize="34,15" path="m7342,1478r-15,2l7320,1490r24,l7354,1492r,-12l7342,1478xe" fillcolor="black" stroked="f">
                <v:path arrowok="t"/>
              </v:shape>
            </v:group>
            <v:group id="_x0000_s4355" style="position:absolute;left:7399;top:1545;width:75;height:15" coordorigin="7399,1545" coordsize="75,15">
              <v:shape id="_x0000_s4356" style="position:absolute;left:7399;top:1545;width:75;height:15" coordorigin="7399,1545" coordsize="75,15" path="m7399,1552r75,e" filled="f" strokeweight=".82pt">
                <v:path arrowok="t"/>
              </v:shape>
            </v:group>
            <v:group id="_x0000_s4353" style="position:absolute;left:7399;top:1514;width:75;height:12" coordorigin="7399,1514" coordsize="75,12">
              <v:shape id="_x0000_s4354" style="position:absolute;left:7399;top:1514;width:75;height:12" coordorigin="7399,1514" coordsize="75,12" path="m7399,1520r75,e" filled="f" strokeweight=".7pt">
                <v:path arrowok="t"/>
              </v:shape>
            </v:group>
            <v:group id="_x0000_s4351" style="position:absolute;left:7486;top:1487;width:72;height:104" coordorigin="7486,1487" coordsize="72,104">
              <v:shape id="_x0000_s4352" style="position:absolute;left:7486;top:1487;width:72;height:104" coordorigin="7486,1487" coordsize="72,104" path="m7548,1487r-24,3l7526,1490r12,7l7541,1497r5,12l7543,1514r-5,12l7536,1531r-10,7l7514,1550r-9,7l7498,1567r-3,2l7488,1581r-2,10l7558,1591r,-15l7505,1576r5,-7l7514,1567r12,-12l7538,1545r8,-10l7548,1533r7,-10l7558,1509r,-10l7548,1487xe" fillcolor="black" stroked="f">
                <v:path arrowok="t"/>
              </v:shape>
            </v:group>
            <v:group id="_x0000_s4349" style="position:absolute;left:7488;top:1480;width:60;height:34" coordorigin="7488,1480" coordsize="60,34">
              <v:shape id="_x0000_s4350" style="position:absolute;left:7488;top:1480;width:60;height:34" coordorigin="7488,1480" coordsize="60,34" path="m7524,1480r-14,l7500,1487r-7,10l7488,1511r14,3l7502,1509r5,-12l7510,1495r14,-5l7548,1487r-10,-4l7524,1480xe" fillcolor="black" stroked="f">
                <v:path arrowok="t"/>
              </v:shape>
            </v:group>
            <v:group id="_x0000_s4346" style="position:absolute;left:7570;top:1480;width:75;height:111" coordorigin="7570,1480" coordsize="75,111">
              <v:shape id="_x0000_s4348" style="position:absolute;left:7570;top:1480;width:75;height:111" coordorigin="7570,1480" coordsize="75,111" path="m7630,1564r-12,l7618,1591r12,l7630,1564xe" fillcolor="black" stroked="f">
                <v:path arrowok="t"/>
              </v:shape>
              <v:shape id="_x0000_s4347" style="position:absolute;left:7570;top:1480;width:75;height:111" coordorigin="7570,1480" coordsize="75,111" path="m7630,1480r-12,l7570,1550r,14l7644,1564r,-14l7582,1550r36,-48l7630,1480xe" fillcolor="black" stroked="f">
                <v:path arrowok="t"/>
              </v:shape>
            </v:group>
            <v:group id="_x0000_s4344" style="position:absolute;left:7618;top:1480;width:12;height:70" coordorigin="7618,1480" coordsize="12,70">
              <v:shape id="_x0000_s4345" style="position:absolute;left:7618;top:1480;width:12;height:70" coordorigin="7618,1480" coordsize="12,70" path="m7630,1480r-12,22l7618,1550r12,l7630,1480xe" fillcolor="black" stroked="f">
                <v:path arrowok="t"/>
              </v:shape>
            </v:group>
            <v:group id="_x0000_s4342" style="position:absolute;left:7658;top:1485;width:36;height:96" coordorigin="7658,1485" coordsize="36,96">
              <v:shape id="_x0000_s4343" style="position:absolute;left:7658;top:1485;width:36;height:96" coordorigin="7658,1485" coordsize="36,96" path="m7675,1485r-7,7l7663,1504r-2,3l7658,1521r,22l7661,1559r2,12l7670,1581r24,l7690,1579r-12,-8l7675,1564r-2,-12l7673,1521r2,-12l7682,1495r12,-5l7675,1485xe" fillcolor="black" stroked="f">
                <v:path arrowok="t"/>
              </v:shape>
            </v:group>
            <v:group id="_x0000_s4340" style="position:absolute;left:7670;top:1480;width:60;height:111" coordorigin="7670,1480" coordsize="60,111">
              <v:shape id="_x0000_s4341" style="position:absolute;left:7670;top:1480;width:60;height:111" coordorigin="7670,1480" coordsize="60,111" path="m7694,1480r-7,l7675,1485r19,5l7699,1492r12,7l7714,1507r2,12l7716,1547r-2,15l7711,1571r-5,5l7694,1581r-24,l7680,1588r14,3l7704,1591r10,-5l7721,1579r5,-12l7728,1564r2,-14l7730,1521r-2,-12l7726,1507r-5,-15l7711,1483r-2,l7694,1480xe" fillcolor="black" stroked="f">
                <v:path arrowok="t"/>
              </v:shape>
            </v:group>
            <v:group id="_x0000_s4338" style="position:absolute;left:7738;top:1478;width:44;height:113" coordorigin="7738,1478" coordsize="44,113">
              <v:shape id="_x0000_s4339" style="position:absolute;left:7738;top:1478;width:44;height:113" coordorigin="7738,1478" coordsize="44,113" path="m7781,1478r-12,l7738,1591r9,l7781,1478xe" fillcolor="black" stroked="f">
                <v:path arrowok="t"/>
              </v:shape>
            </v:group>
            <v:group id="_x0000_s4336" style="position:absolute;left:7786;top:1559;width:63;height:32" coordorigin="7786,1559" coordsize="63,32">
              <v:shape id="_x0000_s4337" style="position:absolute;left:7786;top:1559;width:63;height:32" coordorigin="7786,1559" coordsize="63,32" path="m7800,1559r-14,l7790,1571r8,12l7807,1588r15,3l7824,1591r14,-3l7848,1581r-29,l7807,1576r-2,-5l7800,1559xe" fillcolor="black" stroked="f">
                <v:path arrowok="t"/>
              </v:shape>
            </v:group>
            <v:group id="_x0000_s4334" style="position:absolute;left:7822;top:1535;width:36;height:46" coordorigin="7822,1535" coordsize="36,46">
              <v:shape id="_x0000_s4335" style="position:absolute;left:7822;top:1535;width:36;height:46" coordorigin="7822,1535" coordsize="36,46" path="m7850,1535r-24,l7838,1543r3,2l7846,1557r-3,5l7838,1574r-4,2l7822,1581r26,l7855,1569r3,-12l7858,1552r-5,-12l7850,1535xe" fillcolor="black" stroked="f">
                <v:path arrowok="t"/>
              </v:shape>
            </v:group>
            <v:group id="_x0000_s4332" style="position:absolute;left:7814;top:1526;width:36;height:12" coordorigin="7814,1526" coordsize="36,12">
              <v:shape id="_x0000_s4333" style="position:absolute;left:7814;top:1526;width:36;height:12" coordorigin="7814,1526" coordsize="36,12" path="m7817,1526r-3,l7814,1538r10,-3l7850,1535r-12,-4l7841,1531r-24,-5xe" fillcolor="black" stroked="f">
                <v:path arrowok="t"/>
              </v:shape>
            </v:group>
            <v:group id="_x0000_s4330" style="position:absolute;left:7788;top:1487;width:34;height:24" coordorigin="7788,1487" coordsize="34,24">
              <v:shape id="_x0000_s4331" style="position:absolute;left:7788;top:1487;width:34;height:24" coordorigin="7788,1487" coordsize="34,24" path="m7800,1487r-7,8l7788,1509r14,2l7802,1507r5,-12l7810,1495r12,-5l7800,1487xe" fillcolor="black" stroked="f">
                <v:path arrowok="t"/>
              </v:shape>
            </v:group>
            <v:group id="_x0000_s4328" style="position:absolute;left:7800;top:1480;width:53;height:51" coordorigin="7800,1480" coordsize="53,51">
              <v:shape id="_x0000_s4329" style="position:absolute;left:7800;top:1480;width:53;height:51" coordorigin="7800,1480" coordsize="53,51" path="m7822,1480r-12,l7800,1487r22,3l7834,1495r7,14l7838,1511r-4,10l7831,1523r-14,3l7841,1531r7,-10l7853,1509r,-2l7848,1495r,-3l7838,1483r-4,l7822,1480xe" fillcolor="black" stroked="f">
                <v:path arrowok="t"/>
              </v:shape>
            </v:group>
            <v:group id="_x0000_s4326" style="position:absolute;left:7884;top:1528;width:60;height:63" coordorigin="7884,1528" coordsize="60,63">
              <v:shape id="_x0000_s4327" style="position:absolute;left:7884;top:1528;width:60;height:63" coordorigin="7884,1528" coordsize="60,63" path="m7934,1528r-26,3l7913,1531r12,4l7927,1540r3,15l7930,1562r-5,12l7922,1576r-12,5l7884,1583r12,5l7910,1591r5,l7944,1555r,-3l7942,1538r-8,-10xe" fillcolor="black" stroked="f">
                <v:path arrowok="t"/>
              </v:shape>
            </v:group>
            <v:group id="_x0000_s4324" style="position:absolute;left:7884;top:1519;width:51;height:15" coordorigin="7884,1519" coordsize="51,15">
              <v:shape id="_x0000_s4325" style="position:absolute;left:7884;top:1519;width:51;height:15" coordorigin="7884,1519" coordsize="51,15" path="m7910,1519r-14,4l7894,1523r-10,10l7896,1533r12,-2l7934,1528r-9,-7l7910,1519xe" fillcolor="black" stroked="f">
                <v:path arrowok="t"/>
              </v:shape>
            </v:group>
            <v:group id="_x0000_s4322" style="position:absolute;left:7910;top:1487;width:32;height:22" coordorigin="7910,1487" coordsize="32,22">
              <v:shape id="_x0000_s4323" style="position:absolute;left:7910;top:1487;width:32;height:22" coordorigin="7910,1487" coordsize="32,22" path="m7932,1487r-22,3l7913,1490r9,7l7930,1509r12,-2l7939,1497r-7,-10xe" fillcolor="black" stroked="f">
                <v:path arrowok="t"/>
              </v:shape>
            </v:group>
            <v:group id="_x0000_s4320" style="position:absolute;left:7872;top:1480;width:60;height:104" coordorigin="7872,1480" coordsize="60,104">
              <v:shape id="_x0000_s4321" style="position:absolute;left:7872;top:1480;width:60;height:104" coordorigin="7872,1480" coordsize="60,104" path="m7910,1480r-4,l7894,1483r-15,14l7874,1509r-2,14l7872,1557r5,12l7884,1583r26,-2l7898,1576r-9,-9l7886,1555r,-8l7894,1535r2,-2l7884,1533r48,-46l7925,1483r-15,-3xe" fillcolor="black" stroked="f">
                <v:path arrowok="t"/>
              </v:shape>
            </v:group>
            <v:group id="_x0000_s4318" style="position:absolute;left:7958;top:1485;width:34;height:96" coordorigin="7958,1485" coordsize="34,96">
              <v:shape id="_x0000_s4319" style="position:absolute;left:7958;top:1485;width:34;height:96" coordorigin="7958,1485" coordsize="34,96" path="m7973,1485r-5,7l7961,1504r,3l7958,1521r,38l7963,1571r5,10l7992,1581r-5,-2l7978,1571r-3,-7l7973,1552r-3,-17l7970,1521r3,-12l7980,1495r12,-5l7973,1485xe" fillcolor="black" stroked="f">
                <v:path arrowok="t"/>
              </v:shape>
            </v:group>
            <v:group id="_x0000_s4316" style="position:absolute;left:7968;top:1480;width:60;height:111" coordorigin="7968,1480" coordsize="60,111">
              <v:shape id="_x0000_s4317" style="position:absolute;left:7968;top:1480;width:60;height:111" coordorigin="7968,1480" coordsize="60,111" path="m7992,1480r-7,l7973,1485r19,5l7999,1492r10,7l8011,1507r3,12l8016,1535r-2,12l8014,1562r-5,9l8004,1576r-12,5l7968,1581r12,7l7992,1591r10,l8014,1586r4,-7l8026,1567r,-3l8028,1550r,-29l8026,1509r,-2l8021,1492r-3,l8009,1483r-3,l7992,1480xe" fillcolor="black" stroked="f">
                <v:path arrowok="t"/>
              </v:shape>
            </v:group>
            <v:group id="_x0000_s4314" style="position:absolute;left:8093;top:1480;width:60;height:111" coordorigin="8093,1480" coordsize="60,111">
              <v:shape id="_x0000_s4315" style="position:absolute;left:8093;top:1480;width:60;height:111" coordorigin="8093,1480" coordsize="60,111" path="m8153,1480r-19,l8107,1557r-2,5l8100,1574r-7,17l8107,1591r31,-94l8153,1480xe" fillcolor="black" stroked="f">
                <v:path arrowok="t"/>
              </v:shape>
            </v:group>
            <v:group id="_x0000_s4312" style="position:absolute;left:8138;top:1480;width:15;height:111" coordorigin="8138,1480" coordsize="15,111">
              <v:shape id="_x0000_s4313" style="position:absolute;left:8138;top:1480;width:15;height:111" coordorigin="8138,1480" coordsize="15,111" path="m8153,1480r-15,17l8138,1591r15,l8153,1480xe" fillcolor="black" stroked="f">
                <v:path arrowok="t"/>
              </v:shape>
            </v:group>
            <v:group id="_x0000_s4310" style="position:absolute;left:8047;top:1480;width:22;height:111" coordorigin="8047,1480" coordsize="22,111">
              <v:shape id="_x0000_s4311" style="position:absolute;left:8047;top:1480;width:22;height:111" coordorigin="8047,1480" coordsize="22,111" path="m8069,1480r-22,l8047,1591r15,l8062,1497r7,-17xe" fillcolor="black" stroked="f">
                <v:path arrowok="t"/>
              </v:shape>
            </v:group>
            <v:group id="_x0000_s4308" style="position:absolute;left:8062;top:1480;width:39;height:111" coordorigin="8062,1480" coordsize="39,111">
              <v:shape id="_x0000_s4309" style="position:absolute;left:8062;top:1480;width:39;height:111" coordorigin="8062,1480" coordsize="39,111" path="m8069,1480r-7,17l8093,1591r7,-17l8100,1571r-5,-14l8069,1480xe" fillcolor="black" stroked="f">
                <v:path arrowok="t"/>
              </v:shape>
            </v:group>
            <v:group id="_x0000_s4306" style="position:absolute;left:8191;top:1485;width:70;height:51" coordorigin="8191,1485" coordsize="70,51">
              <v:shape id="_x0000_s4307" style="position:absolute;left:8191;top:1485;width:70;height:51" coordorigin="8191,1485" coordsize="70,51" path="m8249,1485r-31,7l8232,1495r10,4l8244,1511r,5l8239,1528r-5,3l8191,1531r60,4l8258,1526r3,-15l8261,1509r-5,-12l8249,1485xe" fillcolor="black" stroked="f">
                <v:path arrowok="t"/>
              </v:shape>
            </v:group>
            <v:group id="_x0000_s4304" style="position:absolute;left:8177;top:1480;width:75;height:111" coordorigin="8177,1480" coordsize="75,111">
              <v:shape id="_x0000_s4305" style="position:absolute;left:8177;top:1480;width:75;height:111" coordorigin="8177,1480" coordsize="75,111" path="m8234,1480r-57,l8177,1591r14,l8191,1545r39,l8242,1540r9,-5l8191,1531r,-39l8218,1492r31,-7l8246,1485r-12,-5xe" fillcolor="black" stroked="f">
                <v:path arrowok="t"/>
              </v:shape>
            </v:group>
            <v:group id="_x0000_s4302" style="position:absolute;left:8280;top:1579;width:48;height:12" coordorigin="8280,1579" coordsize="48,12">
              <v:shape id="_x0000_s4303" style="position:absolute;left:8280;top:1579;width:48;height:12" coordorigin="8280,1579" coordsize="48,12" path="m8316,1579r-36,7l8285,1588r14,3l8302,1591r12,-3l8316,1588r12,-7l8316,1579xe" fillcolor="black" stroked="f">
                <v:path arrowok="t"/>
              </v:shape>
            </v:group>
            <v:group id="_x0000_s4300" style="position:absolute;left:8273;top:1545;width:56;height:41" coordorigin="8273,1545" coordsize="56,41">
              <v:shape id="_x0000_s4301" style="position:absolute;left:8273;top:1545;width:56;height:41" coordorigin="8273,1545" coordsize="56,41" path="m8292,1545r-10,5l8275,1557r-2,12l8273,1574r7,12l8304,1581r-12,-5l8287,1569r3,-7l8294,1557r10,-2l8328,1550r-36,-5xe" fillcolor="black" stroked="f">
                <v:path arrowok="t"/>
              </v:shape>
            </v:group>
            <v:group id="_x0000_s4298" style="position:absolute;left:8275;top:1519;width:34;height:17" coordorigin="8275,1519" coordsize="34,17">
              <v:shape id="_x0000_s4299" style="position:absolute;left:8275;top:1519;width:34;height:17" coordorigin="8275,1519" coordsize="34,17" path="m8309,1519r-29,l8280,1521r-5,12l8287,1535r,-2l8294,1523r15,-4xe" fillcolor="black" stroked="f">
                <v:path arrowok="t"/>
              </v:shape>
            </v:group>
            <v:group id="_x0000_s4296" style="position:absolute;left:8280;top:1509;width:65;height:82" coordorigin="8280,1509" coordsize="65,82">
              <v:shape id="_x0000_s4297" style="position:absolute;left:8280;top:1509;width:65;height:82" coordorigin="8280,1509" coordsize="65,82" path="m8323,1509r-19,l8292,1511r-12,8l8309,1519r2,2l8323,1523r5,12l8328,1538r-10,2l8304,1543r-12,2l8328,1550r,5l8326,1569r-10,10l8328,1581r2,10l8345,1591r-3,-10l8342,1574r-2,-17l8340,1526r-5,-10l8326,1511r-3,-2xe" fillcolor="black" stroked="f">
                <v:path arrowok="t"/>
              </v:shape>
            </v:group>
            <v:group id="_x0000_s4294" style="position:absolute;left:7224;top:1627;width:15;height:8" coordorigin="7224,1627" coordsize="15,8">
              <v:shape id="_x0000_s4295" style="position:absolute;left:7224;top:1627;width:15;height:8" coordorigin="7224,1627" coordsize="15,8" path="m7238,1627r-14,l7224,1634r10,l7238,1627xe" fillcolor="black" stroked="f">
                <v:path arrowok="t"/>
              </v:shape>
            </v:group>
            <v:group id="_x0000_s4292" style="position:absolute;left:7222;top:1579;width:17;height:39" coordorigin="7222,1579" coordsize="17,39">
              <v:shape id="_x0000_s4293" style="position:absolute;left:7222;top:1579;width:17;height:39" coordorigin="7222,1579" coordsize="17,39" path="m7229,1579r-7,l7236,1617r2,-7l7238,1607r-9,-28xe" fillcolor="black" stroked="f">
                <v:path arrowok="t"/>
              </v:shape>
            </v:group>
            <v:group id="_x0000_s4290" style="position:absolute;left:7231;top:1579;width:27;height:48" coordorigin="7231,1579" coordsize="27,48">
              <v:shape id="_x0000_s4291" style="position:absolute;left:7231;top:1579;width:27;height:48" coordorigin="7231,1579" coordsize="27,48" path="m7258,1579r-8,l7241,1600r,3l7236,1617r,2l7234,1624r-3,3l7238,1627r3,-8l7258,1579xe" fillcolor="black" stroked="f">
                <v:path arrowok="t"/>
              </v:shape>
            </v:group>
            <v:group id="_x0000_s4288" style="position:absolute;left:7327;top:1653;width:82;height:111" coordorigin="7327,1653" coordsize="82,111">
              <v:shape id="_x0000_s4289" style="position:absolute;left:7327;top:1653;width:82;height:111" coordorigin="7327,1653" coordsize="82,111" path="m7406,1653r-79,l7327,1763r82,l7409,1751r-67,l7342,1713r60,l7402,1699r-60,l7342,1665r64,l7406,1653xe" fillcolor="black" stroked="f">
                <v:path arrowok="t"/>
              </v:shape>
            </v:group>
            <v:group id="_x0000_s4286" style="position:absolute;left:7469;top:1720;width:72;height:12" coordorigin="7469,1720" coordsize="72,12">
              <v:shape id="_x0000_s4287" style="position:absolute;left:7469;top:1720;width:72;height:12" coordorigin="7469,1720" coordsize="72,12" path="m7469,1726r72,e" filled="f" strokeweight=".7pt">
                <v:path arrowok="t"/>
              </v:shape>
            </v:group>
            <v:group id="_x0000_s4284" style="position:absolute;left:7469;top:1687;width:72;height:12" coordorigin="7469,1687" coordsize="72,12">
              <v:shape id="_x0000_s4285" style="position:absolute;left:7469;top:1687;width:72;height:12" coordorigin="7469,1687" coordsize="72,12" path="m7469,1693r72,e" filled="f" strokeweight=".7pt">
                <v:path arrowok="t"/>
              </v:shape>
            </v:group>
            <v:group id="_x0000_s4282" style="position:absolute;left:7553;top:1660;width:75;height:104" coordorigin="7553,1660" coordsize="75,104">
              <v:shape id="_x0000_s4283" style="position:absolute;left:7553;top:1660;width:75;height:104" coordorigin="7553,1660" coordsize="75,104" path="m7618,1660r-27,3l7596,1663r12,7l7613,1682r,5l7606,1699r-3,4l7596,1711r-14,12l7572,1730r-7,9l7562,1742r-7,12l7553,1763r74,l7627,1751r-55,l7579,1742r3,-3l7594,1730r2,-3l7608,1718r10,-10l7627,1684r-2,-12l7618,1660xe" fillcolor="black" stroked="f">
                <v:path arrowok="t"/>
              </v:shape>
            </v:group>
            <v:group id="_x0000_s4280" style="position:absolute;left:7558;top:1653;width:60;height:34" coordorigin="7558,1653" coordsize="60,34">
              <v:shape id="_x0000_s4281" style="position:absolute;left:7558;top:1653;width:60;height:34" coordorigin="7558,1653" coordsize="60,34" path="m7591,1653r-12,2l7567,1660r-7,10l7558,1684r12,3l7570,1682r7,-12l7579,1667r12,-4l7618,1660r-12,-5l7591,1653xe" fillcolor="black" stroked="f">
                <v:path arrowok="t"/>
              </v:shape>
            </v:group>
            <v:group id="_x0000_s4278" style="position:absolute;left:7642;top:1658;width:36;height:99" coordorigin="7642,1658" coordsize="36,99">
              <v:shape id="_x0000_s4279" style="position:absolute;left:7642;top:1658;width:36;height:99" coordorigin="7642,1658" coordsize="36,99" path="m7656,1658r-5,7l7644,1677r,5l7642,1694r,38l7646,1744r5,10l7654,1756r24,-2l7670,1754r-9,-10l7658,1739r-2,-12l7654,1708r2,-14l7658,1682r3,-10l7666,1667r12,-4l7656,1658xe" fillcolor="black" stroked="f">
                <v:path arrowok="t"/>
              </v:shape>
            </v:group>
            <v:group id="_x0000_s4276" style="position:absolute;left:7654;top:1653;width:60;height:111" coordorigin="7654,1653" coordsize="60,111">
              <v:shape id="_x0000_s4277" style="position:absolute;left:7654;top:1653;width:60;height:111" coordorigin="7654,1653" coordsize="60,111" path="m7678,1653r-10,l7656,1658r22,5l7682,1665r10,7l7694,1679r5,12l7699,1723r-2,14l7692,1744r-2,5l7678,1754r-24,2l7663,1761r15,2l7685,1763r12,-4l7702,1754r7,-15l7709,1737r2,-12l7714,1708r-3,-14l7711,1682r-2,-3l7704,1665r-2,l7692,1655r-2,l7678,1653xe" fillcolor="black" stroked="f">
                <v:path arrowok="t"/>
              </v:shape>
            </v:group>
            <v:group id="_x0000_s4274" style="position:absolute;left:7726;top:1658;width:36;height:99" coordorigin="7726,1658" coordsize="36,99">
              <v:shape id="_x0000_s4275" style="position:absolute;left:7726;top:1658;width:36;height:99" coordorigin="7726,1658" coordsize="36,99" path="m7742,1658r-4,7l7730,1677r,5l7728,1694r-2,14l7728,1718r,14l7730,1744r8,10l7738,1756r24,-2l7757,1754r-15,-15l7740,1727r,-33l7742,1682r8,-15l7762,1663r-20,-5xe" fillcolor="black" stroked="f">
                <v:path arrowok="t"/>
              </v:shape>
            </v:group>
            <v:group id="_x0000_s4272" style="position:absolute;left:7738;top:1653;width:60;height:111" coordorigin="7738,1653" coordsize="60,111">
              <v:shape id="_x0000_s4273" style="position:absolute;left:7738;top:1653;width:60;height:111" coordorigin="7738,1653" coordsize="60,111" path="m7762,1653r-8,l7742,1658r20,5l7766,1665r12,7l7781,1679r2,12l7783,1723r-45,33l7750,1761r12,2l7771,1763r12,-4l7788,1754r7,-15l7795,1737r3,-12l7798,1694r-3,-12l7795,1679r-7,-14l7778,1655r-2,l7762,1653xe" fillcolor="black" stroked="f">
                <v:path arrowok="t"/>
              </v:shape>
            </v:group>
            <v:group id="_x0000_s4270" style="position:absolute;left:7870;top:1706;width:46;height:51" coordorigin="7870,1706" coordsize="46,51">
              <v:shape id="_x0000_s4271" style="position:absolute;left:7870;top:1706;width:46;height:51" coordorigin="7870,1706" coordsize="46,51" path="m7915,1706r-45,2l7870,1720r31,l7901,1742r-15,7l7882,1749r-12,2l7903,1756r12,-7l7915,1706xe" fillcolor="black" stroked="f">
                <v:path arrowok="t"/>
              </v:shape>
            </v:group>
            <v:group id="_x0000_s4268" style="position:absolute;left:7870;top:1663;width:44;height:24" coordorigin="7870,1663" coordsize="44,24">
              <v:shape id="_x0000_s4269" style="position:absolute;left:7870;top:1663;width:44;height:24" coordorigin="7870,1663" coordsize="44,24" path="m7901,1663r-31,l7884,1667r10,8l7901,1687r12,-3l7910,1677r-4,-12l7901,1663xe" fillcolor="black" stroked="f">
                <v:path arrowok="t"/>
              </v:shape>
            </v:group>
            <v:group id="_x0000_s4266" style="position:absolute;left:7814;top:1651;width:89;height:113" coordorigin="7814,1651" coordsize="89,113">
              <v:shape id="_x0000_s4267" style="position:absolute;left:7814;top:1651;width:89;height:113" coordorigin="7814,1651" coordsize="89,113" path="m7867,1651r-2,l7850,1653r-9,5l7838,1658r-9,9l7822,1679r-3,3l7814,1694r,19l7817,1725r5,12l7822,1739r7,12l7841,1759r2,l7855,1763r24,l7894,1761r9,-5l7870,1751r-10,l7848,1747r-5,-3l7834,1732r-3,-9l7829,1708r,-9l7870,1663r31,l7891,1655r-9,-2l7867,1651xe" fillcolor="black" stroked="f">
                <v:path arrowok="t"/>
              </v:shape>
            </v:group>
            <v:group id="_x0000_s4264" style="position:absolute;left:7951;top:1658;width:70;height:51" coordorigin="7951,1658" coordsize="70,51">
              <v:shape id="_x0000_s4265" style="position:absolute;left:7951;top:1658;width:70;height:51" coordorigin="7951,1658" coordsize="70,51" path="m8009,1658r-29,7l7992,1667r10,5l8006,1684r,5l7999,1701r-5,2l7980,1706r-29,l8011,1708r7,-9l8021,1684r,-2l8018,1670r-2,l8009,1658xe" fillcolor="black" stroked="f">
                <v:path arrowok="t"/>
              </v:shape>
            </v:group>
            <v:group id="_x0000_s4262" style="position:absolute;left:7937;top:1653;width:75;height:111" coordorigin="7937,1653" coordsize="75,111">
              <v:shape id="_x0000_s4263" style="position:absolute;left:7937;top:1653;width:75;height:111" coordorigin="7937,1653" coordsize="75,111" path="m7994,1653r-57,l7937,1763r14,l7951,1718r39,l8002,1715r9,-7l7951,1706r,-41l7980,1665r29,-7l8006,1658r-12,-5xe" fillcolor="black" stroked="f">
                <v:path arrowok="t"/>
              </v:shape>
            </v:group>
            <v:group id="_x0000_s4260" style="position:absolute;left:8040;top:1751;width:48;height:12" coordorigin="8040,1751" coordsize="48,12">
              <v:shape id="_x0000_s4261" style="position:absolute;left:8040;top:1751;width:48;height:12" coordorigin="8040,1751" coordsize="48,12" path="m8076,1751r-36,8l8047,1761r12,2l8062,1763r12,-2l8078,1761r10,-7l8076,1751xe" fillcolor="black" stroked="f">
                <v:path arrowok="t"/>
              </v:shape>
            </v:group>
            <v:group id="_x0000_s4258" style="position:absolute;left:8033;top:1720;width:56;height:39" coordorigin="8033,1720" coordsize="56,39">
              <v:shape id="_x0000_s4259" style="position:absolute;left:8033;top:1720;width:56;height:39" coordorigin="8033,1720" coordsize="56,39" path="m8052,1720r-10,3l8035,1732r-2,10l8033,1747r7,12l8064,1754r-12,-3l8047,1742r3,-7l8054,1732r12,-5l8076,1727r12,-4l8052,1720xe" fillcolor="black" stroked="f">
                <v:path arrowok="t"/>
              </v:shape>
            </v:group>
            <v:group id="_x0000_s4256" style="position:absolute;left:8035;top:1691;width:34;height:17" coordorigin="8035,1691" coordsize="34,17">
              <v:shape id="_x0000_s4257" style="position:absolute;left:8035;top:1691;width:34;height:17" coordorigin="8035,1691" coordsize="34,17" path="m8040,1691r,3l8035,1706r15,2l8054,1696r3,l8069,1694r-29,-3xe" fillcolor="black" stroked="f">
                <v:path arrowok="t"/>
              </v:shape>
            </v:group>
            <v:group id="_x0000_s4254" style="position:absolute;left:8040;top:1682;width:65;height:82" coordorigin="8040,1682" coordsize="65,82">
              <v:shape id="_x0000_s4255" style="position:absolute;left:8040;top:1682;width:65;height:82" coordorigin="8040,1682" coordsize="65,82" path="m8071,1682r-5,l8052,1684r-12,7l8069,1694r5,l8083,1696r5,12l8088,1713r-10,2l8064,1718r-12,2l8088,1723r,4l8086,1742r-10,9l8088,1754r5,9l8105,1763r-3,-9l8102,1711r-2,-12l8098,1689r-10,-5l8086,1684r-15,-2xe" fillcolor="black" stroked="f">
                <v:path arrowok="t"/>
              </v:shape>
            </v:group>
            <v:group id="_x0000_s4252" style="position:absolute;left:8122;top:1651;width:36;height:144" coordorigin="8122,1651" coordsize="36,144">
              <v:shape id="_x0000_s4253" style="position:absolute;left:8122;top:1651;width:36;height:144" coordorigin="8122,1651" coordsize="36,144" path="m8131,1651r-9,l8129,1663r5,12l8138,1682r5,29l8143,1744r-5,12l8136,1771r-14,24l8131,1795r7,-8l8146,1775r4,-14l8155,1751r3,-14l8158,1715r-3,-14l8153,1689r,-2l8146,1675r-5,-12l8131,1651xe" fillcolor="black" stroked="f">
                <v:path arrowok="t"/>
              </v:shape>
            </v:group>
            <v:group id="_x0000_s4250" style="position:absolute;left:7428;top:1785;width:24;height:8" coordorigin="7428,1785" coordsize="24,8">
              <v:shape id="_x0000_s4251" style="position:absolute;left:7428;top:1785;width:24;height:8" coordorigin="7428,1785" coordsize="24,8" path="m7452,1785r-5,l7440,1787r-12,l7430,1790r8,2l7440,1792r5,-2l7447,1790r5,-5xe" fillcolor="black" stroked="f">
                <v:path arrowok="t"/>
              </v:shape>
            </v:group>
            <v:group id="_x0000_s4248" style="position:absolute;left:7426;top:1768;width:27;height:20" coordorigin="7426,1768" coordsize="27,20">
              <v:shape id="_x0000_s4249" style="position:absolute;left:7426;top:1768;width:27;height:20" coordorigin="7426,1768" coordsize="27,20" path="m7435,1768r-5,3l7426,1775r,8l7428,1787r12,l7433,1785r,-7l7435,1775r7,-2l7447,1773r5,-2l7435,1768xe" fillcolor="black" stroked="f">
                <v:path arrowok="t"/>
              </v:shape>
            </v:group>
            <v:group id="_x0000_s4246" style="position:absolute;left:7426;top:1756;width:10;height:8" coordorigin="7426,1756" coordsize="10,8">
              <v:shape id="_x0000_s4247" style="position:absolute;left:7426;top:1756;width:10;height:8" coordorigin="7426,1756" coordsize="10,8" path="m7435,1756r-7,l7426,1763r7,l7435,1756xe" fillcolor="black" stroked="f">
                <v:path arrowok="t"/>
              </v:shape>
            </v:group>
            <v:group id="_x0000_s4244" style="position:absolute;left:7428;top:1751;width:34;height:39" coordorigin="7428,1751" coordsize="34,39">
              <v:shape id="_x0000_s4245" style="position:absolute;left:7428;top:1751;width:34;height:39" coordorigin="7428,1751" coordsize="34,39" path="m7452,1751r-17,l7428,1756r17,l7450,1759r2,4l7452,1766r-5,l7440,1768r-5,l7452,1771r,9l7447,1785r5,l7454,1790r8,l7459,1785r,-26l7457,1754r-5,-3xe" fillcolor="black" stroked="f">
                <v:path arrowok="t"/>
              </v:shape>
            </v:group>
            <v:group id="_x0000_s4242" style="position:absolute;left:7368;top:1612;width:15;height:8" coordorigin="7368,1612" coordsize="15,8">
              <v:shape id="_x0000_s4243" style="position:absolute;left:7368;top:1612;width:15;height:8" coordorigin="7368,1612" coordsize="15,8" path="m7380,1612r-2,l7368,1615r2,2l7375,1619r7,-2l7380,1612xe" fillcolor="black" stroked="f">
                <v:path arrowok="t"/>
              </v:shape>
            </v:group>
            <v:group id="_x0000_s4238" style="position:absolute;left:7361;top:1564;width:20;height:51" coordorigin="7361,1564" coordsize="20,51">
              <v:shape id="_x0000_s4241" style="position:absolute;left:7361;top:1564;width:20;height:51" coordorigin="7361,1564" coordsize="20,51" path="m7373,1583r-7,l7366,1607r2,8l7378,1612r-3,l7373,1610r,-27xe" fillcolor="black" stroked="f">
                <v:path arrowok="t"/>
              </v:shape>
              <v:shape id="_x0000_s4240" style="position:absolute;left:7361;top:1564;width:20;height:51" coordorigin="7361,1564" coordsize="20,51" path="m7380,1579r-19,l7361,1583r19,l7380,1579xe" fillcolor="black" stroked="f">
                <v:path arrowok="t"/>
              </v:shape>
              <v:shape id="_x0000_s4239" style="position:absolute;left:7361;top:1564;width:20;height:51" coordorigin="7361,1564" coordsize="20,51" path="m7373,1564r-7,5l7366,1579r7,l7373,1564xe" fillcolor="black" stroked="f">
                <v:path arrowok="t"/>
              </v:shape>
            </v:group>
            <w10:wrap anchorx="page"/>
          </v:group>
        </w:pict>
      </w:r>
      <w:r>
        <w:rPr>
          <w:color w:val="F79646" w:themeColor="accent6"/>
        </w:rPr>
        <w:pict>
          <v:group id="_x0000_s4174" style="position:absolute;left:0;text-align:left;margin-left:236.5pt;margin-top:118.05pt;width:57.6pt;height:7.2pt;z-index:-55072;mso-position-horizontal-relative:page" coordorigin="4730,2361" coordsize="1152,144">
            <v:group id="_x0000_s4235" style="position:absolute;left:4776;top:2363;width:60;height:111" coordorigin="4776,2363" coordsize="60,111">
              <v:shape id="_x0000_s4236" style="position:absolute;left:4776;top:2363;width:60;height:111" coordorigin="4776,2363" coordsize="60,111" path="m4836,2363r-19,l4790,2440r-2,5l4783,2457r-7,17l4790,2474r32,-94l4836,2363xe" fillcolor="black" stroked="f">
                <v:path arrowok="t"/>
              </v:shape>
            </v:group>
            <v:group id="_x0000_s4233" style="position:absolute;left:4822;top:2363;width:15;height:111" coordorigin="4822,2363" coordsize="15,111">
              <v:shape id="_x0000_s4234" style="position:absolute;left:4822;top:2363;width:15;height:111" coordorigin="4822,2363" coordsize="15,111" path="m4836,2363r-14,17l4822,2474r14,l4836,2363xe" fillcolor="black" stroked="f">
                <v:path arrowok="t"/>
              </v:shape>
            </v:group>
            <v:group id="_x0000_s4231" style="position:absolute;left:4730;top:2363;width:22;height:111" coordorigin="4730,2363" coordsize="22,111">
              <v:shape id="_x0000_s4232" style="position:absolute;left:4730;top:2363;width:22;height:111" coordorigin="4730,2363" coordsize="22,111" path="m4752,2363r-22,l4730,2474r15,l4745,2380r7,-17xe" fillcolor="black" stroked="f">
                <v:path arrowok="t"/>
              </v:shape>
            </v:group>
            <v:group id="_x0000_s4229" style="position:absolute;left:4745;top:2363;width:39;height:111" coordorigin="4745,2363" coordsize="39,111">
              <v:shape id="_x0000_s4230" style="position:absolute;left:4745;top:2363;width:39;height:111" coordorigin="4745,2363" coordsize="39,111" path="m4752,2363r-7,17l4776,2474r7,-17l4783,2455r-5,-15l4752,2363xe" fillcolor="black" stroked="f">
                <v:path arrowok="t"/>
              </v:shape>
            </v:group>
            <v:group id="_x0000_s4227" style="position:absolute;left:4872;top:2421;width:70;height:46" coordorigin="4872,2421" coordsize="70,46">
              <v:shape id="_x0000_s4228" style="position:absolute;left:4872;top:2421;width:70;height:46" coordorigin="4872,2421" coordsize="70,46" path="m4932,2421r-34,2l4915,2423r7,8l4927,2440r-2,10l4918,2457r-8,2l4872,2459r58,8l4939,2455r3,-15l4942,2435r-5,-9l4932,2421xe" fillcolor="black" stroked="f">
                <v:path arrowok="t"/>
              </v:shape>
            </v:group>
            <v:group id="_x0000_s4225" style="position:absolute;left:4872;top:2375;width:65;height:39" coordorigin="4872,2375" coordsize="65,39">
              <v:shape id="_x0000_s4226" style="position:absolute;left:4872;top:2375;width:65;height:39" coordorigin="4872,2375" coordsize="65,39" path="m4930,2375r-32,l4910,2378r10,5l4922,2392r-2,10l4910,2409r-38,l4922,2414r10,-10l4937,2392r,-2l4932,2378r-2,-3xe" fillcolor="black" stroked="f">
                <v:path arrowok="t"/>
              </v:shape>
            </v:group>
            <v:group id="_x0000_s4223" style="position:absolute;left:4858;top:2363;width:75;height:111" coordorigin="4858,2363" coordsize="75,111">
              <v:shape id="_x0000_s4224" style="position:absolute;left:4858;top:2363;width:75;height:111" coordorigin="4858,2363" coordsize="75,111" path="m4915,2363r-57,l4858,2474r48,l4918,2471r12,-4l4872,2459r,-36l4898,2423r34,-2l4920,2414r2,l4872,2409r,-34l4930,2375r-10,-9l4915,2363xe" fillcolor="black" stroked="f">
                <v:path arrowok="t"/>
              </v:shape>
            </v:group>
            <v:group id="_x0000_s4221" style="position:absolute;left:5009;top:2383;width:27;height:22" coordorigin="5009,2383" coordsize="27,22">
              <v:shape id="_x0000_s4222" style="position:absolute;left:5009;top:2383;width:27;height:22" coordorigin="5009,2383" coordsize="27,22" path="m5021,2383r-12,7l5009,2404r2,-2l5023,2397r3,-2l5035,2387r-14,-4xe" fillcolor="black" stroked="f">
                <v:path arrowok="t"/>
              </v:shape>
            </v:group>
            <v:group id="_x0000_s4219" style="position:absolute;left:5021;top:2363;width:29;height:111" coordorigin="5021,2363" coordsize="29,111">
              <v:shape id="_x0000_s4220" style="position:absolute;left:5021;top:2363;width:29;height:111" coordorigin="5021,2363" coordsize="29,111" path="m5050,2363r-10,l5038,2366r-10,12l5021,2383r14,4l5035,2474r15,l5050,2363xe" fillcolor="black" stroked="f">
                <v:path arrowok="t"/>
              </v:shape>
            </v:group>
            <v:group id="_x0000_s4217" style="position:absolute;left:5098;top:2411;width:58;height:63" coordorigin="5098,2411" coordsize="58,63">
              <v:shape id="_x0000_s4218" style="position:absolute;left:5098;top:2411;width:58;height:63" coordorigin="5098,2411" coordsize="58,63" path="m5146,2411r-24,3l5124,2414r12,7l5138,2426r5,12l5141,2445r-5,12l5134,2459r-12,5l5098,2467r9,7l5126,2474r12,-5l5143,2467r7,-10l5153,2450r2,-12l5155,2435r-2,-12l5146,2411xe" fillcolor="black" stroked="f">
                <v:path arrowok="t"/>
              </v:shape>
            </v:group>
            <v:group id="_x0000_s4215" style="position:absolute;left:5098;top:2402;width:48;height:17" coordorigin="5098,2402" coordsize="48,17">
              <v:shape id="_x0000_s4216" style="position:absolute;left:5098;top:2402;width:48;height:17" coordorigin="5098,2402" coordsize="48,17" path="m5124,2402r-2,l5107,2407r-2,l5098,2416r9,3l5122,2414r24,-3l5136,2404r-12,-2xe" fillcolor="black" stroked="f">
                <v:path arrowok="t"/>
              </v:shape>
            </v:group>
            <v:group id="_x0000_s4213" style="position:absolute;left:5122;top:2371;width:32;height:22" coordorigin="5122,2371" coordsize="32,22">
              <v:shape id="_x0000_s4214" style="position:absolute;left:5122;top:2371;width:32;height:22" coordorigin="5122,2371" coordsize="32,22" path="m5143,2371r-21,2l5124,2373r12,7l5141,2392r12,-2l5150,2380r-7,-9xe" fillcolor="black" stroked="f">
                <v:path arrowok="t"/>
              </v:shape>
            </v:group>
            <v:group id="_x0000_s4211" style="position:absolute;left:5083;top:2363;width:60;height:104" coordorigin="5083,2363" coordsize="60,104">
              <v:shape id="_x0000_s4212" style="position:absolute;left:5083;top:2363;width:60;height:104" coordorigin="5083,2363" coordsize="60,104" path="m5122,2363r-5,l5105,2366r-10,9l5093,2380r-5,12l5083,2421r,5l5086,2440r2,12l5095,2462r3,5l5122,2464r-12,-5l5102,2450r-4,-12l5100,2433r5,-12l5107,2419r-9,-3l5098,2402r45,-31l5136,2366r-14,-3xe" fillcolor="black" stroked="f">
                <v:path arrowok="t"/>
              </v:shape>
            </v:group>
            <v:group id="_x0000_s4209" style="position:absolute;left:5170;top:2368;width:36;height:96" coordorigin="5170,2368" coordsize="36,96">
              <v:shape id="_x0000_s4210" style="position:absolute;left:5170;top:2368;width:36;height:96" coordorigin="5170,2368" coordsize="36,96" path="m5186,2368r-7,7l5174,2387r-2,5l5170,2404r,24l5172,2443r2,12l5179,2464r27,l5201,2462r-12,-7l5186,2447r-2,-12l5184,2404r2,-12l5194,2378r12,-5l5186,2368xe" fillcolor="black" stroked="f">
                <v:path arrowok="t"/>
              </v:shape>
            </v:group>
            <v:group id="_x0000_s4207" style="position:absolute;left:5182;top:2363;width:60;height:111" coordorigin="5182,2363" coordsize="60,111">
              <v:shape id="_x0000_s4208" style="position:absolute;left:5182;top:2363;width:60;height:111" coordorigin="5182,2363" coordsize="60,111" path="m5206,2363r-10,l5186,2368r20,5l5210,2375r10,8l5222,2390r3,12l5227,2419r,14l5225,2445r-7,14l5206,2464r-24,l5191,2471r15,3l5213,2474r12,-5l5230,2462r7,-12l5237,2447r5,-28l5239,2404r,-12l5237,2390r-5,-15l5230,2375r-10,-9l5218,2366r-12,-3xe" fillcolor="black" stroked="f">
                <v:path arrowok="t"/>
              </v:shape>
            </v:group>
            <v:group id="_x0000_s4205" style="position:absolute;left:5302;top:2361;width:34;height:144" coordorigin="5302,2361" coordsize="34,144">
              <v:shape id="_x0000_s4206" style="position:absolute;left:5302;top:2361;width:34;height:144" coordorigin="5302,2361" coordsize="34,144" path="m5335,2361r-7,l5326,2363r-15,24l5306,2399r-2,8l5302,2421r,24l5304,2459r10,24l5321,2495r7,10l5335,2505r-5,-7l5326,2483r-5,-12l5318,2459r-2,-14l5314,2433r4,-29l5328,2375r7,-14xe" fillcolor="black" stroked="f">
                <v:path arrowok="t"/>
              </v:shape>
            </v:group>
            <v:group id="_x0000_s4203" style="position:absolute;left:5400;top:2433;width:46;height:32" coordorigin="5400,2433" coordsize="46,32">
              <v:shape id="_x0000_s4204" style="position:absolute;left:5400;top:2433;width:46;height:32" coordorigin="5400,2433" coordsize="46,32" path="m5434,2433r-5,12l5422,2455r-8,4l5400,2462r31,2l5434,2462r7,-10l5446,2438r-12,-5xe" fillcolor="black" stroked="f">
                <v:path arrowok="t"/>
              </v:shape>
            </v:group>
            <v:group id="_x0000_s4201" style="position:absolute;left:5402;top:2371;width:44;height:27" coordorigin="5402,2371" coordsize="44,27">
              <v:shape id="_x0000_s4202" style="position:absolute;left:5402;top:2371;width:44;height:27" coordorigin="5402,2371" coordsize="44,27" path="m5429,2371r-27,2l5407,2375r12,5l5424,2385r7,12l5446,2395r-3,-3l5438,2380r-9,-9xe" fillcolor="black" stroked="f">
                <v:path arrowok="t"/>
              </v:shape>
            </v:group>
            <v:group id="_x0000_s4199" style="position:absolute;left:5350;top:2361;width:82;height:113" coordorigin="5350,2361" coordsize="82,113">
              <v:shape id="_x0000_s4200" style="position:absolute;left:5350;top:2361;width:82;height:113" coordorigin="5350,2361" coordsize="82,113" path="m5402,2361r-14,2l5376,2368r-2,l5364,2375r-7,12l5354,2390r-4,29l5350,2421r2,12l5354,2447r8,12l5374,2467r2,2l5388,2474r19,l5419,2471r12,-7l5400,2462r-5,l5381,2457r-5,-5l5369,2440r-3,-7l5364,2419r,-10l5369,2397r2,-7l5381,2380r7,-5l5402,2373r27,-2l5429,2368r-12,-5l5402,2361xe" fillcolor="black" stroked="f">
                <v:path arrowok="t"/>
              </v:shape>
            </v:group>
            <v:group id="_x0000_s4197" style="position:absolute;left:5470;top:2383;width:27;height:22" coordorigin="5470,2383" coordsize="27,22">
              <v:shape id="_x0000_s4198" style="position:absolute;left:5470;top:2383;width:27;height:22" coordorigin="5470,2383" coordsize="27,22" path="m5482,2383r-12,7l5470,2404r2,-2l5484,2397r2,-2l5496,2387r-14,-4xe" fillcolor="black" stroked="f">
                <v:path arrowok="t"/>
              </v:shape>
            </v:group>
            <v:group id="_x0000_s4195" style="position:absolute;left:5482;top:2363;width:29;height:111" coordorigin="5482,2363" coordsize="29,111">
              <v:shape id="_x0000_s4196" style="position:absolute;left:5482;top:2363;width:29;height:111" coordorigin="5482,2363" coordsize="29,111" path="m5510,2363r-9,l5498,2366r-9,12l5482,2383r14,4l5496,2474r14,l5510,2363xe" fillcolor="black" stroked="f">
                <v:path arrowok="t"/>
              </v:shape>
            </v:group>
            <v:group id="_x0000_s4193" style="position:absolute;left:5544;top:2371;width:72;height:104" coordorigin="5544,2371" coordsize="72,104">
              <v:shape id="_x0000_s4194" style="position:absolute;left:5544;top:2371;width:72;height:104" coordorigin="5544,2371" coordsize="72,104" path="m5606,2371r-26,2l5585,2373r12,7l5602,2392r,5l5594,2409r-2,5l5582,2421r-12,12l5561,2440r-7,10l5551,2452r-7,12l5544,2474r72,l5616,2459r-55,l5582,2438r3,l5597,2428r9,-9l5614,2407r2,-15l5614,2383r-8,-12xe" fillcolor="black" stroked="f">
                <v:path arrowok="t"/>
              </v:shape>
            </v:group>
            <v:group id="_x0000_s4191" style="position:absolute;left:5546;top:2363;width:60;height:34" coordorigin="5546,2363" coordsize="60,34">
              <v:shape id="_x0000_s4192" style="position:absolute;left:5546;top:2363;width:60;height:34" coordorigin="5546,2363" coordsize="60,34" path="m5580,2363r-12,3l5556,2371r-7,9l5546,2395r12,2l5558,2392r8,-12l5568,2378r12,-5l5606,2371r-12,-5l5580,2363xe" fillcolor="black" stroked="f">
                <v:path arrowok="t"/>
              </v:shape>
            </v:group>
            <v:group id="_x0000_s4189" style="position:absolute;left:5623;top:2361;width:44;height:113" coordorigin="5623,2361" coordsize="44,113">
              <v:shape id="_x0000_s4190" style="position:absolute;left:5623;top:2361;width:44;height:113" coordorigin="5623,2361" coordsize="44,113" path="m5666,2361r-9,l5623,2474r12,l5666,2361xe" fillcolor="black" stroked="f">
                <v:path arrowok="t"/>
              </v:shape>
            </v:group>
            <v:group id="_x0000_s4187" style="position:absolute;left:5683;top:2383;width:27;height:22" coordorigin="5683,2383" coordsize="27,22">
              <v:shape id="_x0000_s4188" style="position:absolute;left:5683;top:2383;width:27;height:22" coordorigin="5683,2383" coordsize="27,22" path="m5695,2383r-12,7l5683,2404r3,-2l5698,2397r2,-2l5710,2387r-15,-4xe" fillcolor="black" stroked="f">
                <v:path arrowok="t"/>
              </v:shape>
            </v:group>
            <v:group id="_x0000_s4185" style="position:absolute;left:5695;top:2363;width:29;height:111" coordorigin="5695,2363" coordsize="29,111">
              <v:shape id="_x0000_s4186" style="position:absolute;left:5695;top:2363;width:29;height:111" coordorigin="5695,2363" coordsize="29,111" path="m5724,2363r-10,l5712,2366r-10,12l5695,2383r15,4l5710,2474r14,l5724,2363xe" fillcolor="black" stroked="f">
                <v:path arrowok="t"/>
              </v:shape>
            </v:group>
            <v:group id="_x0000_s4183" style="position:absolute;left:5772;top:2411;width:58;height:63" coordorigin="5772,2411" coordsize="58,63">
              <v:shape id="_x0000_s4184" style="position:absolute;left:5772;top:2411;width:58;height:63" coordorigin="5772,2411" coordsize="58,63" path="m5820,2411r-26,3l5798,2414r12,7l5813,2426r2,12l5815,2445r-5,12l5808,2459r-12,5l5772,2467r12,7l5801,2474r12,-5l5818,2467r7,-10l5827,2450r3,-12l5830,2435r-3,-12l5820,2411xe" fillcolor="black" stroked="f">
                <v:path arrowok="t"/>
              </v:shape>
            </v:group>
            <v:group id="_x0000_s4181" style="position:absolute;left:5772;top:2402;width:48;height:17" coordorigin="5772,2402" coordsize="48,17">
              <v:shape id="_x0000_s4182" style="position:absolute;left:5772;top:2402;width:48;height:17" coordorigin="5772,2402" coordsize="48,17" path="m5798,2402r-2,l5784,2407r-2,l5772,2416r12,3l5794,2414r26,-3l5810,2404r-12,-2xe" fillcolor="black" stroked="f">
                <v:path arrowok="t"/>
              </v:shape>
            </v:group>
            <v:group id="_x0000_s4179" style="position:absolute;left:5796;top:2371;width:32;height:22" coordorigin="5796,2371" coordsize="32,22">
              <v:shape id="_x0000_s4180" style="position:absolute;left:5796;top:2371;width:32;height:22" coordorigin="5796,2371" coordsize="32,22" path="m5818,2371r-22,2l5798,2373r12,7l5815,2392r12,-2l5825,2380r-7,-9xe" fillcolor="black" stroked="f">
                <v:path arrowok="t"/>
              </v:shape>
            </v:group>
            <v:group id="_x0000_s4177" style="position:absolute;left:5758;top:2363;width:60;height:104" coordorigin="5758,2363" coordsize="60,104">
              <v:shape id="_x0000_s4178" style="position:absolute;left:5758;top:2363;width:60;height:104" coordorigin="5758,2363" coordsize="60,104" path="m5796,2363r-5,l5779,2366r-14,14l5762,2392r-4,15l5758,2426r2,14l5762,2452r8,10l5772,2467r24,-3l5784,2459r-7,-9l5774,2438r,-5l5779,2421r5,-2l5772,2416r,-14l5774,2392r3,-5l5784,2378r12,-5l5818,2371r-8,-5l5796,2363xe" fillcolor="black" stroked="f">
                <v:path arrowok="t"/>
              </v:shape>
            </v:group>
            <v:group id="_x0000_s4175" style="position:absolute;left:5846;top:2361;width:36;height:144" coordorigin="5846,2361" coordsize="36,144">
              <v:shape id="_x0000_s4176" style="position:absolute;left:5846;top:2361;width:36;height:144" coordorigin="5846,2361" coordsize="36,144" path="m5856,2361r-10,l5854,2373r4,12l5866,2407r2,14l5868,2455r-5,12l5861,2481r-15,24l5856,2505r7,-7l5868,2486r7,-15l5880,2459r2,-12l5882,2426r-2,-15l5878,2399r,-2l5870,2385r-4,-12l5856,2361xe" fillcolor="black" stroked="f">
                <v:path arrowok="t"/>
              </v:shape>
            </v:group>
            <w10:wrap anchorx="page"/>
          </v:group>
        </w:pict>
      </w:r>
      <w:r>
        <w:rPr>
          <w:color w:val="F79646" w:themeColor="accent6"/>
        </w:rPr>
        <w:pict>
          <v:group id="_x0000_s4151" style="position:absolute;left:0;text-align:left;margin-left:374.3pt;margin-top:98.35pt;width:13.35pt;height:7pt;z-index:-54904;mso-position-horizontal-relative:page" coordorigin="7486,1967" coordsize="267,140">
            <v:group id="_x0000_s4172" style="position:absolute;left:7536;top:2068;width:46;height:29" coordorigin="7536,2068" coordsize="46,29">
              <v:shape id="_x0000_s4173" style="position:absolute;left:7536;top:2068;width:46;height:29" coordorigin="7536,2068" coordsize="46,29" path="m7567,2068r-2,10l7555,2087r-7,5l7536,2095r29,2l7570,2095r7,-10l7582,2071r-15,-3xe" fillcolor="black" stroked="f">
                <v:path arrowok="t"/>
              </v:shape>
            </v:group>
            <v:group id="_x0000_s4170" style="position:absolute;left:7536;top:2001;width:44;height:29" coordorigin="7536,2001" coordsize="44,29">
              <v:shape id="_x0000_s4171" style="position:absolute;left:7536;top:2001;width:44;height:29" coordorigin="7536,2001" coordsize="44,29" path="m7565,2001r-29,5l7543,2006r12,5l7560,2015r5,15l7579,2025r,-2l7574,2011r-9,-10xe" fillcolor="black" stroked="f">
                <v:path arrowok="t"/>
              </v:shape>
            </v:group>
            <v:group id="_x0000_s4168" style="position:absolute;left:7486;top:1994;width:80;height:113" coordorigin="7486,1994" coordsize="80,113">
              <v:shape id="_x0000_s4169" style="position:absolute;left:7486;top:1994;width:80;height:113" coordorigin="7486,1994" coordsize="80,113" path="m7536,1994r-14,l7510,2001r-10,7l7493,2020r-3,3l7486,2035r,19l7488,2066r2,14l7498,2092r9,7l7510,2102r12,5l7541,2107r14,-3l7565,2097r-29,-2l7529,2095r-12,-5l7512,2085r-7,-10l7502,2063r-2,-14l7500,2042r65,-41l7562,2001r-12,-5l7536,1994xe" fillcolor="black" stroked="f">
                <v:path arrowok="t"/>
              </v:shape>
            </v:group>
            <v:group id="_x0000_s4166" style="position:absolute;left:7529;top:1967;width:32;height:22" coordorigin="7529,1967" coordsize="32,22">
              <v:shape id="_x0000_s4167" style="position:absolute;left:7529;top:1967;width:32;height:22" coordorigin="7529,1967" coordsize="32,22" path="m7560,1967r-14,l7536,1982r-7,7l7543,1989r17,-22xe" fillcolor="black" stroked="f">
                <v:path arrowok="t"/>
              </v:shape>
            </v:group>
            <v:group id="_x0000_s4164" style="position:absolute;left:7512;top:1967;width:24;height:22" coordorigin="7512,1967" coordsize="24,22">
              <v:shape id="_x0000_s4165" style="position:absolute;left:7512;top:1967;width:24;height:22" coordorigin="7512,1967" coordsize="24,22" path="m7529,1967r-17,l7529,1989r7,-7l7529,1967xe" fillcolor="black" stroked="f">
                <v:path arrowok="t"/>
              </v:shape>
            </v:group>
            <v:group id="_x0000_s4162" style="position:absolute;left:7596;top:2075;width:60;height:32" coordorigin="7596,2075" coordsize="60,32">
              <v:shape id="_x0000_s4163" style="position:absolute;left:7596;top:2075;width:60;height:32" coordorigin="7596,2075" coordsize="60,32" path="m7608,2075r-12,3l7598,2087r8,12l7615,2104r15,3l7632,2107r12,-3l7656,2097r-26,-2l7627,2095r-9,-3l7613,2087r-5,-12xe" fillcolor="black" stroked="f">
                <v:path arrowok="t"/>
              </v:shape>
            </v:group>
            <v:group id="_x0000_s4160" style="position:absolute;left:7630;top:2051;width:36;height:46" coordorigin="7630,2051" coordsize="36,46">
              <v:shape id="_x0000_s4161" style="position:absolute;left:7630;top:2051;width:36;height:46" coordorigin="7630,2051" coordsize="36,46" path="m7658,2051r-24,l7646,2059r3,2l7651,2073r,5l7646,2090r-4,2l7630,2095r26,2l7663,2087r3,-14l7666,2068r-5,-12l7658,2051xe" fillcolor="black" stroked="f">
                <v:path arrowok="t"/>
              </v:shape>
            </v:group>
            <v:group id="_x0000_s4158" style="position:absolute;left:7620;top:2042;width:39;height:12" coordorigin="7620,2042" coordsize="39,12">
              <v:shape id="_x0000_s4159" style="position:absolute;left:7620;top:2042;width:39;height:12" coordorigin="7620,2042" coordsize="39,12" path="m7625,2042r-3,l7620,2054r10,-3l7658,2051r-12,-4l7646,2044r-21,-2xe" fillcolor="black" stroked="f">
                <v:path arrowok="t"/>
              </v:shape>
            </v:group>
            <v:group id="_x0000_s4156" style="position:absolute;left:7596;top:2001;width:34;height:24" coordorigin="7596,2001" coordsize="34,24">
              <v:shape id="_x0000_s4157" style="position:absolute;left:7596;top:2001;width:34;height:24" coordorigin="7596,2001" coordsize="34,24" path="m7608,2001r-7,10l7596,2023r14,2l7610,2023r8,-12l7630,2006r-22,-5xe" fillcolor="black" stroked="f">
                <v:path arrowok="t"/>
              </v:shape>
            </v:group>
            <v:group id="_x0000_s4154" style="position:absolute;left:7608;top:1994;width:53;height:51" coordorigin="7608,1994" coordsize="53,51">
              <v:shape id="_x0000_s4155" style="position:absolute;left:7608;top:1994;width:53;height:51" coordorigin="7608,1994" coordsize="53,51" path="m7630,1994r-12,2l7608,2001r22,5l7642,2011r4,12l7646,2027r-7,10l7637,2039r-12,3l7646,2044r12,-7l7661,2023r-5,-15l7646,1999r-4,-3l7630,1994xe" fillcolor="black" stroked="f">
                <v:path arrowok="t"/>
              </v:shape>
            </v:group>
            <v:group id="_x0000_s4152" style="position:absolute;left:7680;top:1996;width:72;height:108" coordorigin="7680,1996" coordsize="72,108">
              <v:shape id="_x0000_s4153" style="position:absolute;left:7680;top:1996;width:72;height:108" coordorigin="7680,1996" coordsize="72,108" path="m7752,1996r-72,l7680,2011r55,l7730,2015r-7,10l7711,2049r-5,12l7702,2075r-3,5l7697,2095r,9l7711,2104r,-2l7714,2087r2,-12l7721,2063r5,-14l7730,2037r5,-10l7745,2018r7,-10l7752,1996xe" fillcolor="black" stroked="f">
                <v:path arrowok="t"/>
              </v:shape>
            </v:group>
            <w10:wrap anchorx="page"/>
          </v:group>
        </w:pict>
      </w:r>
      <w:r>
        <w:rPr>
          <w:color w:val="F79646" w:themeColor="accent6"/>
        </w:rPr>
        <w:pict>
          <v:group id="_x0000_s4128" style="position:absolute;left:0;text-align:left;margin-left:374.3pt;margin-top:116pt;width:13.35pt;height:7pt;z-index:-54880;mso-position-horizontal-relative:page" coordorigin="7486,2320" coordsize="267,140">
            <v:group id="_x0000_s4149" style="position:absolute;left:7536;top:2419;width:46;height:32" coordorigin="7536,2419" coordsize="46,32">
              <v:shape id="_x0000_s4150" style="position:absolute;left:7536;top:2419;width:46;height:32" coordorigin="7536,2419" coordsize="46,32" path="m7567,2419r-2,12l7555,2440r-7,3l7536,2447r29,3l7570,2445r7,-10l7582,2423r-15,-4xe" fillcolor="black" stroked="f">
                <v:path arrowok="t"/>
              </v:shape>
            </v:group>
            <v:group id="_x0000_s4147" style="position:absolute;left:7536;top:2354;width:44;height:27" coordorigin="7536,2354" coordsize="44,27">
              <v:shape id="_x0000_s4148" style="position:absolute;left:7536;top:2354;width:44;height:27" coordorigin="7536,2354" coordsize="44,27" path="m7565,2354r-29,5l7543,2359r12,4l7560,2368r5,12l7579,2378r,-3l7574,2363r-9,-9xe" fillcolor="black" stroked="f">
                <v:path arrowok="t"/>
              </v:shape>
            </v:group>
            <v:group id="_x0000_s4145" style="position:absolute;left:7486;top:2344;width:80;height:116" coordorigin="7486,2344" coordsize="80,116">
              <v:shape id="_x0000_s4146" style="position:absolute;left:7486;top:2344;width:80;height:116" coordorigin="7486,2344" coordsize="80,116" path="m7536,2344r-50,43l7486,2404r2,15l7490,2431r8,12l7507,2452r3,l7522,2457r14,2l7541,2459r14,-4l7565,2450r-29,-3l7529,2445r-29,-43l7500,2395r65,-41l7562,2351r-12,-4l7536,2344xe" fillcolor="black" stroked="f">
                <v:path arrowok="t"/>
              </v:shape>
            </v:group>
            <v:group id="_x0000_s4143" style="position:absolute;left:7529;top:2320;width:32;height:22" coordorigin="7529,2320" coordsize="32,22">
              <v:shape id="_x0000_s4144" style="position:absolute;left:7529;top:2320;width:32;height:22" coordorigin="7529,2320" coordsize="32,22" path="m7560,2320r-14,l7536,2332r-7,10l7543,2342r17,-22xe" fillcolor="black" stroked="f">
                <v:path arrowok="t"/>
              </v:shape>
            </v:group>
            <v:group id="_x0000_s4141" style="position:absolute;left:7512;top:2320;width:24;height:22" coordorigin="7512,2320" coordsize="24,22">
              <v:shape id="_x0000_s4142" style="position:absolute;left:7512;top:2320;width:24;height:22" coordorigin="7512,2320" coordsize="24,22" path="m7529,2320r-17,l7529,2342r7,-10l7529,2320xe" fillcolor="black" stroked="f">
                <v:path arrowok="t"/>
              </v:shape>
            </v:group>
            <v:group id="_x0000_s4139" style="position:absolute;left:7596;top:2426;width:60;height:34" coordorigin="7596,2426" coordsize="60,34">
              <v:shape id="_x0000_s4140" style="position:absolute;left:7596;top:2426;width:60;height:34" coordorigin="7596,2426" coordsize="60,34" path="m7608,2426r-12,2l7598,2440r8,10l7615,2457r15,2l7632,2459r12,-2l7656,2450r,-3l7627,2447r-14,-7l7608,2426xe" fillcolor="black" stroked="f">
                <v:path arrowok="t"/>
              </v:shape>
            </v:group>
            <v:group id="_x0000_s4137" style="position:absolute;left:7630;top:2404;width:36;height:44" coordorigin="7630,2404" coordsize="36,44">
              <v:shape id="_x0000_s4138" style="position:absolute;left:7630;top:2404;width:36;height:44" coordorigin="7630,2404" coordsize="36,44" path="m7658,2404r-24,l7646,2409r3,5l7651,2426r,5l7646,2440r-4,5l7630,2447r26,l7663,2438r3,-12l7666,2419r-5,-12l7658,2404xe" fillcolor="black" stroked="f">
                <v:path arrowok="t"/>
              </v:shape>
            </v:group>
            <v:group id="_x0000_s4135" style="position:absolute;left:7620;top:2395;width:39;height:10" coordorigin="7620,2395" coordsize="39,10">
              <v:shape id="_x0000_s4136" style="position:absolute;left:7620;top:2395;width:39;height:10" coordorigin="7620,2395" coordsize="39,10" path="m7625,2395r-3,l7620,2404r38,l7646,2397r-21,-2xe" fillcolor="black" stroked="f">
                <v:path arrowok="t"/>
              </v:shape>
            </v:group>
            <v:group id="_x0000_s4133" style="position:absolute;left:7596;top:2354;width:34;height:24" coordorigin="7596,2354" coordsize="34,24">
              <v:shape id="_x0000_s4134" style="position:absolute;left:7596;top:2354;width:34;height:24" coordorigin="7596,2354" coordsize="34,24" path="m7608,2354r-7,7l7596,2375r14,3l7610,2373r8,-10l7618,2361r12,-2l7608,2354xe" fillcolor="black" stroked="f">
                <v:path arrowok="t"/>
              </v:shape>
            </v:group>
            <v:group id="_x0000_s4131" style="position:absolute;left:7608;top:2347;width:53;height:51" coordorigin="7608,2347" coordsize="53,51">
              <v:shape id="_x0000_s4132" style="position:absolute;left:7608;top:2347;width:53;height:51" coordorigin="7608,2347" coordsize="53,51" path="m7630,2347r-12,2l7608,2354r22,5l7642,2363r4,12l7646,2378r-7,12l7637,2390r-12,5l7646,2397r12,-10l7661,2375r,-2l7656,2361r,-2l7646,2351r-4,-2l7630,2347xe" fillcolor="black" stroked="f">
                <v:path arrowok="t"/>
              </v:shape>
            </v:group>
            <v:group id="_x0000_s4129" style="position:absolute;left:7680;top:2349;width:72;height:108" coordorigin="7680,2349" coordsize="72,108">
              <v:shape id="_x0000_s4130" style="position:absolute;left:7680;top:2349;width:72;height:108" coordorigin="7680,2349" coordsize="72,108" path="m7752,2349r-72,l7680,2361r55,l7730,2366r-14,24l7711,2399r-5,15l7702,2426r-3,5l7697,2445r,12l7711,2457r,-2l7714,2440r21,-60l7745,2368r7,-9l7752,2349xe" fillcolor="black" stroked="f">
                <v:path arrowok="t"/>
              </v:shape>
            </v:group>
            <w10:wrap anchorx="page"/>
          </v:group>
        </w:pict>
      </w:r>
    </w:p>
    <w:p w:rsidR="00126F59" w:rsidRPr="009416B4" w:rsidRDefault="00126F59">
      <w:pPr>
        <w:spacing w:before="8"/>
        <w:rPr>
          <w:rFonts w:ascii="Arial" w:eastAsia="Arial" w:hAnsi="Arial" w:cs="Arial"/>
          <w:color w:val="F79646" w:themeColor="accent6"/>
          <w:sz w:val="21"/>
          <w:szCs w:val="21"/>
        </w:rPr>
      </w:pPr>
    </w:p>
    <w:tbl>
      <w:tblPr>
        <w:tblW w:w="0" w:type="auto"/>
        <w:tblInd w:w="437" w:type="dxa"/>
        <w:tblLayout w:type="fixed"/>
        <w:tblCellMar>
          <w:left w:w="0" w:type="dxa"/>
          <w:right w:w="0" w:type="dxa"/>
        </w:tblCellMar>
        <w:tblLook w:val="01E0" w:firstRow="1" w:lastRow="1" w:firstColumn="1" w:lastColumn="1" w:noHBand="0" w:noVBand="0"/>
      </w:tblPr>
      <w:tblGrid>
        <w:gridCol w:w="2638"/>
        <w:gridCol w:w="2638"/>
        <w:gridCol w:w="1752"/>
      </w:tblGrid>
      <w:tr w:rsidR="00126F59">
        <w:trPr>
          <w:trHeight w:hRule="exact" w:val="353"/>
        </w:trPr>
        <w:tc>
          <w:tcPr>
            <w:tcW w:w="7027" w:type="dxa"/>
            <w:gridSpan w:val="3"/>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4"/>
              <w:rPr>
                <w:rFonts w:ascii="Arial" w:eastAsia="Arial" w:hAnsi="Arial" w:cs="Arial"/>
                <w:sz w:val="7"/>
                <w:szCs w:val="7"/>
              </w:rPr>
            </w:pPr>
          </w:p>
          <w:p w:rsidR="00126F59" w:rsidRDefault="001577C0">
            <w:pPr>
              <w:pStyle w:val="TableParagraph"/>
              <w:spacing w:line="160" w:lineRule="atLeast"/>
              <w:ind w:left="51"/>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extent cx="3189391" cy="104013"/>
                  <wp:effectExtent l="0" t="0" r="0" b="0"/>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2" cstate="print"/>
                          <a:stretch>
                            <a:fillRect/>
                          </a:stretch>
                        </pic:blipFill>
                        <pic:spPr>
                          <a:xfrm>
                            <a:off x="0" y="0"/>
                            <a:ext cx="3189391" cy="104013"/>
                          </a:xfrm>
                          <a:prstGeom prst="rect">
                            <a:avLst/>
                          </a:prstGeom>
                        </pic:spPr>
                      </pic:pic>
                    </a:graphicData>
                  </a:graphic>
                </wp:inline>
              </w:drawing>
            </w:r>
          </w:p>
        </w:tc>
      </w:tr>
      <w:tr w:rsidR="00126F59">
        <w:trPr>
          <w:trHeight w:hRule="exact" w:val="526"/>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6"/>
              <w:rPr>
                <w:rFonts w:ascii="Arial" w:eastAsia="Arial" w:hAnsi="Arial" w:cs="Arial"/>
                <w:sz w:val="9"/>
                <w:szCs w:val="9"/>
              </w:rPr>
            </w:pPr>
          </w:p>
          <w:p w:rsidR="00126F59" w:rsidRDefault="001577C0">
            <w:pPr>
              <w:pStyle w:val="TableParagraph"/>
              <w:spacing w:line="110" w:lineRule="atLeast"/>
              <w:ind w:left="771"/>
              <w:rPr>
                <w:rFonts w:ascii="Arial" w:eastAsia="Arial" w:hAnsi="Arial" w:cs="Arial"/>
                <w:sz w:val="11"/>
                <w:szCs w:val="11"/>
              </w:rPr>
            </w:pPr>
            <w:r>
              <w:rPr>
                <w:rFonts w:ascii="Arial" w:eastAsia="Arial" w:hAnsi="Arial" w:cs="Arial"/>
                <w:noProof/>
                <w:sz w:val="11"/>
                <w:szCs w:val="11"/>
                <w:lang w:val="sr-Latn-RS" w:eastAsia="sr-Latn-RS"/>
              </w:rPr>
              <w:drawing>
                <wp:inline distT="0" distB="0" distL="0" distR="0">
                  <wp:extent cx="718934" cy="71437"/>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3" cstate="print"/>
                          <a:stretch>
                            <a:fillRect/>
                          </a:stretch>
                        </pic:blipFill>
                        <pic:spPr>
                          <a:xfrm>
                            <a:off x="0" y="0"/>
                            <a:ext cx="718934" cy="71437"/>
                          </a:xfrm>
                          <a:prstGeom prst="rect">
                            <a:avLst/>
                          </a:prstGeom>
                        </pic:spPr>
                      </pic:pic>
                    </a:graphicData>
                  </a:graphic>
                </wp:inline>
              </w:drawing>
            </w:r>
          </w:p>
          <w:p w:rsidR="00126F59" w:rsidRDefault="00126F59">
            <w:pPr>
              <w:pStyle w:val="TableParagraph"/>
              <w:spacing w:before="6"/>
              <w:rPr>
                <w:rFonts w:ascii="Arial" w:eastAsia="Arial" w:hAnsi="Arial" w:cs="Arial"/>
                <w:sz w:val="24"/>
                <w:szCs w:val="24"/>
              </w:rPr>
            </w:pPr>
          </w:p>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468"/>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3"/>
              <w:rPr>
                <w:rFonts w:ascii="Arial" w:eastAsia="Arial" w:hAnsi="Arial" w:cs="Arial"/>
                <w:sz w:val="12"/>
                <w:szCs w:val="12"/>
              </w:rPr>
            </w:pPr>
          </w:p>
          <w:p w:rsidR="00126F59" w:rsidRDefault="001577C0">
            <w:pPr>
              <w:pStyle w:val="TableParagraph"/>
              <w:spacing w:line="160" w:lineRule="atLeast"/>
              <w:ind w:left="61"/>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extent cx="1447243" cy="102679"/>
                  <wp:effectExtent l="0" t="0" r="0" b="0"/>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14" cstate="print"/>
                          <a:stretch>
                            <a:fillRect/>
                          </a:stretch>
                        </pic:blipFill>
                        <pic:spPr>
                          <a:xfrm>
                            <a:off x="0" y="0"/>
                            <a:ext cx="1447243" cy="102679"/>
                          </a:xfrm>
                          <a:prstGeom prst="rect">
                            <a:avLst/>
                          </a:prstGeom>
                        </pic:spPr>
                      </pic:pic>
                    </a:graphicData>
                  </a:graphic>
                </wp:inline>
              </w:drawing>
            </w:r>
          </w:p>
        </w:tc>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6"/>
              <w:rPr>
                <w:rFonts w:ascii="Arial" w:eastAsia="Arial" w:hAnsi="Arial" w:cs="Arial"/>
                <w:sz w:val="10"/>
                <w:szCs w:val="10"/>
              </w:rPr>
            </w:pPr>
          </w:p>
          <w:p w:rsidR="00126F59" w:rsidRDefault="001577C0">
            <w:pPr>
              <w:pStyle w:val="TableParagraph"/>
              <w:spacing w:line="140" w:lineRule="atLeast"/>
              <w:ind w:left="620"/>
              <w:rPr>
                <w:rFonts w:ascii="Arial" w:eastAsia="Arial" w:hAnsi="Arial" w:cs="Arial"/>
                <w:sz w:val="14"/>
                <w:szCs w:val="14"/>
              </w:rPr>
            </w:pPr>
            <w:r>
              <w:rPr>
                <w:rFonts w:ascii="Arial" w:eastAsia="Arial" w:hAnsi="Arial" w:cs="Arial"/>
                <w:noProof/>
                <w:sz w:val="14"/>
                <w:szCs w:val="14"/>
                <w:lang w:val="sr-Latn-RS" w:eastAsia="sr-Latn-RS"/>
              </w:rPr>
              <w:drawing>
                <wp:inline distT="0" distB="0" distL="0" distR="0">
                  <wp:extent cx="726273" cy="92297"/>
                  <wp:effectExtent l="0" t="0" r="0" b="0"/>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15" cstate="print"/>
                          <a:stretch>
                            <a:fillRect/>
                          </a:stretch>
                        </pic:blipFill>
                        <pic:spPr>
                          <a:xfrm>
                            <a:off x="0" y="0"/>
                            <a:ext cx="726273" cy="92297"/>
                          </a:xfrm>
                          <a:prstGeom prst="rect">
                            <a:avLst/>
                          </a:prstGeom>
                        </pic:spPr>
                      </pic:pic>
                    </a:graphicData>
                  </a:graphic>
                </wp:inline>
              </w:drawing>
            </w:r>
          </w:p>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0"/>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8"/>
              <w:rPr>
                <w:rFonts w:ascii="Arial" w:eastAsia="Arial" w:hAnsi="Arial" w:cs="Arial"/>
                <w:sz w:val="8"/>
                <w:szCs w:val="8"/>
              </w:rPr>
            </w:pPr>
          </w:p>
          <w:p w:rsidR="00126F59" w:rsidRDefault="001577C0">
            <w:pPr>
              <w:pStyle w:val="TableParagraph"/>
              <w:spacing w:line="160" w:lineRule="atLeast"/>
              <w:ind w:left="57"/>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extent cx="911696" cy="102679"/>
                  <wp:effectExtent l="0" t="0" r="0" b="0"/>
                  <wp:docPr id="1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16" cstate="print"/>
                          <a:stretch>
                            <a:fillRect/>
                          </a:stretch>
                        </pic:blipFill>
                        <pic:spPr>
                          <a:xfrm>
                            <a:off x="0" y="0"/>
                            <a:ext cx="911696" cy="102679"/>
                          </a:xfrm>
                          <a:prstGeom prst="rect">
                            <a:avLst/>
                          </a:prstGeom>
                        </pic:spPr>
                      </pic:pic>
                    </a:graphicData>
                  </a:graphic>
                </wp:inline>
              </w:drawing>
            </w:r>
          </w:p>
        </w:tc>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6"/>
              <w:rPr>
                <w:rFonts w:ascii="Arial" w:eastAsia="Arial" w:hAnsi="Arial" w:cs="Arial"/>
                <w:sz w:val="10"/>
                <w:szCs w:val="10"/>
              </w:rPr>
            </w:pPr>
          </w:p>
          <w:p w:rsidR="00126F59" w:rsidRDefault="001577C0">
            <w:pPr>
              <w:pStyle w:val="TableParagraph"/>
              <w:spacing w:line="140" w:lineRule="atLeast"/>
              <w:ind w:left="632"/>
              <w:rPr>
                <w:rFonts w:ascii="Arial" w:eastAsia="Arial" w:hAnsi="Arial" w:cs="Arial"/>
                <w:sz w:val="14"/>
                <w:szCs w:val="14"/>
              </w:rPr>
            </w:pPr>
            <w:r>
              <w:rPr>
                <w:rFonts w:ascii="Arial" w:eastAsia="Arial" w:hAnsi="Arial" w:cs="Arial"/>
                <w:noProof/>
                <w:sz w:val="14"/>
                <w:szCs w:val="14"/>
                <w:lang w:val="sr-Latn-RS" w:eastAsia="sr-Latn-RS"/>
              </w:rPr>
              <w:drawing>
                <wp:inline distT="0" distB="0" distL="0" distR="0">
                  <wp:extent cx="734518" cy="93345"/>
                  <wp:effectExtent l="0" t="0" r="0" b="0"/>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17" cstate="print"/>
                          <a:stretch>
                            <a:fillRect/>
                          </a:stretch>
                        </pic:blipFill>
                        <pic:spPr>
                          <a:xfrm>
                            <a:off x="0" y="0"/>
                            <a:ext cx="734518" cy="93345"/>
                          </a:xfrm>
                          <a:prstGeom prst="rect">
                            <a:avLst/>
                          </a:prstGeom>
                        </pic:spPr>
                      </pic:pic>
                    </a:graphicData>
                  </a:graphic>
                </wp:inline>
              </w:drawing>
            </w:r>
          </w:p>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3"/>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11"/>
              <w:rPr>
                <w:rFonts w:ascii="Arial" w:eastAsia="Arial" w:hAnsi="Arial" w:cs="Arial"/>
                <w:sz w:val="8"/>
                <w:szCs w:val="8"/>
              </w:rPr>
            </w:pPr>
          </w:p>
          <w:p w:rsidR="00126F59" w:rsidRDefault="001577C0">
            <w:pPr>
              <w:pStyle w:val="TableParagraph"/>
              <w:spacing w:line="140" w:lineRule="atLeast"/>
              <w:ind w:left="44"/>
              <w:rPr>
                <w:rFonts w:ascii="Arial" w:eastAsia="Arial" w:hAnsi="Arial" w:cs="Arial"/>
                <w:sz w:val="14"/>
                <w:szCs w:val="14"/>
              </w:rPr>
            </w:pPr>
            <w:r>
              <w:rPr>
                <w:rFonts w:ascii="Arial" w:eastAsia="Arial" w:hAnsi="Arial" w:cs="Arial"/>
                <w:noProof/>
                <w:sz w:val="14"/>
                <w:szCs w:val="14"/>
                <w:lang w:val="sr-Latn-RS" w:eastAsia="sr-Latn-RS"/>
              </w:rPr>
              <w:drawing>
                <wp:inline distT="0" distB="0" distL="0" distR="0">
                  <wp:extent cx="813127" cy="93345"/>
                  <wp:effectExtent l="0" t="0" r="0" b="0"/>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18" cstate="print"/>
                          <a:stretch>
                            <a:fillRect/>
                          </a:stretch>
                        </pic:blipFill>
                        <pic:spPr>
                          <a:xfrm>
                            <a:off x="0" y="0"/>
                            <a:ext cx="813127" cy="93345"/>
                          </a:xfrm>
                          <a:prstGeom prst="rect">
                            <a:avLst/>
                          </a:prstGeom>
                        </pic:spPr>
                      </pic:pic>
                    </a:graphicData>
                  </a:graphic>
                </wp:inline>
              </w:drawing>
            </w:r>
          </w:p>
        </w:tc>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0"/>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11"/>
              <w:rPr>
                <w:rFonts w:ascii="Arial" w:eastAsia="Arial" w:hAnsi="Arial" w:cs="Arial"/>
                <w:sz w:val="9"/>
                <w:szCs w:val="9"/>
              </w:rPr>
            </w:pPr>
          </w:p>
          <w:p w:rsidR="00126F59" w:rsidRDefault="001577C0">
            <w:pPr>
              <w:pStyle w:val="TableParagraph"/>
              <w:spacing w:line="140" w:lineRule="atLeast"/>
              <w:ind w:left="639"/>
              <w:rPr>
                <w:rFonts w:ascii="Arial" w:eastAsia="Arial" w:hAnsi="Arial" w:cs="Arial"/>
                <w:sz w:val="14"/>
                <w:szCs w:val="14"/>
              </w:rPr>
            </w:pPr>
            <w:r>
              <w:rPr>
                <w:rFonts w:ascii="Arial" w:eastAsia="Arial" w:hAnsi="Arial" w:cs="Arial"/>
                <w:noProof/>
                <w:sz w:val="14"/>
                <w:szCs w:val="14"/>
                <w:lang w:val="sr-Latn-RS" w:eastAsia="sr-Latn-RS"/>
              </w:rPr>
              <w:drawing>
                <wp:inline distT="0" distB="0" distL="0" distR="0">
                  <wp:extent cx="738378" cy="92297"/>
                  <wp:effectExtent l="0" t="0" r="0" b="0"/>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19" cstate="print"/>
                          <a:stretch>
                            <a:fillRect/>
                          </a:stretch>
                        </pic:blipFill>
                        <pic:spPr>
                          <a:xfrm>
                            <a:off x="0" y="0"/>
                            <a:ext cx="738378" cy="92297"/>
                          </a:xfrm>
                          <a:prstGeom prst="rect">
                            <a:avLst/>
                          </a:prstGeom>
                        </pic:spPr>
                      </pic:pic>
                    </a:graphicData>
                  </a:graphic>
                </wp:inline>
              </w:drawing>
            </w:r>
          </w:p>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3"/>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3"/>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9"/>
              <w:rPr>
                <w:rFonts w:ascii="Arial" w:eastAsia="Arial" w:hAnsi="Arial" w:cs="Arial"/>
                <w:sz w:val="6"/>
                <w:szCs w:val="6"/>
              </w:rPr>
            </w:pPr>
          </w:p>
          <w:p w:rsidR="00126F59" w:rsidRDefault="001577C0">
            <w:pPr>
              <w:pStyle w:val="TableParagraph"/>
              <w:spacing w:line="170" w:lineRule="atLeast"/>
              <w:ind w:left="58"/>
              <w:rPr>
                <w:rFonts w:ascii="Arial" w:eastAsia="Arial" w:hAnsi="Arial" w:cs="Arial"/>
                <w:sz w:val="17"/>
                <w:szCs w:val="17"/>
              </w:rPr>
            </w:pPr>
            <w:r>
              <w:rPr>
                <w:rFonts w:ascii="Arial" w:eastAsia="Arial" w:hAnsi="Arial" w:cs="Arial"/>
                <w:noProof/>
                <w:sz w:val="17"/>
                <w:szCs w:val="17"/>
                <w:lang w:val="sr-Latn-RS" w:eastAsia="sr-Latn-RS"/>
              </w:rPr>
              <w:drawing>
                <wp:inline distT="0" distB="0" distL="0" distR="0">
                  <wp:extent cx="1230512" cy="112013"/>
                  <wp:effectExtent l="0" t="0" r="0" b="0"/>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0" cstate="print"/>
                          <a:stretch>
                            <a:fillRect/>
                          </a:stretch>
                        </pic:blipFill>
                        <pic:spPr>
                          <a:xfrm>
                            <a:off x="0" y="0"/>
                            <a:ext cx="1230512" cy="112013"/>
                          </a:xfrm>
                          <a:prstGeom prst="rect">
                            <a:avLst/>
                          </a:prstGeom>
                        </pic:spPr>
                      </pic:pic>
                    </a:graphicData>
                  </a:graphic>
                </wp:inline>
              </w:drawing>
            </w:r>
          </w:p>
        </w:tc>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9"/>
              <w:rPr>
                <w:rFonts w:ascii="Arial" w:eastAsia="Arial" w:hAnsi="Arial" w:cs="Arial"/>
                <w:sz w:val="10"/>
                <w:szCs w:val="10"/>
              </w:rPr>
            </w:pPr>
          </w:p>
          <w:p w:rsidR="00126F59" w:rsidRDefault="001577C0">
            <w:pPr>
              <w:pStyle w:val="TableParagraph"/>
              <w:spacing w:line="140" w:lineRule="atLeast"/>
              <w:ind w:left="632"/>
              <w:rPr>
                <w:rFonts w:ascii="Arial" w:eastAsia="Arial" w:hAnsi="Arial" w:cs="Arial"/>
                <w:sz w:val="14"/>
                <w:szCs w:val="14"/>
              </w:rPr>
            </w:pPr>
            <w:r>
              <w:rPr>
                <w:rFonts w:ascii="Arial" w:eastAsia="Arial" w:hAnsi="Arial" w:cs="Arial"/>
                <w:noProof/>
                <w:sz w:val="14"/>
                <w:szCs w:val="14"/>
                <w:lang w:val="sr-Latn-RS" w:eastAsia="sr-Latn-RS"/>
              </w:rPr>
              <w:drawing>
                <wp:inline distT="0" distB="0" distL="0" distR="0">
                  <wp:extent cx="738378" cy="92297"/>
                  <wp:effectExtent l="0" t="0" r="0" b="0"/>
                  <wp:docPr id="2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png"/>
                          <pic:cNvPicPr/>
                        </pic:nvPicPr>
                        <pic:blipFill>
                          <a:blip r:embed="rId21" cstate="print"/>
                          <a:stretch>
                            <a:fillRect/>
                          </a:stretch>
                        </pic:blipFill>
                        <pic:spPr>
                          <a:xfrm>
                            <a:off x="0" y="0"/>
                            <a:ext cx="738378" cy="92297"/>
                          </a:xfrm>
                          <a:prstGeom prst="rect">
                            <a:avLst/>
                          </a:prstGeom>
                        </pic:spPr>
                      </pic:pic>
                    </a:graphicData>
                  </a:graphic>
                </wp:inline>
              </w:drawing>
            </w:r>
          </w:p>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0"/>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5"/>
              <w:rPr>
                <w:rFonts w:ascii="Arial" w:eastAsia="Arial" w:hAnsi="Arial" w:cs="Arial"/>
                <w:sz w:val="7"/>
                <w:szCs w:val="7"/>
              </w:rPr>
            </w:pPr>
          </w:p>
          <w:p w:rsidR="00126F59" w:rsidRDefault="001577C0">
            <w:pPr>
              <w:pStyle w:val="TableParagraph"/>
              <w:spacing w:line="160" w:lineRule="atLeast"/>
              <w:ind w:left="58"/>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extent cx="1292839" cy="102012"/>
                  <wp:effectExtent l="0" t="0" r="0" b="0"/>
                  <wp:docPr id="2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7.png"/>
                          <pic:cNvPicPr/>
                        </pic:nvPicPr>
                        <pic:blipFill>
                          <a:blip r:embed="rId22" cstate="print"/>
                          <a:stretch>
                            <a:fillRect/>
                          </a:stretch>
                        </pic:blipFill>
                        <pic:spPr>
                          <a:xfrm>
                            <a:off x="0" y="0"/>
                            <a:ext cx="1292839" cy="102012"/>
                          </a:xfrm>
                          <a:prstGeom prst="rect">
                            <a:avLst/>
                          </a:prstGeom>
                        </pic:spPr>
                      </pic:pic>
                    </a:graphicData>
                  </a:graphic>
                </wp:inline>
              </w:drawing>
            </w:r>
          </w:p>
        </w:tc>
        <w:tc>
          <w:tcPr>
            <w:tcW w:w="2638" w:type="dxa"/>
            <w:tcBorders>
              <w:top w:val="single" w:sz="1" w:space="0" w:color="000000"/>
              <w:left w:val="single" w:sz="1" w:space="0" w:color="000000"/>
              <w:bottom w:val="single" w:sz="1" w:space="0" w:color="000000"/>
              <w:right w:val="single" w:sz="1" w:space="0" w:color="000000"/>
            </w:tcBorders>
          </w:tcPr>
          <w:p w:rsidR="00126F59" w:rsidRDefault="00126F59">
            <w:pPr>
              <w:pStyle w:val="TableParagraph"/>
              <w:spacing w:before="9"/>
              <w:rPr>
                <w:rFonts w:ascii="Arial" w:eastAsia="Arial" w:hAnsi="Arial" w:cs="Arial"/>
                <w:sz w:val="10"/>
                <w:szCs w:val="10"/>
              </w:rPr>
            </w:pPr>
          </w:p>
          <w:p w:rsidR="00126F59" w:rsidRDefault="001577C0">
            <w:pPr>
              <w:pStyle w:val="TableParagraph"/>
              <w:spacing w:line="140" w:lineRule="atLeast"/>
              <w:ind w:left="632"/>
              <w:rPr>
                <w:rFonts w:ascii="Arial" w:eastAsia="Arial" w:hAnsi="Arial" w:cs="Arial"/>
                <w:sz w:val="14"/>
                <w:szCs w:val="14"/>
              </w:rPr>
            </w:pPr>
            <w:r>
              <w:rPr>
                <w:rFonts w:ascii="Arial" w:eastAsia="Arial" w:hAnsi="Arial" w:cs="Arial"/>
                <w:noProof/>
                <w:sz w:val="14"/>
                <w:szCs w:val="14"/>
                <w:lang w:val="sr-Latn-RS" w:eastAsia="sr-Latn-RS"/>
              </w:rPr>
              <w:drawing>
                <wp:inline distT="0" distB="0" distL="0" distR="0">
                  <wp:extent cx="736169" cy="90487"/>
                  <wp:effectExtent l="0" t="0" r="0" b="0"/>
                  <wp:docPr id="2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8.png"/>
                          <pic:cNvPicPr/>
                        </pic:nvPicPr>
                        <pic:blipFill>
                          <a:blip r:embed="rId23" cstate="print"/>
                          <a:stretch>
                            <a:fillRect/>
                          </a:stretch>
                        </pic:blipFill>
                        <pic:spPr>
                          <a:xfrm>
                            <a:off x="0" y="0"/>
                            <a:ext cx="736169" cy="90487"/>
                          </a:xfrm>
                          <a:prstGeom prst="rect">
                            <a:avLst/>
                          </a:prstGeom>
                        </pic:spPr>
                      </pic:pic>
                    </a:graphicData>
                  </a:graphic>
                </wp:inline>
              </w:drawing>
            </w:r>
          </w:p>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3"/>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r w:rsidR="00126F59">
        <w:trPr>
          <w:trHeight w:hRule="exact" w:val="350"/>
        </w:trPr>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2638" w:type="dxa"/>
            <w:tcBorders>
              <w:top w:val="single" w:sz="1" w:space="0" w:color="000000"/>
              <w:left w:val="single" w:sz="1" w:space="0" w:color="000000"/>
              <w:bottom w:val="single" w:sz="1" w:space="0" w:color="000000"/>
              <w:right w:val="single" w:sz="1" w:space="0" w:color="000000"/>
            </w:tcBorders>
          </w:tcPr>
          <w:p w:rsidR="00126F59" w:rsidRDefault="00126F59"/>
        </w:tc>
        <w:tc>
          <w:tcPr>
            <w:tcW w:w="1752" w:type="dxa"/>
            <w:tcBorders>
              <w:top w:val="single" w:sz="1" w:space="0" w:color="000000"/>
              <w:left w:val="single" w:sz="1" w:space="0" w:color="000000"/>
              <w:bottom w:val="single" w:sz="1" w:space="0" w:color="000000"/>
              <w:right w:val="single" w:sz="1" w:space="0" w:color="000000"/>
            </w:tcBorders>
          </w:tcPr>
          <w:p w:rsidR="00126F59" w:rsidRDefault="00126F59"/>
        </w:tc>
      </w:tr>
    </w:tbl>
    <w:p w:rsidR="009416B4" w:rsidRDefault="0029709E" w:rsidP="008952B6">
      <w:pPr>
        <w:pStyle w:val="BodyText"/>
        <w:spacing w:before="121" w:line="291" w:lineRule="auto"/>
        <w:ind w:left="119" w:right="171" w:firstLine="283"/>
        <w:jc w:val="both"/>
      </w:pPr>
      <w:r>
        <w:rPr>
          <w:color w:val="F79646" w:themeColor="accent6"/>
        </w:rPr>
        <w:pict>
          <v:group id="_x0000_s4054" style="position:absolute;left:0;text-align:left;margin-left:75.7pt;margin-top:-12.4pt;width:56.05pt;height:8.05pt;z-index:-55120;mso-position-horizontal-relative:page;mso-position-vertical-relative:text" coordorigin="1514,-248" coordsize="1121,161">
            <v:group id="_x0000_s4125" style="position:absolute;left:1514;top:-236;width:87;height:108" coordorigin="1514,-236" coordsize="87,108">
              <v:shape id="_x0000_s4127" style="position:absolute;left:1514;top:-236;width:87;height:108" coordorigin="1514,-236" coordsize="87,108" path="m1565,-224r-15,l1550,-128r15,l1565,-224xe" fillcolor="black" stroked="f">
                <v:path arrowok="t"/>
              </v:shape>
              <v:shape id="_x0000_s4126" style="position:absolute;left:1514;top:-236;width:87;height:108" coordorigin="1514,-236" coordsize="87,108" path="m1601,-236r-87,l1514,-224r87,l1601,-236xe" fillcolor="black" stroked="f">
                <v:path arrowok="t"/>
              </v:shape>
            </v:group>
            <v:group id="_x0000_s4123" style="position:absolute;left:1620;top:-152;width:63;height:27" coordorigin="1620,-152" coordsize="63,27">
              <v:shape id="_x0000_s4124" style="position:absolute;left:1620;top:-152;width:63;height:27" coordorigin="1620,-152" coordsize="63,27" path="m1682,-152r-14,l1661,-140r-12,5l1620,-135r2,2l1634,-128r15,2l1658,-126r12,-7l1675,-138r7,-14xe" fillcolor="black" stroked="f">
                <v:path arrowok="t"/>
              </v:shape>
            </v:group>
            <v:group id="_x0000_s4121" style="position:absolute;left:1610;top:-198;width:72;height:63" coordorigin="1610,-198" coordsize="72,63">
              <v:shape id="_x0000_s4122" style="position:absolute;left:1610;top:-198;width:72;height:63" coordorigin="1610,-198" coordsize="72,63" path="m1646,-198r-26,l1615,-193r-5,12l1610,-159r3,12l1620,-135r29,l1642,-138r-10,-5l1627,-150r-5,-14l1682,-164r,-10l1625,-176r,-5l1632,-191r2,-4l1646,-198xe" fillcolor="black" stroked="f">
                <v:path arrowok="t"/>
              </v:shape>
            </v:group>
            <v:group id="_x0000_s4119" style="position:absolute;left:1620;top:-210;width:63;height:36" coordorigin="1620,-210" coordsize="63,36">
              <v:shape id="_x0000_s4120" style="position:absolute;left:1620;top:-210;width:63;height:36" coordorigin="1620,-210" coordsize="63,36" path="m1646,-210r-2,l1630,-205r-10,7l1654,-198r9,7l1663,-188r5,12l1625,-176r57,2l1680,-188r-7,-10l1670,-200r-9,-7l1646,-210xe" fillcolor="black" stroked="f">
                <v:path arrowok="t"/>
              </v:shape>
            </v:group>
            <v:group id="_x0000_s4117" style="position:absolute;left:1778;top:-203;width:29;height:75" coordorigin="1778,-203" coordsize="29,75">
              <v:shape id="_x0000_s4118" style="position:absolute;left:1778;top:-203;width:29;height:75" coordorigin="1778,-203" coordsize="29,75" path="m1800,-203r-22,5l1788,-195r5,4l1793,-128r14,l1807,-191r-7,-12xe" fillcolor="black" stroked="f">
                <v:path arrowok="t"/>
              </v:shape>
            </v:group>
            <v:group id="_x0000_s4115" style="position:absolute;left:1733;top:-205;width:34;height:77" coordorigin="1733,-205" coordsize="34,77">
              <v:shape id="_x0000_s4116" style="position:absolute;left:1733;top:-205;width:34;height:77" coordorigin="1733,-205" coordsize="34,77" path="m1750,-205r-17,7l1742,-193r3,l1747,-179r,51l1759,-128r,-46l1762,-181r4,-12l1759,-195r-9,-10xe" fillcolor="black" stroked="f">
                <v:path arrowok="t"/>
              </v:shape>
            </v:group>
            <v:group id="_x0000_s4113" style="position:absolute;left:1699;top:-207;width:22;height:80" coordorigin="1699,-207" coordsize="22,80">
              <v:shape id="_x0000_s4114" style="position:absolute;left:1699;top:-207;width:22;height:80" coordorigin="1699,-207" coordsize="22,80" path="m1711,-207r-12,l1699,-128r15,l1714,-174r2,-12l1721,-195r-10,l1711,-207xe" fillcolor="black" stroked="f">
                <v:path arrowok="t"/>
              </v:shape>
            </v:group>
            <v:group id="_x0000_s4111" style="position:absolute;left:1759;top:-210;width:41;height:17" coordorigin="1759,-210" coordsize="41,17">
              <v:shape id="_x0000_s4112" style="position:absolute;left:1759;top:-210;width:41;height:17" coordorigin="1759,-210" coordsize="41,17" path="m1783,-210r-5,l1769,-205r-10,10l1766,-193r12,-5l1800,-203r-5,-4l1783,-210xe" fillcolor="black" stroked="f">
                <v:path arrowok="t"/>
              </v:shape>
            </v:group>
            <v:group id="_x0000_s4109" style="position:absolute;left:1711;top:-210;width:39;height:15" coordorigin="1711,-210" coordsize="39,15">
              <v:shape id="_x0000_s4110" style="position:absolute;left:1711;top:-210;width:39;height:15" coordorigin="1711,-210" coordsize="39,15" path="m1735,-210r-14,5l1711,-195r10,l1733,-198r17,-7l1750,-207r-15,-3xe" fillcolor="black" stroked="f">
                <v:path arrowok="t"/>
              </v:shape>
            </v:group>
            <v:group id="_x0000_s4107" style="position:absolute;left:1834;top:-152;width:63;height:27" coordorigin="1834,-152" coordsize="63,27">
              <v:shape id="_x0000_s4108" style="position:absolute;left:1834;top:-152;width:63;height:27" coordorigin="1834,-152" coordsize="63,27" path="m1896,-152r-14,l1874,-140r-14,5l1834,-135r2,2l1846,-128r14,2l1872,-126r12,-7l1891,-138r5,-14xe" fillcolor="black" stroked="f">
                <v:path arrowok="t"/>
              </v:shape>
            </v:group>
            <v:group id="_x0000_s4105" style="position:absolute;left:1822;top:-198;width:75;height:63" coordorigin="1822,-198" coordsize="75,63">
              <v:shape id="_x0000_s4106" style="position:absolute;left:1822;top:-198;width:75;height:63" coordorigin="1822,-198" coordsize="75,63" path="m1860,-198r-26,l1829,-193r-5,12l1822,-167r2,8l1826,-147r8,12l1860,-135r-5,-3l1843,-143r-7,-21l1896,-164r,-10l1838,-176r,-5l1846,-193r2,-2l1860,-198xe" fillcolor="black" stroked="f">
                <v:path arrowok="t"/>
              </v:shape>
            </v:group>
            <v:group id="_x0000_s4103" style="position:absolute;left:1834;top:-210;width:63;height:36" coordorigin="1834,-210" coordsize="63,36">
              <v:shape id="_x0000_s4104" style="position:absolute;left:1834;top:-210;width:63;height:36" coordorigin="1834,-210" coordsize="63,36" path="m1860,-210r-2,l1843,-205r-9,7l1867,-198r10,7l1879,-188r3,12l1838,-176r58,2l1894,-188r-8,-10l1884,-200r-10,-7l1860,-210xe" fillcolor="black" stroked="f">
                <v:path arrowok="t"/>
              </v:shape>
            </v:group>
            <v:group id="_x0000_s4101" style="position:absolute;left:1919;top:-236;width:2;height:108" coordorigin="1919,-236" coordsize="2,108">
              <v:shape id="_x0000_s4102" style="position:absolute;left:1919;top:-236;width:2;height:108" coordorigin="1919,-236" coordsize="0,108" path="m1919,-236r,108e" filled="f" strokeweight=".7pt">
                <v:path arrowok="t"/>
              </v:shape>
            </v:group>
            <v:group id="_x0000_s4099" style="position:absolute;left:1930;top:-109;width:27;height:15" coordorigin="1930,-109" coordsize="27,15">
              <v:shape id="_x0000_s4100" style="position:absolute;left:1930;top:-109;width:27;height:15" coordorigin="1930,-109" coordsize="27,15" path="m1932,-109r-2,12l1939,-95r7,-2l1956,-104r-17,-3l1932,-109xe" fillcolor="black" stroked="f">
                <v:path arrowok="t"/>
              </v:shape>
            </v:group>
            <v:group id="_x0000_s4097" style="position:absolute;left:1939;top:-207;width:22;height:104" coordorigin="1939,-207" coordsize="22,104">
              <v:shape id="_x0000_s4098" style="position:absolute;left:1939;top:-207;width:22;height:104" coordorigin="1939,-207" coordsize="22,104" path="m1961,-207r-15,l1946,-123r-2,12l1939,-107r17,3l1958,-109r3,-14l1961,-207xe" fillcolor="black" stroked="f">
                <v:path arrowok="t"/>
              </v:shape>
            </v:group>
            <v:group id="_x0000_s4095" style="position:absolute;left:1946;top:-229;width:48;height:2" coordorigin="1946,-229" coordsize="48,2">
              <v:shape id="_x0000_s4096" style="position:absolute;left:1946;top:-229;width:48;height:2" coordorigin="1946,-229" coordsize="48,0" path="m1946,-229r48,e" filled="f" strokeweight=".82pt">
                <v:path arrowok="t"/>
              </v:shape>
            </v:group>
            <v:group id="_x0000_s4093" style="position:absolute;left:1980;top:-207;width:15;height:80" coordorigin="1980,-207" coordsize="15,80">
              <v:shape id="_x0000_s4094" style="position:absolute;left:1980;top:-207;width:15;height:80" coordorigin="1980,-207" coordsize="15,80" path="m1980,-168r14,e" filled="f" strokeweight="4.06pt">
                <v:path arrowok="t"/>
              </v:shape>
            </v:group>
            <v:group id="_x0000_s4091" style="position:absolute;left:2047;top:-239;width:44;height:113" coordorigin="2047,-239" coordsize="44,113">
              <v:shape id="_x0000_s4092" style="position:absolute;left:2047;top:-239;width:44;height:113" coordorigin="2047,-239" coordsize="44,113" path="m2090,-239r-12,l2047,-126r12,l2090,-239xe" fillcolor="black" stroked="f">
                <v:path arrowok="t"/>
              </v:shape>
            </v:group>
            <v:group id="_x0000_s4089" style="position:absolute;left:2146;top:-236;width:75;height:108" coordorigin="2146,-236" coordsize="75,108">
              <v:shape id="_x0000_s4090" style="position:absolute;left:2146;top:-236;width:75;height:108" coordorigin="2146,-236" coordsize="75,108" path="m2220,-236r-74,l2146,-128r14,l2160,-179r53,l2213,-191r-53,l2160,-224r60,l2220,-236xe" fillcolor="black" stroked="f">
                <v:path arrowok="t"/>
              </v:shape>
            </v:group>
            <v:group id="_x0000_s4087" style="position:absolute;left:2242;top:-198;width:65;height:72" coordorigin="2242,-198" coordsize="65,72">
              <v:shape id="_x0000_s4088" style="position:absolute;left:2242;top:-198;width:65;height:72" coordorigin="2242,-198" coordsize="65,72" path="m2297,-198r-22,l2285,-191r5,8l2292,-167r,12l2285,-145r-3,5l2268,-138r-26,3l2244,-133r12,5l2268,-126r7,l2306,-169r,-5l2302,-188r-5,-10xe" fillcolor="black" stroked="f">
                <v:path arrowok="t"/>
              </v:shape>
            </v:group>
            <v:group id="_x0000_s4085" style="position:absolute;left:2232;top:-210;width:65;height:75" coordorigin="2232,-210" coordsize="65,75">
              <v:shape id="_x0000_s4086" style="position:absolute;left:2232;top:-210;width:65;height:75" coordorigin="2232,-210" coordsize="65,75" path="m2268,-210r-36,43l2232,-159r10,24l2268,-138r-5,l2251,-145r-5,-7l2244,-167r2,-12l2251,-191r5,-4l2268,-198r29,l2294,-200r-12,-7l2268,-210xe" fillcolor="black" stroked="f">
                <v:path arrowok="t"/>
              </v:shape>
            </v:group>
            <v:group id="_x0000_s4083" style="position:absolute;left:2328;top:-198;width:63;height:72" coordorigin="2328,-198" coordsize="63,72">
              <v:shape id="_x0000_s4084" style="position:absolute;left:2328;top:-198;width:63;height:72" coordorigin="2328,-198" coordsize="63,72" path="m2381,-198r-22,l2371,-191r5,8l2378,-167r-2,12l2371,-145r-5,5l2354,-138r-26,3l2330,-133r10,5l2354,-126r8,l2374,-131r4,-2l2388,-145r2,-10l2390,-174r-2,-14l2381,-198xe" fillcolor="black" stroked="f">
                <v:path arrowok="t"/>
              </v:shape>
            </v:group>
            <v:group id="_x0000_s4081" style="position:absolute;left:2316;top:-210;width:65;height:75" coordorigin="2316,-210" coordsize="65,75">
              <v:shape id="_x0000_s4082" style="position:absolute;left:2316;top:-210;width:65;height:75" coordorigin="2316,-210" coordsize="65,75" path="m2354,-210r-38,43l2318,-159r3,12l2328,-135r26,-3l2350,-138r-12,-7l2333,-152r-3,-15l2333,-179r5,-12l2342,-195r12,-3l2381,-198r-3,-2l2366,-207r-12,-3xe" fillcolor="black" stroked="f">
                <v:path arrowok="t"/>
              </v:shape>
            </v:group>
            <v:group id="_x0000_s4079" style="position:absolute;left:2412;top:-140;width:27;height:15" coordorigin="2412,-140" coordsize="27,15">
              <v:shape id="_x0000_s4080" style="position:absolute;left:2412;top:-140;width:27;height:15" coordorigin="2412,-140" coordsize="27,15" path="m2436,-140r-5,2l2412,-135r5,7l2429,-126r9,-2l2436,-140xe" fillcolor="black" stroked="f">
                <v:path arrowok="t"/>
              </v:shape>
            </v:group>
            <v:group id="_x0000_s4075" style="position:absolute;left:2400;top:-236;width:36;height:101" coordorigin="2400,-236" coordsize="36,101">
              <v:shape id="_x0000_s4078" style="position:absolute;left:2400;top:-236;width:36;height:101" coordorigin="2400,-236" coordsize="36,101" path="m2424,-198r-14,l2410,-147r2,12l2431,-138r-5,-2l2424,-143r,-55xe" fillcolor="black" stroked="f">
                <v:path arrowok="t"/>
              </v:shape>
              <v:shape id="_x0000_s4077" style="position:absolute;left:2400;top:-236;width:36;height:101" coordorigin="2400,-236" coordsize="36,101" path="m2436,-207r-36,l2400,-198r36,l2436,-207xe" fillcolor="black" stroked="f">
                <v:path arrowok="t"/>
              </v:shape>
              <v:shape id="_x0000_s4076" style="position:absolute;left:2400;top:-236;width:36;height:101" coordorigin="2400,-236" coordsize="36,101" path="m2424,-236r-14,9l2410,-207r14,l2424,-236xe" fillcolor="black" stroked="f">
                <v:path arrowok="t"/>
              </v:shape>
            </v:group>
            <v:group id="_x0000_s4073" style="position:absolute;left:2450;top:-207;width:15;height:80" coordorigin="2450,-207" coordsize="15,80">
              <v:shape id="_x0000_s4074" style="position:absolute;left:2450;top:-207;width:15;height:80" coordorigin="2450,-207" coordsize="15,80" path="m2450,-168r15,e" filled="f" strokeweight="4.06pt">
                <v:path arrowok="t"/>
              </v:shape>
            </v:group>
            <v:group id="_x0000_s4071" style="position:absolute;left:2450;top:-236;width:15;height:15" coordorigin="2450,-236" coordsize="15,15">
              <v:shape id="_x0000_s4072" style="position:absolute;left:2450;top:-236;width:15;height:15" coordorigin="2450,-236" coordsize="15,15" path="m2450,-229r15,e" filled="f" strokeweight=".82pt">
                <v:path arrowok="t"/>
              </v:shape>
            </v:group>
            <v:group id="_x0000_s4069" style="position:absolute;left:2518;top:-200;width:32;height:72" coordorigin="2518,-200" coordsize="32,72">
              <v:shape id="_x0000_s4070" style="position:absolute;left:2518;top:-200;width:32;height:72" coordorigin="2518,-200" coordsize="32,72" path="m2544,-200r-26,2l2527,-195r7,7l2534,-128r15,l2549,-191r-5,-9xe" fillcolor="black" stroked="f">
                <v:path arrowok="t"/>
              </v:shape>
            </v:group>
            <v:group id="_x0000_s4067" style="position:absolute;left:2484;top:-207;width:22;height:80" coordorigin="2484,-207" coordsize="22,80">
              <v:shape id="_x0000_s4068" style="position:absolute;left:2484;top:-207;width:22;height:80" coordorigin="2484,-207" coordsize="22,80" path="m2496,-207r-12,l2484,-128r14,l2498,-181r5,-12l2506,-193r-10,-2l2496,-207xe" fillcolor="black" stroked="f">
                <v:path arrowok="t"/>
              </v:shape>
            </v:group>
            <v:group id="_x0000_s4065" style="position:absolute;left:2496;top:-210;width:48;height:17" coordorigin="2496,-210" coordsize="48,17">
              <v:shape id="_x0000_s4066" style="position:absolute;left:2496;top:-210;width:48;height:17" coordorigin="2496,-210" coordsize="48,17" path="m2522,-210r-4,l2506,-205r-10,10l2506,-193r12,-5l2544,-200r-10,-7l2522,-210xe" fillcolor="black" stroked="f">
                <v:path arrowok="t"/>
              </v:shape>
            </v:group>
            <v:group id="_x0000_s4063" style="position:absolute;left:2568;top:-121;width:56;height:27" coordorigin="2568,-121" coordsize="56,27">
              <v:shape id="_x0000_s4064" style="position:absolute;left:2568;top:-121;width:56;height:27" coordorigin="2568,-121" coordsize="56,27" path="m2568,-121r,10l2575,-102r10,5l2599,-95r7,-2l2618,-99r5,-3l2599,-107r-2,l2585,-111r-5,-8l2568,-121xe" fillcolor="black" stroked="f">
                <v:path arrowok="t"/>
              </v:shape>
            </v:group>
            <v:group id="_x0000_s4061" style="position:absolute;left:2599;top:-138;width:36;height:36" coordorigin="2599,-138" coordsize="36,36">
              <v:shape id="_x0000_s4062" style="position:absolute;left:2599;top:-138;width:36;height:36" coordorigin="2599,-138" coordsize="36,36" path="m2635,-138r-14,l2621,-121r-7,10l2611,-109r-12,2l2623,-102r7,-9l2633,-123r2,-15xe" fillcolor="black" stroked="f">
                <v:path arrowok="t"/>
              </v:shape>
            </v:group>
            <v:group id="_x0000_s4059" style="position:absolute;left:2599;top:-198;width:22;height:2" coordorigin="2599,-198" coordsize="22,2">
              <v:shape id="_x0000_s4060" style="position:absolute;left:2599;top:-198;width:22;height:2" coordorigin="2599,-198" coordsize="22,0" path="m2599,-198r22,e" filled="f" strokeweight=".1pt">
                <v:path arrowok="t"/>
              </v:shape>
            </v:group>
            <v:group id="_x0000_s4057" style="position:absolute;left:2599;top:-207;width:36;height:70" coordorigin="2599,-207" coordsize="36,70">
              <v:shape id="_x0000_s4058" style="position:absolute;left:2599;top:-207;width:36;height:70" coordorigin="2599,-207" coordsize="36,70" path="m2635,-207r-14,l2621,-198r-17,l2616,-191r5,8l2621,-157r-5,12l2611,-143r-12,5l2635,-138r,-69xe" fillcolor="black" stroked="f">
                <v:path arrowok="t"/>
              </v:shape>
            </v:group>
            <v:group id="_x0000_s4055" style="position:absolute;left:2566;top:-210;width:56;height:82" coordorigin="2566,-210" coordsize="56,82">
              <v:shape id="_x0000_s4056" style="position:absolute;left:2566;top:-210;width:56;height:82" coordorigin="2566,-210" coordsize="56,82" path="m2599,-210r-7,l2580,-205r-2,5l2568,-188r-2,7l2566,-164r33,36l2611,-131r10,-7l2594,-138r-9,-7l2580,-155r-2,-14l2580,-179r5,-12l2587,-193r12,-5l2621,-198r-10,-9l2599,-210xe" fillcolor="black" stroked="f">
                <v:path arrowok="t"/>
              </v:shape>
            </v:group>
            <w10:wrap anchorx="page"/>
          </v:group>
        </w:pict>
      </w:r>
      <w:r>
        <w:rPr>
          <w:color w:val="F79646" w:themeColor="accent6"/>
        </w:rPr>
        <w:pict>
          <v:group id="_x0000_s3986" style="position:absolute;left:0;text-align:left;margin-left:75.95pt;margin-top:-101.2pt;width:54.4pt;height:8.05pt;z-index:-55048;mso-position-horizontal-relative:page;mso-position-vertical-relative:text" coordorigin="1519,-2024" coordsize="1088,161">
            <v:group id="_x0000_s4052" style="position:absolute;left:1519;top:-1940;width:46;height:27" coordorigin="1519,-1940" coordsize="46,27">
              <v:shape id="_x0000_s4053" style="position:absolute;left:1519;top:-1940;width:46;height:27" coordorigin="1519,-1940" coordsize="46,27" path="m1531,-1940r-12,l1519,-1931r5,10l1529,-1914r36,-2l1560,-1916r-12,-3l1536,-1928r-5,-12xe" fillcolor="black" stroked="f">
                <v:path arrowok="t"/>
              </v:shape>
            </v:group>
            <v:group id="_x0000_s4050" style="position:absolute;left:1560;top:-2005;width:44;height:24" coordorigin="1560,-2005" coordsize="44,24">
              <v:shape id="_x0000_s4051" style="position:absolute;left:1560;top:-2005;width:44;height:24" coordorigin="1560,-2005" coordsize="44,24" path="m1594,-2005r-34,2l1570,-2003r12,5l1584,-1995r5,14l1603,-1983r-2,-5l1596,-2000r-2,-5xe" fillcolor="black" stroked="f">
                <v:path arrowok="t"/>
              </v:shape>
            </v:group>
            <v:group id="_x0000_s4048" style="position:absolute;left:1522;top:-2017;width:84;height:116" coordorigin="1522,-2017" coordsize="84,116">
              <v:shape id="_x0000_s4049" style="position:absolute;left:1522;top:-2017;width:84;height:116" coordorigin="1522,-2017" coordsize="84,116" path="m1560,-2017r-7,l1541,-2012r-5,2l1526,-2003r,5l1522,-1986r57,36l1589,-1943r2,10l1589,-1926r-10,7l1577,-1919r-12,3l1529,-1914r12,7l1550,-1904r15,2l1572,-1904r14,-3l1591,-1909r10,-10l1603,-1923r3,-12l1606,-1938r-56,-33l1541,-1976r-5,-10l1536,-1988r7,-10l1548,-2000r12,-3l1594,-2005r-12,-7l1574,-2015r-14,-2xe" fillcolor="black" stroked="f">
                <v:path arrowok="t"/>
              </v:shape>
            </v:group>
            <v:group id="_x0000_s4046" style="position:absolute;left:1646;top:-1983;width:41;height:80" coordorigin="1646,-1983" coordsize="41,80">
              <v:shape id="_x0000_s4047" style="position:absolute;left:1646;top:-1983;width:41;height:80" coordorigin="1646,-1983" coordsize="41,80" path="m1687,-1983r-12,l1656,-1935r,2l1651,-1921r-5,17l1658,-1904r29,-79xe" fillcolor="black" stroked="f">
                <v:path arrowok="t"/>
              </v:shape>
            </v:group>
            <v:group id="_x0000_s4044" style="position:absolute;left:1615;top:-1983;width:36;height:80" coordorigin="1615,-1983" coordsize="36,80">
              <v:shape id="_x0000_s4045" style="position:absolute;left:1615;top:-1983;width:36;height:80" coordorigin="1615,-1983" coordsize="36,80" path="m1630,-1983r-15,l1646,-1904r5,-17l1651,-1923r-5,-12l1630,-1983xe" fillcolor="black" stroked="f">
                <v:path arrowok="t"/>
              </v:shape>
            </v:group>
            <v:group id="_x0000_s4042" style="position:absolute;left:1706;top:-1974;width:65;height:72" coordorigin="1706,-1974" coordsize="65,72">
              <v:shape id="_x0000_s4043" style="position:absolute;left:1706;top:-1974;width:65;height:72" coordorigin="1706,-1974" coordsize="65,72" path="m1759,-1974r-21,l1750,-1967r4,8l1757,-1945r-3,14l1750,-1921r-5,2l1733,-1914r-27,l1709,-1911r9,7l1733,-1902r7,-2l1752,-1907r14,-14l1769,-1931r2,-14l1769,-1952r-3,-12l1759,-1974xe" fillcolor="black" stroked="f">
                <v:path arrowok="t"/>
              </v:shape>
            </v:group>
            <v:group id="_x0000_s4040" style="position:absolute;left:1694;top:-1986;width:65;height:72" coordorigin="1694,-1986" coordsize="65,72">
              <v:shape id="_x0000_s4041" style="position:absolute;left:1694;top:-1986;width:65;height:72" coordorigin="1694,-1986" coordsize="65,72" path="m1733,-1986r-39,41l1694,-1935r5,12l1706,-1914r22,l1716,-1921r-5,-7l1709,-1945r2,-12l1716,-1967r5,-4l1733,-1974r26,l1757,-1976r-10,-7l1733,-1986xe" fillcolor="black" stroked="f">
                <v:path arrowok="t"/>
              </v:shape>
            </v:group>
            <v:group id="_x0000_s4038" style="position:absolute;left:1798;top:-1919;width:41;height:17" coordorigin="1798,-1919" coordsize="41,17">
              <v:shape id="_x0000_s4039" style="position:absolute;left:1798;top:-1919;width:41;height:17" coordorigin="1798,-1919" coordsize="41,17" path="m1829,-1919r-12,5l1798,-1909r4,2l1814,-1902r15,-5l1838,-1914r-9,-5xe" fillcolor="black" stroked="f">
                <v:path arrowok="t"/>
              </v:shape>
            </v:group>
            <v:group id="_x0000_s4036" style="position:absolute;left:1781;top:-1986;width:56;height:77" coordorigin="1781,-1986" coordsize="56,77">
              <v:shape id="_x0000_s4037" style="position:absolute;left:1781;top:-1986;width:56;height:77" coordorigin="1781,-1986" coordsize="56,77" path="m1814,-1986r-4,l1798,-1981r-5,5l1786,-1967r-5,10l1781,-1935r5,12l1788,-1919r10,10l1817,-1914r-5,l1800,-1921r-2,-7l1795,-1943r,-14l1800,-1967r2,-2l1817,-1974r19,l1826,-1983r-12,-3xe" fillcolor="black" stroked="f">
                <v:path arrowok="t"/>
              </v:shape>
            </v:group>
            <v:group id="_x0000_s4034" style="position:absolute;left:1819;top:-2015;width:32;height:111" coordorigin="1819,-2015" coordsize="32,111">
              <v:shape id="_x0000_s4035" style="position:absolute;left:1819;top:-2015;width:32;height:111" coordorigin="1819,-2015" coordsize="32,111" path="m1850,-2015r-14,l1836,-1974r-17,l1831,-1967r5,10l1838,-1943r-2,12l1831,-1921r-2,2l1838,-1914r,10l1850,-1904r,-111xe" fillcolor="black" stroked="f">
                <v:path arrowok="t"/>
              </v:shape>
            </v:group>
            <v:group id="_x0000_s4032" style="position:absolute;left:1877;top:-1974;width:65;height:72" coordorigin="1877,-1974" coordsize="65,72">
              <v:shape id="_x0000_s4033" style="position:absolute;left:1877;top:-1974;width:65;height:72" coordorigin="1877,-1974" coordsize="65,72" path="m1930,-1974r-22,l1920,-1967r5,8l1927,-1945r-2,14l1920,-1921r-5,2l1903,-1914r-26,l1879,-1911r12,7l1903,-1902r7,-2l1922,-1907r15,-14l1939,-1931r3,-14l1939,-1952r-2,-12l1930,-1974xe" fillcolor="black" stroked="f">
                <v:path arrowok="t"/>
              </v:shape>
            </v:group>
            <v:group id="_x0000_s4030" style="position:absolute;left:1867;top:-1986;width:63;height:72" coordorigin="1867,-1986" coordsize="63,72">
              <v:shape id="_x0000_s4031" style="position:absolute;left:1867;top:-1986;width:63;height:72" coordorigin="1867,-1986" coordsize="63,72" path="m1903,-1986r-14,3l1879,-1976r-7,5l1867,-1959r,24l1870,-1923r7,9l1898,-1914r-12,-7l1882,-1928r-3,-17l1882,-1957r4,-10l1891,-1971r12,-3l1930,-1974r-3,-2l1918,-1983r-15,-3xe" fillcolor="black" stroked="f">
                <v:path arrowok="t"/>
              </v:shape>
            </v:group>
            <v:group id="_x0000_s4028" style="position:absolute;left:1978;top:-1983;width:44;height:80" coordorigin="1978,-1983" coordsize="44,80">
              <v:shape id="_x0000_s4029" style="position:absolute;left:1978;top:-1983;width:44;height:80" coordorigin="1978,-1983" coordsize="44,80" path="m2021,-1983r-15,l1990,-1935r,2l1985,-1921r-7,17l1992,-1904r29,-79xe" fillcolor="black" stroked="f">
                <v:path arrowok="t"/>
              </v:shape>
            </v:group>
            <v:group id="_x0000_s4026" style="position:absolute;left:1949;top:-1983;width:36;height:80" coordorigin="1949,-1983" coordsize="36,80">
              <v:shape id="_x0000_s4027" style="position:absolute;left:1949;top:-1983;width:36;height:80" coordorigin="1949,-1983" coordsize="36,80" path="m1963,-1983r-14,l1978,-1904r7,-17l1985,-1923r-5,-12l1963,-1983xe" fillcolor="black" stroked="f">
                <v:path arrowok="t"/>
              </v:shape>
            </v:group>
            <v:group id="_x0000_s4024" style="position:absolute;left:2033;top:-1983;width:15;height:80" coordorigin="2033,-1983" coordsize="15,80">
              <v:shape id="_x0000_s4025" style="position:absolute;left:2033;top:-1983;width:15;height:80" coordorigin="2033,-1983" coordsize="15,80" path="m2033,-1944r14,e" filled="f" strokeweight="4.06pt">
                <v:path arrowok="t"/>
              </v:shape>
            </v:group>
            <v:group id="_x0000_s4022" style="position:absolute;left:2033;top:-2015;width:15;height:17" coordorigin="2033,-2015" coordsize="15,17">
              <v:shape id="_x0000_s4023" style="position:absolute;left:2033;top:-2015;width:15;height:17" coordorigin="2033,-2015" coordsize="15,17" path="m2033,-2006r14,e" filled="f" strokeweight=".94pt">
                <v:path arrowok="t"/>
              </v:shape>
            </v:group>
            <v:group id="_x0000_s4020" style="position:absolute;left:2100;top:-2017;width:44;height:116" coordorigin="2100,-2017" coordsize="44,116">
              <v:shape id="_x0000_s4021" style="position:absolute;left:2100;top:-2017;width:44;height:116" coordorigin="2100,-2017" coordsize="44,116" path="m2143,-2017r-12,l2100,-1902r12,l2143,-2017xe" fillcolor="black" stroked="f">
                <v:path arrowok="t"/>
              </v:shape>
            </v:group>
            <v:group id="_x0000_s4018" style="position:absolute;left:2230;top:-2015;width:58;height:111" coordorigin="2230,-2015" coordsize="58,111">
              <v:shape id="_x0000_s4019" style="position:absolute;left:2230;top:-2015;width:58;height:111" coordorigin="2230,-2015" coordsize="58,111" path="m2287,-2015r-17,l2242,-1933r-3,5l2237,-1916r-7,12l2244,-1904r43,-111xe" fillcolor="black" stroked="f">
                <v:path arrowok="t"/>
              </v:shape>
            </v:group>
            <v:group id="_x0000_s4016" style="position:absolute;left:2186;top:-2015;width:51;height:111" coordorigin="2186,-2015" coordsize="51,111">
              <v:shape id="_x0000_s4017" style="position:absolute;left:2186;top:-2015;width:51;height:111" coordorigin="2186,-2015" coordsize="51,111" path="m2201,-2015r-15,l2230,-1904r7,-12l2234,-1921r-4,-12l2201,-2015xe" fillcolor="black" stroked="f">
                <v:path arrowok="t"/>
              </v:shape>
            </v:group>
            <v:group id="_x0000_s4014" style="position:absolute;left:2299;top:-1916;width:51;height:15" coordorigin="2299,-1916" coordsize="51,15">
              <v:shape id="_x0000_s4015" style="position:absolute;left:2299;top:-1916;width:51;height:15" coordorigin="2299,-1916" coordsize="51,15" path="m2338,-1916r-15,2l2299,-1909r7,5l2321,-1902r2,l2335,-1904r3,-3l2350,-1914r-12,-2xe" fillcolor="black" stroked="f">
                <v:path arrowok="t"/>
              </v:shape>
            </v:group>
            <v:group id="_x0000_s4012" style="position:absolute;left:2292;top:-1947;width:58;height:39" coordorigin="2292,-1947" coordsize="58,39">
              <v:shape id="_x0000_s4013" style="position:absolute;left:2292;top:-1947;width:58;height:39" coordorigin="2292,-1947" coordsize="58,39" path="m2314,-1947r-10,4l2297,-1935r-5,9l2294,-1921r5,12l2323,-1914r-12,-2l2306,-1926r3,-5l2316,-1935r10,-3l2338,-1940r12,-5l2314,-1947xe" fillcolor="black" stroked="f">
                <v:path arrowok="t"/>
              </v:shape>
            </v:group>
            <v:group id="_x0000_s4010" style="position:absolute;left:2294;top:-1974;width:36;height:15" coordorigin="2294,-1974" coordsize="36,15">
              <v:shape id="_x0000_s4011" style="position:absolute;left:2294;top:-1974;width:36;height:15" coordorigin="2294,-1974" coordsize="36,15" path="m2330,-1974r-28,l2294,-1962r15,3l2316,-1971r14,-3xe" fillcolor="black" stroked="f">
                <v:path arrowok="t"/>
              </v:shape>
            </v:group>
            <v:group id="_x0000_s4007" style="position:absolute;left:2302;top:-1986;width:65;height:82" coordorigin="2302,-1986" coordsize="65,82">
              <v:shape id="_x0000_s4009" style="position:absolute;left:2302;top:-1986;width:65;height:82" coordorigin="2302,-1986" coordsize="65,82" path="m2347,-1983r-36,l2302,-1974r31,l2345,-1969r5,12l2350,-1955r-10,3l2326,-1950r-12,3l2350,-1945r,7l2347,-1926r-9,10l2350,-1914r2,10l2366,-1904r-4,-10l2362,-1969r-5,-7l2347,-1983xe" fillcolor="black" stroked="f">
                <v:path arrowok="t"/>
              </v:shape>
              <v:shape id="_x0000_s4008" style="position:absolute;left:2302;top:-1986;width:65;height:82" coordorigin="2302,-1986" coordsize="65,82" path="m2330,-1986r-4,l2314,-1983r31,l2330,-1986xe" fillcolor="black" stroked="f">
                <v:path arrowok="t"/>
              </v:shape>
            </v:group>
            <v:group id="_x0000_s4005" style="position:absolute;left:2388;top:-1919;width:48;height:17" coordorigin="2388,-1919" coordsize="48,17">
              <v:shape id="_x0000_s4006" style="position:absolute;left:2388;top:-1919;width:48;height:17" coordorigin="2388,-1919" coordsize="48,17" path="m2424,-1919r-12,5l2388,-1911r10,4l2410,-1902r4,l2426,-1907r10,-9l2424,-1919xe" fillcolor="black" stroked="f">
                <v:path arrowok="t"/>
              </v:shape>
            </v:group>
            <v:group id="_x0000_s4003" style="position:absolute;left:2383;top:-1983;width:29;height:72" coordorigin="2383,-1983" coordsize="29,72">
              <v:shape id="_x0000_s4004" style="position:absolute;left:2383;top:-1983;width:29;height:72" coordorigin="2383,-1983" coordsize="29,72" path="m2395,-1983r-12,l2383,-1923r5,12l2412,-1914r-10,-5l2398,-1926r-3,-14l2395,-1983xe" fillcolor="black" stroked="f">
                <v:path arrowok="t"/>
              </v:shape>
            </v:group>
            <v:group id="_x0000_s4001" style="position:absolute;left:2424;top:-1983;width:24;height:80" coordorigin="2424,-1983" coordsize="24,80">
              <v:shape id="_x0000_s4002" style="position:absolute;left:2424;top:-1983;width:24;height:80" coordorigin="2424,-1983" coordsize="24,80" path="m2448,-1983r-14,l2434,-1938r-3,12l2424,-1919r12,3l2436,-1904r12,l2448,-1983xe" fillcolor="black" stroked="f">
                <v:path arrowok="t"/>
              </v:shape>
            </v:group>
            <v:group id="_x0000_s3999" style="position:absolute;left:2474;top:-2015;width:2;height:111" coordorigin="2474,-2015" coordsize="2,111">
              <v:shape id="_x0000_s4000" style="position:absolute;left:2474;top:-2015;width:2;height:111" coordorigin="2474,-2015" coordsize="0,111" path="m2474,-2015r,111e" filled="f" strokeweight=".82pt">
                <v:path arrowok="t"/>
              </v:shape>
            </v:group>
            <v:group id="_x0000_s3997" style="position:absolute;left:2506;top:-1916;width:29;height:12" coordorigin="2506,-1916" coordsize="29,12">
              <v:shape id="_x0000_s3998" style="position:absolute;left:2506;top:-1916;width:29;height:12" coordorigin="2506,-1916" coordsize="29,12" path="m2532,-1916r-5,l2506,-1911r7,4l2525,-1904r9,l2532,-1916xe" fillcolor="black" stroked="f">
                <v:path arrowok="t"/>
              </v:shape>
            </v:group>
            <v:group id="_x0000_s3993" style="position:absolute;left:2496;top:-2012;width:36;height:101" coordorigin="2496,-2012" coordsize="36,101">
              <v:shape id="_x0000_s3996" style="position:absolute;left:2496;top:-2012;width:36;height:101" coordorigin="2496,-2012" coordsize="36,101" path="m2518,-1974r-12,l2506,-1911r21,-5l2522,-1916r-2,-5l2518,-1928r,-46xe" fillcolor="black" stroked="f">
                <v:path arrowok="t"/>
              </v:shape>
              <v:shape id="_x0000_s3995" style="position:absolute;left:2496;top:-2012;width:36;height:101" coordorigin="2496,-2012" coordsize="36,101" path="m2532,-1983r-36,l2496,-1974r36,l2532,-1983xe" fillcolor="black" stroked="f">
                <v:path arrowok="t"/>
              </v:shape>
              <v:shape id="_x0000_s3994" style="position:absolute;left:2496;top:-2012;width:36;height:101" coordorigin="2496,-2012" coordsize="36,101" path="m2518,-2012r-12,7l2506,-1983r12,l2518,-2012xe" fillcolor="black" stroked="f">
                <v:path arrowok="t"/>
              </v:shape>
            </v:group>
            <v:group id="_x0000_s3991" style="position:absolute;left:2539;top:-1931;width:36;height:22" coordorigin="2539,-1931" coordsize="36,22">
              <v:shape id="_x0000_s3992" style="position:absolute;left:2539;top:-1931;width:36;height:22" coordorigin="2539,-1931" coordsize="36,22" path="m2554,-1931r-15,3l2542,-1919r9,10l2575,-1914r-2,l2561,-1919r-3,l2554,-1931xe" fillcolor="black" stroked="f">
                <v:path arrowok="t"/>
              </v:shape>
            </v:group>
            <v:group id="_x0000_s3989" style="position:absolute;left:2573;top:-1976;width:29;height:15" coordorigin="2573,-1976" coordsize="29,15">
              <v:shape id="_x0000_s3990" style="position:absolute;left:2573;top:-1976;width:29;height:15" coordorigin="2573,-1976" coordsize="29,15" path="m2597,-1976r-24,2l2585,-1971r5,9l2602,-1964r-5,-12xe" fillcolor="black" stroked="f">
                <v:path arrowok="t"/>
              </v:shape>
            </v:group>
            <v:group id="_x0000_s3987" style="position:absolute;left:2542;top:-1986;width:65;height:84" coordorigin="2542,-1986" coordsize="65,84">
              <v:shape id="_x0000_s3988" style="position:absolute;left:2542;top:-1986;width:65;height:84" coordorigin="2542,-1986" coordsize="65,84" path="m2573,-1986r-12,3l2551,-1981r-7,7l2542,-1962r2,10l2554,-1945r4,2l2575,-1938r12,5l2592,-1926r-5,7l2587,-1916r-36,7l2558,-1904r17,2l2578,-1902r12,-5l2592,-1907r10,-9l2606,-1928r-4,-10l2594,-1945r-4,-2l2575,-1952r-12,-5l2556,-1959r,-5l2558,-1971r15,-3l2597,-1976r-10,-7l2585,-1983r-12,-3xe" fillcolor="black" stroked="f">
                <v:path arrowok="t"/>
              </v:shape>
            </v:group>
            <w10:wrap anchorx="page"/>
          </v:group>
        </w:pict>
      </w:r>
      <w:r>
        <w:rPr>
          <w:color w:val="F79646" w:themeColor="accent6"/>
        </w:rPr>
        <w:pict>
          <v:group id="_x0000_s3875" style="position:absolute;left:0;text-align:left;margin-left:76.05pt;margin-top:-30.9pt;width:81.2pt;height:8.05pt;z-index:-55024;mso-position-horizontal-relative:page;mso-position-vertical-relative:text" coordorigin="1521,-618" coordsize="1624,161">
            <v:group id="_x0000_s3984" style="position:absolute;left:1555;top:-563;width:58;height:65" coordorigin="1555,-563" coordsize="58,65">
              <v:shape id="_x0000_s3985" style="position:absolute;left:1555;top:-563;width:58;height:65" coordorigin="1555,-563" coordsize="58,65" path="m1565,-563r-10,10l1594,-498r19,l1565,-563xe" fillcolor="black" stroked="f">
                <v:path arrowok="t"/>
              </v:shape>
            </v:group>
            <v:group id="_x0000_s3982" style="position:absolute;left:1536;top:-606;width:75;height:70" coordorigin="1536,-606" coordsize="75,70">
              <v:shape id="_x0000_s3983" style="position:absolute;left:1536;top:-606;width:75;height:70" coordorigin="1536,-606" coordsize="75,70" path="m1610,-606r-19,l1536,-553r,17l1555,-553r10,-10l1610,-606xe" fillcolor="black" stroked="f">
                <v:path arrowok="t"/>
              </v:shape>
            </v:group>
            <v:group id="_x0000_s3980" style="position:absolute;left:1529;top:-606;width:2;height:108" coordorigin="1529,-606" coordsize="2,108">
              <v:shape id="_x0000_s3981" style="position:absolute;left:1529;top:-606;width:2;height:108" coordorigin="1529,-606" coordsize="0,108" path="m1529,-606r,108e" filled="f" strokeweight=".82pt">
                <v:path arrowok="t"/>
              </v:shape>
            </v:group>
            <v:group id="_x0000_s3978" style="position:absolute;left:1622;top:-577;width:32;height:80" coordorigin="1622,-577" coordsize="32,80">
              <v:shape id="_x0000_s3979" style="position:absolute;left:1622;top:-577;width:32;height:80" coordorigin="1622,-577" coordsize="32,80" path="m1637,-577r-15,l1622,-498r15,l1637,-541r2,-14l1644,-563r10,-2l1637,-565r,-12xe" fillcolor="black" stroked="f">
                <v:path arrowok="t"/>
              </v:shape>
            </v:group>
            <v:group id="_x0000_s3976" style="position:absolute;left:1637;top:-579;width:29;height:17" coordorigin="1637,-579" coordsize="29,17">
              <v:shape id="_x0000_s3977" style="position:absolute;left:1637;top:-579;width:29;height:17" coordorigin="1637,-579" coordsize="29,17" path="m1654,-579r-10,4l1637,-565r17,l1663,-563r3,-12l1654,-579xe" fillcolor="black" stroked="f">
                <v:path arrowok="t"/>
              </v:shape>
            </v:group>
            <v:group id="_x0000_s3974" style="position:absolute;left:1675;top:-577;width:12;height:80" coordorigin="1675,-577" coordsize="12,80">
              <v:shape id="_x0000_s3975" style="position:absolute;left:1675;top:-577;width:12;height:80" coordorigin="1675,-577" coordsize="12,80" path="m1675,-537r12,e" filled="f" strokeweight="4.06pt">
                <v:path arrowok="t"/>
              </v:shape>
            </v:group>
            <v:group id="_x0000_s3972" style="position:absolute;left:1675;top:-606;width:12;height:15" coordorigin="1675,-606" coordsize="12,15">
              <v:shape id="_x0000_s3973" style="position:absolute;left:1675;top:-606;width:12;height:15" coordorigin="1675,-606" coordsize="12,15" path="m1675,-599r12,e" filled="f" strokeweight=".82pt">
                <v:path arrowok="t"/>
              </v:shape>
            </v:group>
            <v:group id="_x0000_s3970" style="position:absolute;left:1715;top:-606;width:2;height:108" coordorigin="1715,-606" coordsize="2,108">
              <v:shape id="_x0000_s3971" style="position:absolute;left:1715;top:-606;width:2;height:108" coordorigin="1715,-606" coordsize="0,108" path="m1715,-606r,108e" filled="f" strokeweight=".7pt">
                <v:path arrowok="t"/>
              </v:shape>
            </v:group>
            <v:group id="_x0000_s3968" style="position:absolute;left:1778;top:-570;width:29;height:72" coordorigin="1778,-570" coordsize="29,72">
              <v:shape id="_x0000_s3969" style="position:absolute;left:1778;top:-570;width:29;height:72" coordorigin="1778,-570" coordsize="29,72" path="m1802,-570r-24,3l1786,-565r7,7l1793,-498r14,l1807,-560r-5,-10xe" fillcolor="black" stroked="f">
                <v:path arrowok="t"/>
              </v:shape>
            </v:group>
            <v:group id="_x0000_s3966" style="position:absolute;left:1742;top:-577;width:22;height:80" coordorigin="1742,-577" coordsize="22,80">
              <v:shape id="_x0000_s3967" style="position:absolute;left:1742;top:-577;width:22;height:80" coordorigin="1742,-577" coordsize="22,80" path="m1754,-577r-12,l1742,-498r15,l1757,-551r7,-12l1754,-565r,-12xe" fillcolor="black" stroked="f">
                <v:path arrowok="t"/>
              </v:shape>
            </v:group>
            <v:group id="_x0000_s3964" style="position:absolute;left:1754;top:-579;width:48;height:17" coordorigin="1754,-579" coordsize="48,17">
              <v:shape id="_x0000_s3965" style="position:absolute;left:1754;top:-579;width:48;height:17" coordorigin="1754,-579" coordsize="48,17" path="m1781,-579r-5,2l1764,-575r-10,10l1764,-563r14,-4l1802,-570r-9,-5l1781,-579xe" fillcolor="black" stroked="f">
                <v:path arrowok="t"/>
              </v:shape>
            </v:group>
            <v:group id="_x0000_s3962" style="position:absolute;left:1829;top:-577;width:12;height:80" coordorigin="1829,-577" coordsize="12,80">
              <v:shape id="_x0000_s3963" style="position:absolute;left:1829;top:-577;width:12;height:80" coordorigin="1829,-577" coordsize="12,80" path="m1829,-537r12,e" filled="f" strokeweight="4.06pt">
                <v:path arrowok="t"/>
              </v:shape>
            </v:group>
            <v:group id="_x0000_s3960" style="position:absolute;left:1829;top:-606;width:12;height:15" coordorigin="1829,-606" coordsize="12,15">
              <v:shape id="_x0000_s3961" style="position:absolute;left:1829;top:-606;width:12;height:15" coordorigin="1829,-606" coordsize="12,15" path="m1829,-599r12,e" filled="f" strokeweight=".82pt">
                <v:path arrowok="t"/>
              </v:shape>
            </v:group>
            <v:group id="_x0000_s3958" style="position:absolute;left:1898;top:-510;width:70;height:12" coordorigin="1898,-510" coordsize="70,12">
              <v:shape id="_x0000_s3959" style="position:absolute;left:1898;top:-510;width:70;height:12" coordorigin="1898,-510" coordsize="70,12" path="m1968,-510r-41,l1915,-507r-17,9l1968,-498r,-12xe" fillcolor="black" stroked="f">
                <v:path arrowok="t"/>
              </v:shape>
            </v:group>
            <v:group id="_x0000_s3956" style="position:absolute;left:1898;top:-567;width:68;height:70" coordorigin="1898,-567" coordsize="68,70">
              <v:shape id="_x0000_s3957" style="position:absolute;left:1898;top:-567;width:68;height:70" coordorigin="1898,-567" coordsize="68,70" path="m1966,-567r-17,l1898,-507r,9l1915,-507r7,-10l1966,-567xe" fillcolor="black" stroked="f">
                <v:path arrowok="t"/>
              </v:shape>
            </v:group>
            <v:group id="_x0000_s3954" style="position:absolute;left:1901;top:-577;width:65;height:12" coordorigin="1901,-577" coordsize="65,12">
              <v:shape id="_x0000_s3955" style="position:absolute;left:1901;top:-577;width:65;height:12" coordorigin="1901,-577" coordsize="65,12" path="m1966,-577r-65,l1901,-565r33,l1949,-567r17,l1966,-577xe" fillcolor="black" stroked="f">
                <v:path arrowok="t"/>
              </v:shape>
            </v:group>
            <v:group id="_x0000_s3952" style="position:absolute;left:1982;top:-577;width:15;height:80" coordorigin="1982,-577" coordsize="15,80">
              <v:shape id="_x0000_s3953" style="position:absolute;left:1982;top:-577;width:15;height:80" coordorigin="1982,-577" coordsize="15,80" path="m1982,-537r15,e" filled="f" strokeweight="4.06pt">
                <v:path arrowok="t"/>
              </v:shape>
            </v:group>
            <v:group id="_x0000_s3950" style="position:absolute;left:1982;top:-606;width:15;height:15" coordorigin="1982,-606" coordsize="15,15">
              <v:shape id="_x0000_s3951" style="position:absolute;left:1982;top:-606;width:15;height:15" coordorigin="1982,-606" coordsize="15,15" path="m1982,-599r15,e" filled="f" strokeweight=".82pt">
                <v:path arrowok="t"/>
              </v:shape>
            </v:group>
            <v:group id="_x0000_s3948" style="position:absolute;left:2028;top:-510;width:39;height:15" coordorigin="2028,-510" coordsize="39,15">
              <v:shape id="_x0000_s3949" style="position:absolute;left:2028;top:-510;width:39;height:15" coordorigin="2028,-510" coordsize="39,15" path="m2059,-510r-12,3l2028,-500r5,2l2045,-495r14,-3l2066,-507r-7,-3xe" fillcolor="black" stroked="f">
                <v:path arrowok="t"/>
              </v:shape>
            </v:group>
            <v:group id="_x0000_s3946" style="position:absolute;left:2011;top:-579;width:56;height:80" coordorigin="2011,-579" coordsize="56,80">
              <v:shape id="_x0000_s3947" style="position:absolute;left:2011;top:-579;width:56;height:80" coordorigin="2011,-579" coordsize="56,80" path="m2045,-579r-5,2l2026,-575r-3,5l2014,-558r-3,7l2011,-529r5,14l2018,-510r10,10l2047,-507r-5,l2030,-515r-4,-7l2026,-551r4,-9l2033,-563r12,-4l2066,-567r-9,-8l2045,-579xe" fillcolor="black" stroked="f">
                <v:path arrowok="t"/>
              </v:shape>
            </v:group>
            <v:group id="_x0000_s3944" style="position:absolute;left:2050;top:-606;width:32;height:108" coordorigin="2050,-606" coordsize="32,108">
              <v:shape id="_x0000_s3945" style="position:absolute;left:2050;top:-606;width:32;height:108" coordorigin="2050,-606" coordsize="32,108" path="m2081,-606r-15,l2066,-567r-16,l2062,-560r4,9l2069,-536r-3,12l2059,-510r7,3l2066,-498r15,l2081,-606xe" fillcolor="black" stroked="f">
                <v:path arrowok="t"/>
              </v:shape>
            </v:group>
            <v:group id="_x0000_s3942" style="position:absolute;left:2107;top:-567;width:63;height:72" coordorigin="2107,-567" coordsize="63,72">
              <v:shape id="_x0000_s3943" style="position:absolute;left:2107;top:-567;width:63;height:72" coordorigin="2107,-567" coordsize="63,72" path="m2160,-567r-22,l2150,-560r5,7l2158,-539r-3,15l2150,-515r-4,5l2134,-507r-27,2l2110,-505r9,7l2134,-495r7,l2153,-500r5,-3l2167,-515r3,-9l2170,-543r-3,-15l2160,-567xe" fillcolor="black" stroked="f">
                <v:path arrowok="t"/>
              </v:shape>
            </v:group>
            <v:group id="_x0000_s3940" style="position:absolute;left:2098;top:-579;width:63;height:75" coordorigin="2098,-579" coordsize="63,75">
              <v:shape id="_x0000_s3941" style="position:absolute;left:2098;top:-579;width:63;height:75" coordorigin="2098,-579" coordsize="63,75" path="m2134,-579r-15,2l2110,-570r-8,7l2098,-553r,24l2100,-517r7,12l2134,-507r-8,l2117,-515r-5,-7l2110,-536r2,-12l2117,-560r5,-5l2134,-567r26,l2158,-570r-10,-7l2134,-579xe" fillcolor="black" stroked="f">
                <v:path arrowok="t"/>
              </v:shape>
            </v:group>
            <v:group id="_x0000_s3938" style="position:absolute;left:2208;top:-577;width:44;height:80" coordorigin="2208,-577" coordsize="44,80">
              <v:shape id="_x0000_s3939" style="position:absolute;left:2208;top:-577;width:44;height:80" coordorigin="2208,-577" coordsize="44,80" path="m2251,-577r-14,l2220,-529r,2l2215,-512r-7,14l2222,-498r29,-79xe" fillcolor="black" stroked="f">
                <v:path arrowok="t"/>
              </v:shape>
            </v:group>
            <v:group id="_x0000_s3936" style="position:absolute;left:2179;top:-577;width:36;height:80" coordorigin="2179,-577" coordsize="36,80">
              <v:shape id="_x0000_s3937" style="position:absolute;left:2179;top:-577;width:36;height:80" coordorigin="2179,-577" coordsize="36,80" path="m2194,-577r-15,l2208,-498r7,-14l2215,-517r-5,-12l2194,-577xe" fillcolor="black" stroked="f">
                <v:path arrowok="t"/>
              </v:shape>
            </v:group>
            <v:group id="_x0000_s3934" style="position:absolute;left:2263;top:-577;width:15;height:80" coordorigin="2263,-577" coordsize="15,80">
              <v:shape id="_x0000_s3935" style="position:absolute;left:2263;top:-577;width:15;height:80" coordorigin="2263,-577" coordsize="15,80" path="m2263,-537r15,e" filled="f" strokeweight="4.06pt">
                <v:path arrowok="t"/>
              </v:shape>
            </v:group>
            <v:group id="_x0000_s3932" style="position:absolute;left:2263;top:-606;width:15;height:15" coordorigin="2263,-606" coordsize="15,15">
              <v:shape id="_x0000_s3933" style="position:absolute;left:2263;top:-606;width:15;height:15" coordorigin="2263,-606" coordsize="15,15" path="m2263,-599r15,e" filled="f" strokeweight=".82pt">
                <v:path arrowok="t"/>
              </v:shape>
            </v:group>
            <v:group id="_x0000_s3930" style="position:absolute;left:2330;top:-608;width:44;height:113" coordorigin="2330,-608" coordsize="44,113">
              <v:shape id="_x0000_s3931" style="position:absolute;left:2330;top:-608;width:44;height:113" coordorigin="2330,-608" coordsize="44,113" path="m2374,-608r-12,l2330,-495r12,l2374,-608xe" fillcolor="black" stroked="f">
                <v:path arrowok="t"/>
              </v:shape>
            </v:group>
            <v:group id="_x0000_s3928" style="position:absolute;left:2417;top:-606;width:36;height:108" coordorigin="2417,-606" coordsize="36,108">
              <v:shape id="_x0000_s3929" style="position:absolute;left:2417;top:-606;width:36;height:108" coordorigin="2417,-606" coordsize="36,108" path="m2431,-606r-14,l2446,-498r7,-14l2453,-522r-5,-14l2431,-606xe" fillcolor="black" stroked="f">
                <v:path arrowok="t"/>
              </v:shape>
            </v:group>
            <v:group id="_x0000_s3926" style="position:absolute;left:2446;top:-606;width:51;height:108" coordorigin="2446,-606" coordsize="51,108">
              <v:shape id="_x0000_s3927" style="position:absolute;left:2446;top:-606;width:51;height:108" coordorigin="2446,-606" coordsize="51,108" path="m2496,-606r-17,l2460,-534r-2,5l2453,-512r-7,14l2462,-498r22,-81l2486,-594r10,-12xe" fillcolor="black" stroked="f">
                <v:path arrowok="t"/>
              </v:shape>
            </v:group>
            <v:group id="_x0000_s3924" style="position:absolute;left:2486;top:-606;width:34;height:108" coordorigin="2486,-606" coordsize="34,108">
              <v:shape id="_x0000_s3925" style="position:absolute;left:2486;top:-606;width:34;height:108" coordorigin="2486,-606" coordsize="34,108" path="m2496,-606r-10,12l2491,-579r24,81l2520,-512r,-12l2515,-539r-2,-12l2496,-606xe" fillcolor="black" stroked="f">
                <v:path arrowok="t"/>
              </v:shape>
            </v:group>
            <v:group id="_x0000_s3922" style="position:absolute;left:2515;top:-606;width:44;height:108" coordorigin="2515,-606" coordsize="44,108">
              <v:shape id="_x0000_s3923" style="position:absolute;left:2515;top:-606;width:44;height:108" coordorigin="2515,-606" coordsize="44,108" path="m2558,-606r-14,l2527,-536r-2,12l2520,-512r-5,14l2530,-498r28,-108xe" fillcolor="black" stroked="f">
                <v:path arrowok="t"/>
              </v:shape>
            </v:group>
            <v:group id="_x0000_s3920" style="position:absolute;left:2570;top:-577;width:12;height:80" coordorigin="2570,-577" coordsize="12,80">
              <v:shape id="_x0000_s3921" style="position:absolute;left:2570;top:-577;width:12;height:80" coordorigin="2570,-577" coordsize="12,80" path="m2570,-537r12,e" filled="f" strokeweight="4.06pt">
                <v:path arrowok="t"/>
              </v:shape>
            </v:group>
            <v:group id="_x0000_s3918" style="position:absolute;left:2570;top:-606;width:12;height:15" coordorigin="2570,-606" coordsize="12,15">
              <v:shape id="_x0000_s3919" style="position:absolute;left:2570;top:-606;width:12;height:15" coordorigin="2570,-606" coordsize="12,15" path="m2570,-599r12,e" filled="f" strokeweight=".82pt">
                <v:path arrowok="t"/>
              </v:shape>
            </v:group>
            <v:group id="_x0000_s3916" style="position:absolute;left:2640;top:-570;width:29;height:72" coordorigin="2640,-570" coordsize="29,72">
              <v:shape id="_x0000_s3917" style="position:absolute;left:2640;top:-570;width:29;height:72" coordorigin="2640,-570" coordsize="29,72" path="m2664,-570r-24,3l2650,-565r4,7l2657,-546r,48l2669,-498r,-62l2664,-570xe" fillcolor="black" stroked="f">
                <v:path arrowok="t"/>
              </v:shape>
            </v:group>
            <v:group id="_x0000_s3914" style="position:absolute;left:2604;top:-577;width:22;height:80" coordorigin="2604,-577" coordsize="22,80">
              <v:shape id="_x0000_s3915" style="position:absolute;left:2604;top:-577;width:22;height:80" coordorigin="2604,-577" coordsize="22,80" path="m2616,-577r-12,l2604,-498r14,l2618,-551r5,-12l2626,-563r-10,-2l2616,-577xe" fillcolor="black" stroked="f">
                <v:path arrowok="t"/>
              </v:shape>
            </v:group>
            <v:group id="_x0000_s3912" style="position:absolute;left:2616;top:-579;width:48;height:17" coordorigin="2616,-579" coordsize="48,17">
              <v:shape id="_x0000_s3913" style="position:absolute;left:2616;top:-579;width:48;height:17" coordorigin="2616,-579" coordsize="48,17" path="m2642,-579r-4,2l2626,-575r-10,10l2626,-563r14,-4l2664,-570r-10,-5l2642,-579xe" fillcolor="black" stroked="f">
                <v:path arrowok="t"/>
              </v:shape>
            </v:group>
            <v:group id="_x0000_s3910" style="position:absolute;left:2688;top:-491;width:56;height:27" coordorigin="2688,-491" coordsize="56,27">
              <v:shape id="_x0000_s3911" style="position:absolute;left:2688;top:-491;width:56;height:27" coordorigin="2688,-491" coordsize="56,27" path="m2688,-491r,10l2695,-471r10,4l2719,-464r7,l2738,-469r5,-2l2719,-476r-2,l2705,-479r-5,-9l2688,-491xe" fillcolor="black" stroked="f">
                <v:path arrowok="t"/>
              </v:shape>
            </v:group>
            <v:group id="_x0000_s3908" style="position:absolute;left:2719;top:-507;width:36;height:36" coordorigin="2719,-507" coordsize="36,36">
              <v:shape id="_x0000_s3909" style="position:absolute;left:2719;top:-507;width:36;height:36" coordorigin="2719,-507" coordsize="36,36" path="m2755,-507r-14,l2741,-491r-7,12l2731,-479r-12,3l2743,-471r7,-10l2753,-491r2,-16xe" fillcolor="black" stroked="f">
                <v:path arrowok="t"/>
              </v:shape>
            </v:group>
            <v:group id="_x0000_s3906" style="position:absolute;left:2719;top:-567;width:24;height:2" coordorigin="2719,-567" coordsize="24,2">
              <v:shape id="_x0000_s3907" style="position:absolute;left:2719;top:-567;width:24;height:2" coordorigin="2719,-567" coordsize="24,0" path="m2719,-567r24,e" filled="f" strokeweight=".1pt">
                <v:path arrowok="t"/>
              </v:shape>
            </v:group>
            <v:group id="_x0000_s3904" style="position:absolute;left:2719;top:-577;width:36;height:70" coordorigin="2719,-577" coordsize="36,70">
              <v:shape id="_x0000_s3905" style="position:absolute;left:2719;top:-577;width:36;height:70" coordorigin="2719,-577" coordsize="36,70" path="m2755,-577r-12,l2743,-567r-19,l2736,-560r5,7l2743,-539r-2,12l2736,-515r-2,3l2719,-507r36,l2755,-577xe" fillcolor="black" stroked="f">
                <v:path arrowok="t"/>
              </v:shape>
            </v:group>
            <v:group id="_x0000_s3902" style="position:absolute;left:2686;top:-579;width:58;height:82" coordorigin="2686,-579" coordsize="58,82">
              <v:shape id="_x0000_s3903" style="position:absolute;left:2686;top:-579;width:58;height:82" coordorigin="2686,-579" coordsize="58,82" path="m2719,-579r-7,2l2700,-575r-5,5l2688,-558r-2,7l2686,-534r2,15l2695,-510r,3l2705,-500r14,2l2731,-500r10,-7l2719,-507r-2,-3l2705,-515r-5,-9l2698,-539r2,-12l2705,-560r2,-3l2719,-567r24,l2731,-575r-12,-4xe" fillcolor="black" stroked="f">
                <v:path arrowok="t"/>
              </v:shape>
            </v:group>
            <v:group id="_x0000_s3900" style="position:absolute;left:2808;top:-577;width:32;height:80" coordorigin="2808,-577" coordsize="32,80">
              <v:shape id="_x0000_s3901" style="position:absolute;left:2808;top:-577;width:32;height:80" coordorigin="2808,-577" coordsize="32,80" path="m2822,-577r-14,l2832,-498r7,-17l2834,-531r-12,-46xe" fillcolor="black" stroked="f">
                <v:path arrowok="t"/>
              </v:shape>
            </v:group>
            <v:group id="_x0000_s3898" style="position:absolute;left:2832;top:-577;width:39;height:80" coordorigin="2832,-577" coordsize="39,80">
              <v:shape id="_x0000_s3899" style="position:absolute;left:2832;top:-577;width:39;height:80" coordorigin="2832,-577" coordsize="39,80" path="m2870,-577r-14,l2844,-531r-2,7l2839,-515r-7,17l2846,-498r17,-60l2870,-577xe" fillcolor="black" stroked="f">
                <v:path arrowok="t"/>
              </v:shape>
            </v:group>
            <v:group id="_x0000_s3896" style="position:absolute;left:2863;top:-577;width:24;height:80" coordorigin="2863,-577" coordsize="24,80">
              <v:shape id="_x0000_s3897" style="position:absolute;left:2863;top:-577;width:24;height:80" coordorigin="2863,-577" coordsize="24,80" path="m2870,-577r-7,19l2866,-546r12,48l2887,-515r-5,-16l2870,-577xe" fillcolor="black" stroked="f">
                <v:path arrowok="t"/>
              </v:shape>
            </v:group>
            <v:group id="_x0000_s3894" style="position:absolute;left:2878;top:-577;width:41;height:80" coordorigin="2878,-577" coordsize="41,80">
              <v:shape id="_x0000_s3895" style="position:absolute;left:2878;top:-577;width:41;height:80" coordorigin="2878,-577" coordsize="41,80" path="m2918,-577r-14,l2892,-531r-5,16l2878,-498r14,l2918,-577xe" fillcolor="black" stroked="f">
                <v:path arrowok="t"/>
              </v:shape>
            </v:group>
            <v:group id="_x0000_s3892" style="position:absolute;left:2930;top:-510;width:51;height:15" coordorigin="2930,-510" coordsize="51,15">
              <v:shape id="_x0000_s3893" style="position:absolute;left:2930;top:-510;width:51;height:15" coordorigin="2930,-510" coordsize="51,15" path="m2969,-510r-15,5l2930,-503r8,5l2952,-495r14,-3l2969,-500r12,-7l2969,-510xe" fillcolor="black" stroked="f">
                <v:path arrowok="t"/>
              </v:shape>
            </v:group>
            <v:group id="_x0000_s3890" style="position:absolute;left:2923;top:-541;width:56;height:39" coordorigin="2923,-541" coordsize="56,39">
              <v:shape id="_x0000_s3891" style="position:absolute;left:2923;top:-541;width:56;height:39" coordorigin="2923,-541" coordsize="56,39" path="m2942,-541r-9,5l2926,-529r-3,12l2923,-512r7,9l2954,-505r-12,-5l2938,-519r2,-5l2945,-529r24,-5l2978,-536r-36,-5xe" fillcolor="black" stroked="f">
                <v:path arrowok="t"/>
              </v:shape>
            </v:group>
            <v:group id="_x0000_s3888" style="position:absolute;left:2926;top:-567;width:34;height:15" coordorigin="2926,-567" coordsize="34,15">
              <v:shape id="_x0000_s3889" style="position:absolute;left:2926;top:-567;width:34;height:15" coordorigin="2926,-567" coordsize="34,15" path="m2959,-567r-29,l2926,-555r14,2l2947,-565r12,-2xe" fillcolor="black" stroked="f">
                <v:path arrowok="t"/>
              </v:shape>
            </v:group>
            <v:group id="_x0000_s3886" style="position:absolute;left:2933;top:-579;width:65;height:82" coordorigin="2933,-579" coordsize="65,82">
              <v:shape id="_x0000_s3887" style="position:absolute;left:2933;top:-579;width:65;height:82" coordorigin="2933,-579" coordsize="65,82" path="m2962,-579r-5,2l2945,-575r-3,l2933,-567r31,l2976,-563r5,12l2978,-548r-7,2l2954,-543r-12,2l2978,-536r,17l2969,-510r12,3l2983,-498r15,l2995,-507r-2,-5l2993,-560r-5,-10l2978,-577r-2,l2962,-579xe" fillcolor="black" stroked="f">
                <v:path arrowok="t"/>
              </v:shape>
            </v:group>
            <v:group id="_x0000_s3884" style="position:absolute;left:3022;top:-606;width:2;height:108" coordorigin="3022,-606" coordsize="2,108">
              <v:shape id="_x0000_s3885" style="position:absolute;left:3022;top:-606;width:2;height:108" coordorigin="3022,-606" coordsize="0,108" path="m3022,-606r,108e" filled="f" strokeweight=".82pt">
                <v:path arrowok="t"/>
              </v:shape>
            </v:group>
            <v:group id="_x0000_s3882" style="position:absolute;left:3055;top:-606;width:2;height:108" coordorigin="3055,-606" coordsize="2,108">
              <v:shape id="_x0000_s3883" style="position:absolute;left:3055;top:-606;width:2;height:108" coordorigin="3055,-606" coordsize="0,108" path="m3055,-606r,108e" filled="f" strokeweight=".82pt">
                <v:path arrowok="t"/>
              </v:shape>
            </v:group>
            <v:group id="_x0000_s3880" style="position:absolute;left:3077;top:-524;width:34;height:22" coordorigin="3077,-524" coordsize="34,22">
              <v:shape id="_x0000_s3881" style="position:absolute;left:3077;top:-524;width:34;height:22" coordorigin="3077,-524" coordsize="34,22" path="m3091,-524r-14,2l3079,-512r7,9l3110,-507r-2,l3096,-510r,-2l3091,-524xe" fillcolor="black" stroked="f">
                <v:path arrowok="t"/>
              </v:shape>
            </v:group>
            <v:group id="_x0000_s3878" style="position:absolute;left:3110;top:-570;width:29;height:15" coordorigin="3110,-570" coordsize="29,15">
              <v:shape id="_x0000_s3879" style="position:absolute;left:3110;top:-570;width:29;height:15" coordorigin="3110,-570" coordsize="29,15" path="m3137,-570r-27,3l3122,-565r5,10l3139,-555r-2,-15xe" fillcolor="black" stroked="f">
                <v:path arrowok="t"/>
              </v:shape>
            </v:group>
            <v:group id="_x0000_s3876" style="position:absolute;left:3079;top:-579;width:65;height:84" coordorigin="3079,-579" coordsize="65,84">
              <v:shape id="_x0000_s3877" style="position:absolute;left:3079;top:-579;width:65;height:84" coordorigin="3079,-579" coordsize="65,84" path="m3108,-579r-12,2l3089,-575r-7,10l3079,-555r3,9l3091,-539r5,3l3110,-531r3,l3125,-527r5,8l3125,-510r-15,3l3086,-503r10,5l3110,-495r5,l3127,-498r3,-2l3139,-507r5,-12l3139,-531r-7,-8l3127,-541r-17,-5l3098,-548r-4,-5l3091,-558r5,-7l3110,-567r27,-3l3125,-575r-3,-2l3108,-579xe" fillcolor="black" stroked="f">
                <v:path arrowok="t"/>
              </v:shape>
            </v:group>
            <w10:wrap anchorx="page"/>
          </v:group>
        </w:pict>
      </w:r>
      <w:r>
        <w:rPr>
          <w:color w:val="F79646" w:themeColor="accent6"/>
        </w:rPr>
        <w:pict>
          <v:group id="_x0000_s3802" style="position:absolute;left:0;text-align:left;margin-left:76.25pt;margin-top:-83.7pt;width:110pt;height:8.05pt;z-index:-55000;mso-position-horizontal-relative:page;mso-position-vertical-relative:text" coordorigin="1525,-1674" coordsize="2200,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874" type="#_x0000_t75" style="position:absolute;left:1525;top:-1670;width:1275;height:147">
              <v:imagedata r:id="rId24" o:title=""/>
            </v:shape>
            <v:group id="_x0000_s3872" style="position:absolute;left:2818;top:-1633;width:15;height:80" coordorigin="2818,-1633" coordsize="15,80">
              <v:shape id="_x0000_s3873" style="position:absolute;left:2818;top:-1633;width:15;height:80" coordorigin="2818,-1633" coordsize="15,80" path="m2818,-1593r14,e" filled="f" strokeweight="4.06pt">
                <v:path arrowok="t"/>
              </v:shape>
            </v:group>
            <v:group id="_x0000_s3870" style="position:absolute;left:2818;top:-1662;width:15;height:15" coordorigin="2818,-1662" coordsize="15,15">
              <v:shape id="_x0000_s3871" style="position:absolute;left:2818;top:-1662;width:15;height:15" coordorigin="2818,-1662" coordsize="15,15" path="m2818,-1655r14,e" filled="f" strokeweight=".82pt">
                <v:path arrowok="t"/>
              </v:shape>
            </v:group>
            <v:group id="_x0000_s3868" style="position:absolute;left:2858;top:-1662;width:2;height:108" coordorigin="2858,-1662" coordsize="2,108">
              <v:shape id="_x0000_s3869" style="position:absolute;left:2858;top:-1662;width:2;height:108" coordorigin="2858,-1662" coordsize="0,108" path="m2858,-1662r,108e" filled="f" strokeweight=".82pt">
                <v:path arrowok="t"/>
              </v:shape>
            </v:group>
            <v:group id="_x0000_s3866" style="position:absolute;left:2893;top:-1662;width:2;height:108" coordorigin="2893,-1662" coordsize="2,108">
              <v:shape id="_x0000_s3867" style="position:absolute;left:2893;top:-1662;width:2;height:108" coordorigin="2893,-1662" coordsize="0,108" path="m2893,-1662r,108e" filled="f" strokeweight=".7pt">
                <v:path arrowok="t"/>
              </v:shape>
            </v:group>
            <v:group id="_x0000_s3864" style="position:absolute;left:2921;top:-1633;width:12;height:80" coordorigin="2921,-1633" coordsize="12,80">
              <v:shape id="_x0000_s3865" style="position:absolute;left:2921;top:-1633;width:12;height:80" coordorigin="2921,-1633" coordsize="12,80" path="m2921,-1593r12,e" filled="f" strokeweight="4.06pt">
                <v:path arrowok="t"/>
              </v:shape>
            </v:group>
            <v:group id="_x0000_s3862" style="position:absolute;left:2921;top:-1662;width:12;height:15" coordorigin="2921,-1662" coordsize="12,15">
              <v:shape id="_x0000_s3863" style="position:absolute;left:2921;top:-1662;width:12;height:15" coordorigin="2921,-1662" coordsize="12,15" path="m2921,-1655r12,e" filled="f" strokeweight=".82pt">
                <v:path arrowok="t"/>
              </v:shape>
            </v:group>
            <v:group id="_x0000_s3860" style="position:absolute;left:2990;top:-1623;width:29;height:70" coordorigin="2990,-1623" coordsize="29,70">
              <v:shape id="_x0000_s3861" style="position:absolute;left:2990;top:-1623;width:29;height:70" coordorigin="2990,-1623" coordsize="29,70" path="m3014,-1623r-24,2l3000,-1619r5,5l3007,-1602r,48l3019,-1554r,-60l3014,-1623xe" fillcolor="black" stroked="f">
                <v:path arrowok="t"/>
              </v:shape>
            </v:group>
            <v:group id="_x0000_s3858" style="position:absolute;left:2954;top:-1633;width:22;height:80" coordorigin="2954,-1633" coordsize="22,80">
              <v:shape id="_x0000_s3859" style="position:absolute;left:2954;top:-1633;width:22;height:80" coordorigin="2954,-1633" coordsize="22,80" path="m2966,-1633r-12,l2954,-1554r15,l2969,-1607r5,-9l2976,-1619r-10,-2l2966,-1633xe" fillcolor="black" stroked="f">
                <v:path arrowok="t"/>
              </v:shape>
            </v:group>
            <v:group id="_x0000_s3856" style="position:absolute;left:2966;top:-1633;width:48;height:15" coordorigin="2966,-1633" coordsize="48,15">
              <v:shape id="_x0000_s3857" style="position:absolute;left:2966;top:-1633;width:48;height:15" coordorigin="2966,-1633" coordsize="48,15" path="m2993,-1633r-5,l2976,-1631r-10,10l2976,-1619r14,-2l3014,-1623r-9,-8l2993,-1633xe" fillcolor="black" stroked="f">
                <v:path arrowok="t"/>
              </v:shape>
            </v:group>
            <v:group id="_x0000_s3854" style="position:absolute;left:3038;top:-1547;width:56;height:27" coordorigin="3038,-1547" coordsize="56,27">
              <v:shape id="_x0000_s3855" style="position:absolute;left:3038;top:-1547;width:56;height:27" coordorigin="3038,-1547" coordsize="56,27" path="m3038,-1547r,10l3046,-1527r9,4l3070,-1520r7,l3089,-1525r5,-2l3070,-1532r-3,l3055,-1535r-5,-9l3038,-1547xe" fillcolor="black" stroked="f">
                <v:path arrowok="t"/>
              </v:shape>
            </v:group>
            <v:group id="_x0000_s3852" style="position:absolute;left:3070;top:-1563;width:36;height:36" coordorigin="3070,-1563" coordsize="36,36">
              <v:shape id="_x0000_s3853" style="position:absolute;left:3070;top:-1563;width:36;height:36" coordorigin="3070,-1563" coordsize="36,36" path="m3106,-1563r-15,l3091,-1547r-7,12l3082,-1535r-12,3l3094,-1527r7,-10l3103,-1547r3,-16xe" fillcolor="black" stroked="f">
                <v:path arrowok="t"/>
              </v:shape>
            </v:group>
            <v:group id="_x0000_s3850" style="position:absolute;left:3070;top:-1623;width:24;height:3" coordorigin="3070,-1623" coordsize="24,3">
              <v:shape id="_x0000_s3851" style="position:absolute;left:3070;top:-1623;width:24;height:3" coordorigin="3070,-1623" coordsize="24,3" path="m3094,-1623r-24,l3074,-1621r20,-2xe" fillcolor="black" stroked="f">
                <v:path arrowok="t"/>
              </v:shape>
            </v:group>
            <v:group id="_x0000_s3848" style="position:absolute;left:3070;top:-1633;width:36;height:70" coordorigin="3070,-1633" coordsize="36,70">
              <v:shape id="_x0000_s3849" style="position:absolute;left:3070;top:-1633;width:36;height:70" coordorigin="3070,-1633" coordsize="36,70" path="m3106,-1633r-12,l3094,-1623r-20,2l3086,-1616r5,9l3094,-1592r-3,9l3086,-1571r-4,3l3070,-1563r36,l3106,-1633xe" fillcolor="black" stroked="f">
                <v:path arrowok="t"/>
              </v:shape>
            </v:group>
            <v:group id="_x0000_s3845" style="position:absolute;left:3036;top:-1633;width:58;height:80" coordorigin="3036,-1633" coordsize="58,80">
              <v:shape id="_x0000_s3847" style="position:absolute;left:3036;top:-1633;width:58;height:80" coordorigin="3036,-1633" coordsize="58,80" path="m3091,-1563r-45,l3055,-1556r15,2l3082,-1556r9,-7xe" fillcolor="black" stroked="f">
                <v:path arrowok="t"/>
              </v:shape>
              <v:shape id="_x0000_s3846" style="position:absolute;left:3036;top:-1633;width:58;height:80" coordorigin="3036,-1633" coordsize="58,80" path="m3070,-1633r-8,l3050,-1628r-4,2l3038,-1614r-2,7l3036,-1590r2,15l3043,-1563r22,l3055,-1571r-5,-9l3048,-1595r2,-9l3055,-1616r3,-3l3070,-1623r24,l3082,-1631r-12,-2xe" fillcolor="black" stroked="f">
                <v:path arrowok="t"/>
              </v:shape>
            </v:group>
            <v:group id="_x0000_s3843" style="position:absolute;left:3173;top:-1623;width:65;height:72" coordorigin="3173,-1623" coordsize="65,72">
              <v:shape id="_x0000_s3844" style="position:absolute;left:3173;top:-1623;width:65;height:72" coordorigin="3173,-1623" coordsize="65,72" path="m3228,-1623r-29,l3206,-1621r10,5l3221,-1607r2,15l3223,-1580r-7,9l3214,-1566r-15,5l3173,-1561r2,2l3187,-1554r12,3l3206,-1551r15,-5l3226,-1559r7,-12l3238,-1578r,-21l3235,-1614r-7,-9xe" fillcolor="black" stroked="f">
                <v:path arrowok="t"/>
              </v:shape>
            </v:group>
            <v:group id="_x0000_s3841" style="position:absolute;left:3163;top:-1633;width:65;height:72" coordorigin="3163,-1633" coordsize="65,72">
              <v:shape id="_x0000_s3842" style="position:absolute;left:3163;top:-1633;width:65;height:72" coordorigin="3163,-1633" coordsize="65,72" path="m3199,-1633r-36,41l3163,-1585r3,12l3173,-1561r26,l3194,-1563r-12,-8l3178,-1578r,-26l3182,-1616r5,-3l3199,-1623r29,l3226,-1626r-12,-5l3199,-1633xe" fillcolor="black" stroked="f">
                <v:path arrowok="t"/>
              </v:shape>
            </v:group>
            <v:group id="_x0000_s3837" style="position:absolute;left:3245;top:-1652;width:41;height:99" coordorigin="3245,-1652" coordsize="41,99">
              <v:shape id="_x0000_s3840" style="position:absolute;left:3245;top:-1652;width:41;height:99" coordorigin="3245,-1652" coordsize="41,99" path="m3269,-1621r-12,l3257,-1554r12,l3269,-1621xe" fillcolor="black" stroked="f">
                <v:path arrowok="t"/>
              </v:shape>
              <v:shape id="_x0000_s3839" style="position:absolute;left:3245;top:-1652;width:41;height:99" coordorigin="3245,-1652" coordsize="41,99" path="m3286,-1633r-41,l3245,-1621r41,l3286,-1633xe" fillcolor="black" stroked="f">
                <v:path arrowok="t"/>
              </v:shape>
              <v:shape id="_x0000_s3838" style="position:absolute;left:3245;top:-1652;width:41;height:99" coordorigin="3245,-1652" coordsize="41,99" path="m3281,-1652r-22,l3257,-1640r,7l3269,-1633r,-7l3271,-1650r10,-2xe" fillcolor="black" stroked="f">
                <v:path arrowok="t"/>
              </v:shape>
            </v:group>
            <v:group id="_x0000_s3835" style="position:absolute;left:3259;top:-1664;width:32;height:12" coordorigin="3259,-1664" coordsize="32,12">
              <v:shape id="_x0000_s3836" style="position:absolute;left:3259;top:-1664;width:32;height:12" coordorigin="3259,-1664" coordsize="32,12" path="m3290,-1664r-12,l3266,-1662r-7,10l3288,-1652r2,-12xe" fillcolor="black" stroked="f">
                <v:path arrowok="t"/>
              </v:shape>
            </v:group>
            <v:group id="_x0000_s3833" style="position:absolute;left:3360;top:-1633;width:44;height:80" coordorigin="3360,-1633" coordsize="44,80">
              <v:shape id="_x0000_s3834" style="position:absolute;left:3360;top:-1633;width:44;height:80" coordorigin="3360,-1633" coordsize="44,80" path="m3403,-1633r-14,l3372,-1585r,2l3367,-1568r-7,14l3374,-1554r29,-79xe" fillcolor="black" stroked="f">
                <v:path arrowok="t"/>
              </v:shape>
            </v:group>
            <v:group id="_x0000_s3831" style="position:absolute;left:3331;top:-1633;width:36;height:80" coordorigin="3331,-1633" coordsize="36,80">
              <v:shape id="_x0000_s3832" style="position:absolute;left:3331;top:-1633;width:36;height:80" coordorigin="3331,-1633" coordsize="36,80" path="m3346,-1633r-15,l3360,-1554r7,-14l3367,-1571r-5,-14l3346,-1633xe" fillcolor="black" stroked="f">
                <v:path arrowok="t"/>
              </v:shape>
            </v:group>
            <v:group id="_x0000_s3829" style="position:absolute;left:3418;top:-1563;width:51;height:12" coordorigin="3418,-1563" coordsize="51,12">
              <v:shape id="_x0000_s3830" style="position:absolute;left:3418;top:-1563;width:51;height:12" coordorigin="3418,-1563" coordsize="51,12" path="m3468,-1563r-14,l3418,-1556r7,2l3439,-1551r15,-3l3456,-1554r12,-9xe" fillcolor="black" stroked="f">
                <v:path arrowok="t"/>
              </v:shape>
            </v:group>
            <v:group id="_x0000_s3827" style="position:absolute;left:3410;top:-1597;width:56;height:41" coordorigin="3410,-1597" coordsize="56,41">
              <v:shape id="_x0000_s3828" style="position:absolute;left:3410;top:-1597;width:56;height:41" coordorigin="3410,-1597" coordsize="56,41" path="m3430,-1597r-10,5l3413,-1585r-3,12l3410,-1568r8,12l3442,-1561r-12,-5l3425,-1573r2,-7l3432,-1585r24,-5l3466,-1592r-36,-5xe" fillcolor="black" stroked="f">
                <v:path arrowok="t"/>
              </v:shape>
            </v:group>
            <v:group id="_x0000_s3825" style="position:absolute;left:3413;top:-1623;width:34;height:17" coordorigin="3413,-1623" coordsize="34,17">
              <v:shape id="_x0000_s3826" style="position:absolute;left:3413;top:-1623;width:34;height:17" coordorigin="3413,-1623" coordsize="34,17" path="m3446,-1623r-26,l3418,-1621r-5,12l3427,-1607r,-2l3434,-1619r,-2l3446,-1623xe" fillcolor="black" stroked="f">
                <v:path arrowok="t"/>
              </v:shape>
            </v:group>
            <v:group id="_x0000_s3823" style="position:absolute;left:3420;top:-1633;width:65;height:80" coordorigin="3420,-1633" coordsize="65,80">
              <v:shape id="_x0000_s3824" style="position:absolute;left:3420;top:-1633;width:65;height:80" coordorigin="3420,-1633" coordsize="65,80" path="m3463,-1633r-19,l3432,-1631r-2,l3420,-1623r31,l3463,-1619r3,12l3466,-1602r-8,3l3442,-1597r-12,l3466,-1592r,5l3463,-1575r-7,9l3454,-1563r14,l3470,-1554r15,l3482,-1563r-2,-5l3480,-1616r-5,-10l3466,-1631r-3,-2xe" fillcolor="black" stroked="f">
                <v:path arrowok="t"/>
              </v:shape>
            </v:group>
            <v:group id="_x0000_s3821" style="position:absolute;left:3506;top:-1566;width:46;height:15" coordorigin="3506,-1566" coordsize="46,15">
              <v:shape id="_x0000_s3822" style="position:absolute;left:3506;top:-1566;width:46;height:15" coordorigin="3506,-1566" coordsize="46,15" path="m3542,-1566r-12,3l3506,-1561r8,7l3528,-1551r2,l3542,-1556r10,-7l3542,-1566xe" fillcolor="black" stroked="f">
                <v:path arrowok="t"/>
              </v:shape>
            </v:group>
            <v:group id="_x0000_s3819" style="position:absolute;left:3499;top:-1633;width:32;height:72" coordorigin="3499,-1633" coordsize="32,72">
              <v:shape id="_x0000_s3820" style="position:absolute;left:3499;top:-1633;width:32;height:72" coordorigin="3499,-1633" coordsize="32,72" path="m3514,-1633r-15,l3499,-1583r3,12l3506,-1561r24,-2l3521,-1566r-7,-7l3514,-1633xe" fillcolor="black" stroked="f">
                <v:path arrowok="t"/>
              </v:shape>
            </v:group>
            <v:group id="_x0000_s3817" style="position:absolute;left:3542;top:-1633;width:24;height:80" coordorigin="3542,-1633" coordsize="24,80">
              <v:shape id="_x0000_s3818" style="position:absolute;left:3542;top:-1633;width:24;height:80" coordorigin="3542,-1633" coordsize="24,80" path="m3566,-1633r-14,l3552,-1587r-2,12l3542,-1566r10,3l3552,-1554r14,l3566,-1633xe" fillcolor="black" stroked="f">
                <v:path arrowok="t"/>
              </v:shape>
            </v:group>
            <v:group id="_x0000_s3815" style="position:absolute;left:3593;top:-1662;width:2;height:108" coordorigin="3593,-1662" coordsize="2,108">
              <v:shape id="_x0000_s3816" style="position:absolute;left:3593;top:-1662;width:2;height:108" coordorigin="3593,-1662" coordsize="0,108" path="m3593,-1662r,108e" filled="f" strokeweight=".82pt">
                <v:path arrowok="t"/>
              </v:shape>
            </v:group>
            <v:group id="_x0000_s3813" style="position:absolute;left:3624;top:-1566;width:29;height:15" coordorigin="3624,-1566" coordsize="29,15">
              <v:shape id="_x0000_s3814" style="position:absolute;left:3624;top:-1566;width:29;height:15" coordorigin="3624,-1566" coordsize="29,15" path="m3650,-1566r-7,3l3624,-1561r5,7l3641,-1551r12,-3l3650,-1566xe" fillcolor="black" stroked="f">
                <v:path arrowok="t"/>
              </v:shape>
            </v:group>
            <v:group id="_x0000_s3809" style="position:absolute;left:3612;top:-1659;width:39;height:99" coordorigin="3612,-1659" coordsize="39,99">
              <v:shape id="_x0000_s3812" style="position:absolute;left:3612;top:-1659;width:39;height:99" coordorigin="3612,-1659" coordsize="39,99" path="m3636,-1621r-14,l3622,-1573r2,12l3643,-1563r-5,-3l3636,-1568r,-53xe" fillcolor="black" stroked="f">
                <v:path arrowok="t"/>
              </v:shape>
              <v:shape id="_x0000_s3811" style="position:absolute;left:3612;top:-1659;width:39;height:99" coordorigin="3612,-1659" coordsize="39,99" path="m3650,-1633r-38,l3612,-1621r38,l3650,-1633xe" fillcolor="black" stroked="f">
                <v:path arrowok="t"/>
              </v:shape>
              <v:shape id="_x0000_s3810" style="position:absolute;left:3612;top:-1659;width:39;height:99" coordorigin="3612,-1659" coordsize="39,99" path="m3636,-1659r-14,7l3622,-1633r14,l3636,-1659xe" fillcolor="black" stroked="f">
                <v:path arrowok="t"/>
              </v:shape>
            </v:group>
            <v:group id="_x0000_s3807" style="position:absolute;left:3658;top:-1578;width:34;height:22" coordorigin="3658,-1578" coordsize="34,22">
              <v:shape id="_x0000_s3808" style="position:absolute;left:3658;top:-1578;width:34;height:22" coordorigin="3658,-1578" coordsize="34,22" path="m3672,-1578r-14,l3660,-1568r7,12l3691,-1561r-2,l3677,-1566r-5,-12xe" fillcolor="black" stroked="f">
                <v:path arrowok="t"/>
              </v:shape>
            </v:group>
            <v:group id="_x0000_s3805" style="position:absolute;left:3691;top:-1623;width:29;height:15" coordorigin="3691,-1623" coordsize="29,15">
              <v:shape id="_x0000_s3806" style="position:absolute;left:3691;top:-1623;width:29;height:15" coordorigin="3691,-1623" coordsize="29,15" path="m3718,-1623r-27,l3703,-1619r5,10l3720,-1611r-2,-12xe" fillcolor="black" stroked="f">
                <v:path arrowok="t"/>
              </v:shape>
            </v:group>
            <v:group id="_x0000_s3803" style="position:absolute;left:3660;top:-1633;width:65;height:82" coordorigin="3660,-1633" coordsize="65,82">
              <v:shape id="_x0000_s3804" style="position:absolute;left:3660;top:-1633;width:65;height:82" coordorigin="3660,-1633" coordsize="65,82" path="m3703,-1633r-26,l3670,-1628r-8,7l3660,-1611r2,12l3672,-1592r5,2l3691,-1587r3,l3706,-1583r4,8l3706,-1566r-15,5l3667,-1556r10,2l3691,-1551r5,l3708,-1554r2,l3720,-1563r5,-12l3720,-1587r-7,-8l3708,-1597r-17,-2l3679,-1604r-5,-3l3672,-1611r5,-8l3691,-1623r27,l3706,-1631r-3,-2xe" fillcolor="black" stroked="f">
                <v:path arrowok="t"/>
              </v:shape>
            </v:group>
            <w10:wrap anchorx="page"/>
          </v:group>
        </w:pict>
      </w:r>
      <w:r>
        <w:rPr>
          <w:color w:val="F79646" w:themeColor="accent6"/>
        </w:rPr>
        <w:pict>
          <v:group id="_x0000_s3749" style="position:absolute;left:0;text-align:left;margin-left:236.5pt;margin-top:-81.75pt;width:53.3pt;height:7.2pt;z-index:-54976;mso-position-horizontal-relative:page;mso-position-vertical-relative:text" coordorigin="4730,-1635" coordsize="1066,144">
            <v:group id="_x0000_s3800" style="position:absolute;left:4776;top:-1633;width:60;height:111" coordorigin="4776,-1633" coordsize="60,111">
              <v:shape id="_x0000_s3801" style="position:absolute;left:4776;top:-1633;width:60;height:111" coordorigin="4776,-1633" coordsize="60,111" path="m4836,-1633r-19,l4790,-1556r-2,5l4783,-1539r-7,16l4790,-1523r32,-91l4836,-1633xe" fillcolor="black" stroked="f">
                <v:path arrowok="t"/>
              </v:shape>
            </v:group>
            <v:group id="_x0000_s3798" style="position:absolute;left:4822;top:-1633;width:15;height:111" coordorigin="4822,-1633" coordsize="15,111">
              <v:shape id="_x0000_s3799" style="position:absolute;left:4822;top:-1633;width:15;height:111" coordorigin="4822,-1633" coordsize="15,111" path="m4836,-1633r-14,19l4822,-1523r14,l4836,-1633xe" fillcolor="black" stroked="f">
                <v:path arrowok="t"/>
              </v:shape>
            </v:group>
            <v:group id="_x0000_s3796" style="position:absolute;left:4730;top:-1633;width:22;height:111" coordorigin="4730,-1633" coordsize="22,111">
              <v:shape id="_x0000_s3797" style="position:absolute;left:4730;top:-1633;width:22;height:111" coordorigin="4730,-1633" coordsize="22,111" path="m4752,-1633r-22,l4730,-1523r15,l4745,-1616r7,-17xe" fillcolor="black" stroked="f">
                <v:path arrowok="t"/>
              </v:shape>
            </v:group>
            <v:group id="_x0000_s3794" style="position:absolute;left:4745;top:-1633;width:39;height:111" coordorigin="4745,-1633" coordsize="39,111">
              <v:shape id="_x0000_s3795" style="position:absolute;left:4745;top:-1633;width:39;height:111" coordorigin="4745,-1633" coordsize="39,111" path="m4752,-1633r-7,17l4776,-1523r7,-16l4783,-1542r-5,-14l4752,-1633xe" fillcolor="black" stroked="f">
                <v:path arrowok="t"/>
              </v:shape>
            </v:group>
            <v:group id="_x0000_s3792" style="position:absolute;left:4872;top:-1575;width:70;height:46" coordorigin="4872,-1575" coordsize="70,46">
              <v:shape id="_x0000_s3793" style="position:absolute;left:4872;top:-1575;width:70;height:46" coordorigin="4872,-1575" coordsize="70,46" path="m4932,-1575r-34,2l4915,-1573r7,7l4927,-1554r-2,7l4918,-1539r-8,2l4872,-1537r58,7l4939,-1539r,-3l4942,-1554r,-5l4937,-1571r-5,-4xe" fillcolor="black" stroked="f">
                <v:path arrowok="t"/>
              </v:shape>
            </v:group>
            <v:group id="_x0000_s3790" style="position:absolute;left:4872;top:-1621;width:65;height:39" coordorigin="4872,-1621" coordsize="65,39">
              <v:shape id="_x0000_s3791" style="position:absolute;left:4872;top:-1621;width:65;height:39" coordorigin="4872,-1621" coordsize="65,39" path="m4930,-1621r-36,2l4910,-1619r10,8l4922,-1602r-2,10l4910,-1587r-38,l4922,-1583r10,-9l4937,-1604r,-3l4932,-1619r-2,-2xe" fillcolor="black" stroked="f">
                <v:path arrowok="t"/>
              </v:shape>
            </v:group>
            <v:group id="_x0000_s3788" style="position:absolute;left:4858;top:-1633;width:75;height:111" coordorigin="4858,-1633" coordsize="75,111">
              <v:shape id="_x0000_s3789" style="position:absolute;left:4858;top:-1633;width:75;height:111" coordorigin="4858,-1633" coordsize="75,111" path="m4898,-1633r-40,l4858,-1523r48,l4918,-1525r12,-5l4872,-1537r,-36l4898,-1573r34,-2l4920,-1583r2,l4872,-1587r,-32l4894,-1619r36,-2l4920,-1628r-5,-3l4898,-1633xe" fillcolor="black" stroked="f">
                <v:path arrowok="t"/>
              </v:shape>
            </v:group>
            <v:group id="_x0000_s3786" style="position:absolute;left:5009;top:-1611;width:27;height:20" coordorigin="5009,-1611" coordsize="27,20">
              <v:shape id="_x0000_s3787" style="position:absolute;left:5009;top:-1611;width:27;height:20" coordorigin="5009,-1611" coordsize="27,20" path="m5021,-1611r-12,7l5009,-1592r2,l5023,-1599r3,l5035,-1609r-14,-2xe" fillcolor="black" stroked="f">
                <v:path arrowok="t"/>
              </v:shape>
            </v:group>
            <v:group id="_x0000_s3784" style="position:absolute;left:5021;top:-1633;width:29;height:111" coordorigin="5021,-1633" coordsize="29,111">
              <v:shape id="_x0000_s3785" style="position:absolute;left:5021;top:-1633;width:29;height:111" coordorigin="5021,-1633" coordsize="29,111" path="m5050,-1633r-10,l5038,-1628r-17,17l5035,-1609r,86l5050,-1523r,-110xe" fillcolor="black" stroked="f">
                <v:path arrowok="t"/>
              </v:shape>
            </v:group>
            <v:group id="_x0000_s3782" style="position:absolute;left:5095;top:-1611;width:27;height:20" coordorigin="5095,-1611" coordsize="27,20">
              <v:shape id="_x0000_s3783" style="position:absolute;left:5095;top:-1611;width:27;height:20" coordorigin="5095,-1611" coordsize="27,20" path="m5107,-1611r-12,7l5095,-1592r3,l5107,-1599r3,l5122,-1609r-15,-2xe" fillcolor="black" stroked="f">
                <v:path arrowok="t"/>
              </v:shape>
            </v:group>
            <v:group id="_x0000_s3780" style="position:absolute;left:5107;top:-1633;width:27;height:111" coordorigin="5107,-1633" coordsize="27,111">
              <v:shape id="_x0000_s3781" style="position:absolute;left:5107;top:-1633;width:27;height:111" coordorigin="5107,-1633" coordsize="27,111" path="m5134,-1633r-8,l5124,-1628r-17,17l5122,-1609r,86l5134,-1523r,-110xe" fillcolor="black" stroked="f">
                <v:path arrowok="t"/>
              </v:shape>
            </v:group>
            <v:group id="_x0000_s3778" style="position:absolute;left:5170;top:-1626;width:36;height:96" coordorigin="5170,-1626" coordsize="36,96">
              <v:shape id="_x0000_s3779" style="position:absolute;left:5170;top:-1626;width:36;height:96" coordorigin="5170,-1626" coordsize="36,96" path="m5186,-1626r-7,5l5174,-1609r-2,5l5170,-1592r,24l5172,-1554r2,12l5179,-1532r3,2l5206,-1532r-5,l5189,-1542r-3,-5l5184,-1561r,-31l5186,-1604r8,-15l5206,-1621r-20,-5xe" fillcolor="black" stroked="f">
                <v:path arrowok="t"/>
              </v:shape>
            </v:group>
            <v:group id="_x0000_s3776" style="position:absolute;left:5182;top:-1633;width:60;height:113" coordorigin="5182,-1633" coordsize="60,113">
              <v:shape id="_x0000_s3777" style="position:absolute;left:5182;top:-1633;width:60;height:113" coordorigin="5182,-1633" coordsize="60,113" path="m5206,-1633r-10,l5186,-1626r20,5l5210,-1621r10,7l5222,-1607r3,12l5227,-1578r,15l5225,-1551r-7,14l5206,-1532r-24,2l5191,-1523r15,3l5213,-1523r12,-4l5230,-1532r7,-15l5237,-1549r2,-12l5242,-1578r-3,-12l5239,-1602r-2,-5l5232,-1619r-12,-12l5218,-1631r-12,-2xe" fillcolor="black" stroked="f">
                <v:path arrowok="t"/>
              </v:shape>
            </v:group>
            <v:group id="_x0000_s3774" style="position:absolute;left:5302;top:-1635;width:34;height:144" coordorigin="5302,-1635" coordsize="34,144">
              <v:shape id="_x0000_s3775" style="position:absolute;left:5302;top:-1635;width:34;height:144" coordorigin="5302,-1635" coordsize="34,144" path="m5335,-1635r-7,l5326,-1633r-15,24l5306,-1597r-2,7l5302,-1578r,29l5328,-1491r7,l5330,-1499r-4,-12l5321,-1525r-5,-24l5314,-1563r2,-15l5318,-1590r3,-9l5326,-1611r2,-10l5335,-1635xe" fillcolor="black" stroked="f">
                <v:path arrowok="t"/>
              </v:shape>
            </v:group>
            <v:group id="_x0000_s3772" style="position:absolute;left:5400;top:-1561;width:46;height:32" coordorigin="5400,-1561" coordsize="46,32">
              <v:shape id="_x0000_s3773" style="position:absolute;left:5400;top:-1561;width:46;height:32" coordorigin="5400,-1561" coordsize="46,32" path="m5434,-1561r-5,10l5422,-1539r-8,2l5400,-1535r31,5l5434,-1535r7,-9l5446,-1559r-12,-2xe" fillcolor="black" stroked="f">
                <v:path arrowok="t"/>
              </v:shape>
            </v:group>
            <v:group id="_x0000_s3770" style="position:absolute;left:5402;top:-1626;width:44;height:27" coordorigin="5402,-1626" coordsize="44,27">
              <v:shape id="_x0000_s3771" style="position:absolute;left:5402;top:-1626;width:44;height:27" coordorigin="5402,-1626" coordsize="44,27" path="m5429,-1626r-27,5l5407,-1621r12,5l5424,-1611r7,12l5446,-1602r-3,-2l5438,-1616r-9,-10xe" fillcolor="black" stroked="f">
                <v:path arrowok="t"/>
              </v:shape>
            </v:group>
            <v:group id="_x0000_s3768" style="position:absolute;left:5350;top:-1635;width:82;height:116" coordorigin="5350,-1635" coordsize="82,116">
              <v:shape id="_x0000_s3769" style="position:absolute;left:5350;top:-1635;width:82;height:116" coordorigin="5350,-1635" coordsize="82,116" path="m5402,-1635r-14,2l5376,-1628r-2,l5350,-1578r,3l5352,-1563r2,14l5362,-1537r12,10l5376,-1527r12,4l5402,-1520r5,l5431,-1530r-31,-5l5395,-1535r-14,-4l5376,-1542r-7,-12l5366,-1566r-2,-14l5364,-1587r5,-12l5371,-1607r10,-9l5388,-1621r14,l5429,-1626r,-2l5417,-1633r-15,-2xe" fillcolor="black" stroked="f">
                <v:path arrowok="t"/>
              </v:shape>
            </v:group>
            <v:group id="_x0000_s3766" style="position:absolute;left:5460;top:-1580;width:36;height:51" coordorigin="5460,-1580" coordsize="36,51">
              <v:shape id="_x0000_s3767" style="position:absolute;left:5460;top:-1580;width:36;height:51" coordorigin="5460,-1580" coordsize="36,51" path="m5474,-1580r-9,7l5462,-1568r-2,14l5462,-1542r8,12l5496,-1532r-12,-3l5477,-1544r-5,-10l5474,-1559r5,-12l5482,-1573r14,-5l5474,-1580xe" fillcolor="black" stroked="f">
                <v:path arrowok="t"/>
              </v:shape>
            </v:group>
            <v:group id="_x0000_s3764" style="position:absolute;left:5496;top:-1626;width:32;height:44" coordorigin="5496,-1626" coordsize="32,44">
              <v:shape id="_x0000_s3765" style="position:absolute;left:5496;top:-1626;width:32;height:44" coordorigin="5496,-1626" coordsize="32,44" path="m5518,-1626r-22,5l5508,-1616r5,12l5508,-1592r-12,5l5513,-1583r9,-7l5525,-1592r2,-12l5525,-1614r-7,-12xe" fillcolor="black" stroked="f">
                <v:path arrowok="t"/>
              </v:shape>
            </v:group>
            <v:group id="_x0000_s3762" style="position:absolute;left:5462;top:-1633;width:70;height:113" coordorigin="5462,-1633" coordsize="70,113">
              <v:shape id="_x0000_s3763" style="position:absolute;left:5462;top:-1633;width:70;height:113" coordorigin="5462,-1633" coordsize="70,113" path="m5496,-1633r-12,2l5472,-1626r-5,7l5462,-1604r5,14l5470,-1590r9,7l5474,-1580r22,2l5515,-1568r3,14l5518,-1549r-5,10l5508,-1535r-12,3l5470,-1530r12,7l5496,-1520r2,l5510,-1523r12,-7l5530,-1542r2,-12l5532,-1561r-5,-12l5522,-1575r-12,-8l5513,-1583r-17,-4l5494,-1587r-12,-5l5477,-1604r5,-12l5484,-1619r12,-2l5518,-1626r-10,-5l5496,-1633xe" fillcolor="black" stroked="f">
                <v:path arrowok="t"/>
              </v:shape>
            </v:group>
            <v:group id="_x0000_s3760" style="position:absolute;left:5539;top:-1635;width:41;height:116" coordorigin="5539,-1635" coordsize="41,116">
              <v:shape id="_x0000_s3761" style="position:absolute;left:5539;top:-1635;width:41;height:116" coordorigin="5539,-1635" coordsize="41,116" path="m5580,-1635r-10,l5539,-1520r10,l5580,-1635xe" fillcolor="black" stroked="f">
                <v:path arrowok="t"/>
              </v:shape>
            </v:group>
            <v:group id="_x0000_s3758" style="position:absolute;left:5597;top:-1611;width:29;height:20" coordorigin="5597,-1611" coordsize="29,20">
              <v:shape id="_x0000_s3759" style="position:absolute;left:5597;top:-1611;width:29;height:20" coordorigin="5597,-1611" coordsize="29,20" path="m5609,-1611r-12,7l5597,-1592r2,l5611,-1599r3,l5626,-1609r-17,-2xe" fillcolor="black" stroked="f">
                <v:path arrowok="t"/>
              </v:shape>
            </v:group>
            <v:group id="_x0000_s3756" style="position:absolute;left:5609;top:-1633;width:29;height:111" coordorigin="5609,-1633" coordsize="29,111">
              <v:shape id="_x0000_s3757" style="position:absolute;left:5609;top:-1633;width:29;height:111" coordorigin="5609,-1633" coordsize="29,111" path="m5638,-1633r-8,l5628,-1628r-10,9l5609,-1611r17,2l5626,-1523r12,l5638,-1633xe" fillcolor="black" stroked="f">
                <v:path arrowok="t"/>
              </v:shape>
            </v:group>
            <v:group id="_x0000_s3754" style="position:absolute;left:5671;top:-1626;width:39;height:96" coordorigin="5671,-1626" coordsize="39,96">
              <v:shape id="_x0000_s3755" style="position:absolute;left:5671;top:-1626;width:39;height:96" coordorigin="5671,-1626" coordsize="39,96" path="m5688,-1626r-5,5l5676,-1609r,5l5674,-1592r-3,14l5674,-1568r,14l5678,-1542r5,10l5686,-1530r24,-2l5702,-1532r-9,-10l5690,-1547r-2,-14l5686,-1578r2,-14l5690,-1604r3,-10l5695,-1619r12,-2l5688,-1626xe" fillcolor="black" stroked="f">
                <v:path arrowok="t"/>
              </v:shape>
            </v:group>
            <v:group id="_x0000_s3752" style="position:absolute;left:5686;top:-1633;width:60;height:113" coordorigin="5686,-1633" coordsize="60,113">
              <v:shape id="_x0000_s3753" style="position:absolute;left:5686;top:-1633;width:60;height:113" coordorigin="5686,-1633" coordsize="60,113" path="m5710,-1633r-10,l5688,-1626r19,5l5714,-1621r10,7l5726,-1607r3,12l5731,-1578r,15l5686,-1530r9,7l5710,-1520r7,-3l5729,-1527r5,-5l5741,-1547r,-2l5743,-1561r3,-17l5743,-1590r,-12l5741,-1607r-5,-12l5724,-1631r-2,l5710,-1633xe" fillcolor="black" stroked="f">
                <v:path arrowok="t"/>
              </v:shape>
            </v:group>
            <v:group id="_x0000_s3750" style="position:absolute;left:5762;top:-1635;width:34;height:144" coordorigin="5762,-1635" coordsize="34,144">
              <v:shape id="_x0000_s3751" style="position:absolute;left:5762;top:-1635;width:34;height:144" coordorigin="5762,-1635" coordsize="34,144" path="m5772,-1635r-10,l5774,-1611r8,21l5784,-1575r,21l5779,-1530r-5,15l5770,-1503r-8,12l5772,-1491r24,-58l5796,-1585r-5,-12l5791,-1599r-5,-12l5772,-1635xe" fillcolor="black" stroked="f">
                <v:path arrowok="t"/>
              </v:shape>
            </v:group>
            <w10:wrap anchorx="page"/>
          </v:group>
        </w:pict>
      </w:r>
      <w:r>
        <w:rPr>
          <w:color w:val="F79646" w:themeColor="accent6"/>
        </w:rPr>
        <w:pict>
          <v:group id="_x0000_s3696" style="position:absolute;left:0;text-align:left;margin-left:236.5pt;margin-top:-28.95pt;width:53.3pt;height:7.2pt;z-index:-54952;mso-position-horizontal-relative:page;mso-position-vertical-relative:text" coordorigin="4730,-579" coordsize="1066,144">
            <v:group id="_x0000_s3747" style="position:absolute;left:4776;top:-577;width:60;height:111" coordorigin="4776,-577" coordsize="60,111">
              <v:shape id="_x0000_s3748" style="position:absolute;left:4776;top:-577;width:60;height:111" coordorigin="4776,-577" coordsize="60,111" path="m4836,-577r-19,l4790,-500r-2,5l4783,-483r-7,16l4790,-467r32,-93l4836,-577xe" fillcolor="black" stroked="f">
                <v:path arrowok="t"/>
              </v:shape>
            </v:group>
            <v:group id="_x0000_s3745" style="position:absolute;left:4822;top:-577;width:15;height:111" coordorigin="4822,-577" coordsize="15,111">
              <v:shape id="_x0000_s3746" style="position:absolute;left:4822;top:-577;width:15;height:111" coordorigin="4822,-577" coordsize="15,111" path="m4836,-577r-14,17l4822,-467r14,l4836,-577xe" fillcolor="black" stroked="f">
                <v:path arrowok="t"/>
              </v:shape>
            </v:group>
            <v:group id="_x0000_s3743" style="position:absolute;left:4730;top:-577;width:22;height:111" coordorigin="4730,-577" coordsize="22,111">
              <v:shape id="_x0000_s3744" style="position:absolute;left:4730;top:-577;width:22;height:111" coordorigin="4730,-577" coordsize="22,111" path="m4752,-577r-22,l4730,-467r15,l4745,-560r7,-17xe" fillcolor="black" stroked="f">
                <v:path arrowok="t"/>
              </v:shape>
            </v:group>
            <v:group id="_x0000_s3741" style="position:absolute;left:4745;top:-577;width:39;height:111" coordorigin="4745,-577" coordsize="39,111">
              <v:shape id="_x0000_s3742" style="position:absolute;left:4745;top:-577;width:39;height:111" coordorigin="4745,-577" coordsize="39,111" path="m4752,-577r-7,17l4776,-467r7,-16l4783,-486r-5,-14l4752,-577xe" fillcolor="black" stroked="f">
                <v:path arrowok="t"/>
              </v:shape>
            </v:group>
            <v:group id="_x0000_s3739" style="position:absolute;left:4872;top:-519;width:70;height:46" coordorigin="4872,-519" coordsize="70,46">
              <v:shape id="_x0000_s3740" style="position:absolute;left:4872;top:-519;width:70;height:46" coordorigin="4872,-519" coordsize="70,46" path="m4932,-519r-34,2l4915,-517r7,7l4927,-498r-2,7l4918,-483r-8,2l4872,-481r58,7l4939,-483r,-3l4942,-498r,-5l4937,-515r-5,-4xe" fillcolor="black" stroked="f">
                <v:path arrowok="t"/>
              </v:shape>
            </v:group>
            <v:group id="_x0000_s3737" style="position:absolute;left:4872;top:-565;width:65;height:39" coordorigin="4872,-565" coordsize="65,39">
              <v:shape id="_x0000_s3738" style="position:absolute;left:4872;top:-565;width:65;height:39" coordorigin="4872,-565" coordsize="65,39" path="m4932,-565r-34,l4910,-563r10,5l4922,-548r-2,9l4910,-531r-38,l4922,-527r10,-9l4937,-548r,-3l4932,-565xe" fillcolor="black" stroked="f">
                <v:path arrowok="t"/>
              </v:shape>
            </v:group>
            <v:group id="_x0000_s3735" style="position:absolute;left:4858;top:-577;width:75;height:111" coordorigin="4858,-577" coordsize="75,111">
              <v:shape id="_x0000_s3736" style="position:absolute;left:4858;top:-577;width:75;height:111" coordorigin="4858,-577" coordsize="75,111" path="m4898,-577r-40,l4858,-467r48,l4918,-469r12,-5l4872,-481r,-36l4898,-517r34,-2l4920,-527r2,l4872,-531r,-34l4930,-565r-10,-10l4915,-575r-17,-2xe" fillcolor="black" stroked="f">
                <v:path arrowok="t"/>
              </v:shape>
            </v:group>
            <v:group id="_x0000_s3733" style="position:absolute;left:5009;top:-558;width:27;height:22" coordorigin="5009,-558" coordsize="27,22">
              <v:shape id="_x0000_s3734" style="position:absolute;left:5009;top:-558;width:27;height:22" coordorigin="5009,-558" coordsize="27,22" path="m5021,-558r-12,7l5009,-536r2,-3l5023,-543r3,-3l5035,-553r-14,-5xe" fillcolor="black" stroked="f">
                <v:path arrowok="t"/>
              </v:shape>
            </v:group>
            <v:group id="_x0000_s3731" style="position:absolute;left:5021;top:-577;width:29;height:111" coordorigin="5021,-577" coordsize="29,111">
              <v:shape id="_x0000_s3732" style="position:absolute;left:5021;top:-577;width:29;height:111" coordorigin="5021,-577" coordsize="29,111" path="m5050,-577r-10,l5038,-575r-10,12l5021,-558r14,5l5035,-467r15,l5050,-577xe" fillcolor="black" stroked="f">
                <v:path arrowok="t"/>
              </v:shape>
            </v:group>
            <v:group id="_x0000_s3729" style="position:absolute;left:5095;top:-558;width:27;height:22" coordorigin="5095,-558" coordsize="27,22">
              <v:shape id="_x0000_s3730" style="position:absolute;left:5095;top:-558;width:27;height:22" coordorigin="5095,-558" coordsize="27,22" path="m5107,-558r-12,7l5095,-536r3,-3l5107,-543r3,-3l5122,-553r-15,-5xe" fillcolor="black" stroked="f">
                <v:path arrowok="t"/>
              </v:shape>
            </v:group>
            <v:group id="_x0000_s3727" style="position:absolute;left:5107;top:-577;width:27;height:111" coordorigin="5107,-577" coordsize="27,111">
              <v:shape id="_x0000_s3728" style="position:absolute;left:5107;top:-577;width:27;height:111" coordorigin="5107,-577" coordsize="27,111" path="m5134,-577r-8,l5124,-575r-10,12l5107,-558r15,5l5122,-467r12,l5134,-577xe" fillcolor="black" stroked="f">
                <v:path arrowok="t"/>
              </v:shape>
            </v:group>
            <v:group id="_x0000_s3725" style="position:absolute;left:5170;top:-572;width:36;height:99" coordorigin="5170,-572" coordsize="36,99">
              <v:shape id="_x0000_s3726" style="position:absolute;left:5170;top:-572;width:36;height:99" coordorigin="5170,-572" coordsize="36,99" path="m5186,-572r-7,7l5174,-553r-2,2l5170,-536r,24l5172,-498r2,12l5179,-476r3,2l5206,-476r-5,l5189,-486r-3,-5l5184,-505r,-31l5186,-551r5,-7l5194,-563r12,-4l5186,-572xe" fillcolor="black" stroked="f">
                <v:path arrowok="t"/>
              </v:shape>
            </v:group>
            <v:group id="_x0000_s3723" style="position:absolute;left:5182;top:-577;width:60;height:113" coordorigin="5182,-577" coordsize="60,113">
              <v:shape id="_x0000_s3724" style="position:absolute;left:5182;top:-577;width:60;height:113" coordorigin="5182,-577" coordsize="60,113" path="m5206,-577r-10,l5186,-572r20,5l5210,-565r10,7l5222,-551r3,12l5227,-522r,15l5225,-493r-5,7l5218,-481r-12,5l5182,-474r9,7l5206,-464r7,-3l5225,-471r5,-5l5237,-491r,-2l5239,-505r3,-17l5239,-536r,-12l5237,-553r-5,-12l5230,-565r-10,-10l5218,-575r-12,-2xe" fillcolor="black" stroked="f">
                <v:path arrowok="t"/>
              </v:shape>
            </v:group>
            <v:group id="_x0000_s3721" style="position:absolute;left:5302;top:-579;width:34;height:144" coordorigin="5302,-579" coordsize="34,144">
              <v:shape id="_x0000_s3722" style="position:absolute;left:5302;top:-579;width:34;height:144" coordorigin="5302,-579" coordsize="34,144" path="m5335,-579r-7,l5326,-577r-15,24l5306,-541r-2,7l5302,-522r,29l5328,-435r7,l5330,-443r-4,-14l5321,-469r-5,-24l5314,-507r4,-29l5328,-565r7,-14xe" fillcolor="black" stroked="f">
                <v:path arrowok="t"/>
              </v:shape>
            </v:group>
            <v:group id="_x0000_s3719" style="position:absolute;left:5400;top:-505;width:46;height:32" coordorigin="5400,-505" coordsize="46,32">
              <v:shape id="_x0000_s3720" style="position:absolute;left:5400;top:-505;width:46;height:32" coordorigin="5400,-505" coordsize="46,32" path="m5434,-505r-5,10l5422,-483r-8,2l5400,-479r31,5l5434,-479r7,-9l5446,-503r-12,-2xe" fillcolor="black" stroked="f">
                <v:path arrowok="t"/>
              </v:shape>
            </v:group>
            <v:group id="_x0000_s3717" style="position:absolute;left:5402;top:-570;width:44;height:27" coordorigin="5402,-570" coordsize="44,27">
              <v:shape id="_x0000_s3718" style="position:absolute;left:5402;top:-570;width:44;height:27" coordorigin="5402,-570" coordsize="44,27" path="m5429,-570r-27,3l5407,-567r12,7l5424,-555r7,12l5446,-548r-3,l5438,-563r-9,-7xe" fillcolor="black" stroked="f">
                <v:path arrowok="t"/>
              </v:shape>
            </v:group>
            <v:group id="_x0000_s3715" style="position:absolute;left:5350;top:-579;width:82;height:116" coordorigin="5350,-579" coordsize="82,116">
              <v:shape id="_x0000_s3716" style="position:absolute;left:5350;top:-579;width:82;height:116" coordorigin="5350,-579" coordsize="82,116" path="m5402,-579r-14,2l5376,-572r-2,l5364,-565r-7,12l5354,-551r-4,29l5350,-519r2,14l5354,-493r8,12l5374,-471r2,l5388,-467r14,3l5407,-464r24,-10l5400,-479r-5,l5381,-483r-5,-3l5369,-498r-3,-12l5364,-524r,-7l5369,-543r2,-8l5381,-560r7,-5l5402,-567r27,-3l5429,-572r-12,-5l5402,-579xe" fillcolor="black" stroked="f">
                <v:path arrowok="t"/>
              </v:shape>
            </v:group>
            <v:group id="_x0000_s3713" style="position:absolute;left:5460;top:-524;width:36;height:51" coordorigin="5460,-524" coordsize="36,51">
              <v:shape id="_x0000_s3714" style="position:absolute;left:5460;top:-524;width:36;height:51" coordorigin="5460,-524" coordsize="36,51" path="m5474,-524r-9,7l5462,-512r-2,14l5462,-486r8,12l5496,-476r-12,-3l5477,-488r-5,-10l5474,-503r5,-12l5482,-517r14,-5l5474,-524xe" fillcolor="black" stroked="f">
                <v:path arrowok="t"/>
              </v:shape>
            </v:group>
            <v:group id="_x0000_s3711" style="position:absolute;left:5496;top:-570;width:32;height:44" coordorigin="5496,-570" coordsize="32,44">
              <v:shape id="_x0000_s3712" style="position:absolute;left:5496;top:-570;width:32;height:44" coordorigin="5496,-570" coordsize="32,44" path="m5518,-570r-22,3l5508,-563r,3l5513,-548r-5,12l5496,-531r17,4l5522,-536r3,l5527,-548r-2,-10l5518,-570xe" fillcolor="black" stroked="f">
                <v:path arrowok="t"/>
              </v:shape>
            </v:group>
            <v:group id="_x0000_s3709" style="position:absolute;left:5462;top:-577;width:70;height:113" coordorigin="5462,-577" coordsize="70,113">
              <v:shape id="_x0000_s3710" style="position:absolute;left:5462;top:-577;width:70;height:113" coordorigin="5462,-577" coordsize="70,113" path="m5496,-577r-12,2l5472,-570r-5,7l5462,-548r5,12l5470,-534r9,7l5474,-524r22,2l5515,-512r3,14l5518,-493r-5,10l5508,-479r-12,3l5470,-474r12,7l5496,-464r2,l5510,-467r12,-7l5530,-486r2,-12l5532,-505r-5,-12l5522,-519r-12,-8l5513,-527r-17,-4l5494,-531r-12,-5l5482,-539r-5,-12l5482,-563r2,l5496,-567r22,-3l5508,-575r-12,-2xe" fillcolor="black" stroked="f">
                <v:path arrowok="t"/>
              </v:shape>
            </v:group>
            <v:group id="_x0000_s3707" style="position:absolute;left:5539;top:-579;width:41;height:116" coordorigin="5539,-579" coordsize="41,116">
              <v:shape id="_x0000_s3708" style="position:absolute;left:5539;top:-579;width:41;height:116" coordorigin="5539,-579" coordsize="41,116" path="m5580,-579r-10,l5539,-464r10,l5580,-579xe" fillcolor="black" stroked="f">
                <v:path arrowok="t"/>
              </v:shape>
            </v:group>
            <v:group id="_x0000_s3705" style="position:absolute;left:5597;top:-558;width:29;height:22" coordorigin="5597,-558" coordsize="29,22">
              <v:shape id="_x0000_s3706" style="position:absolute;left:5597;top:-558;width:29;height:22" coordorigin="5597,-558" coordsize="29,22" path="m5609,-558r-12,7l5597,-536r2,-3l5611,-543r3,-3l5626,-553r-17,-5xe" fillcolor="black" stroked="f">
                <v:path arrowok="t"/>
              </v:shape>
            </v:group>
            <v:group id="_x0000_s3703" style="position:absolute;left:5609;top:-577;width:29;height:111" coordorigin="5609,-577" coordsize="29,111">
              <v:shape id="_x0000_s3704" style="position:absolute;left:5609;top:-577;width:29;height:111" coordorigin="5609,-577" coordsize="29,111" path="m5638,-577r-8,l5628,-575r-10,12l5609,-558r17,5l5626,-467r12,l5638,-577xe" fillcolor="black" stroked="f">
                <v:path arrowok="t"/>
              </v:shape>
            </v:group>
            <v:group id="_x0000_s3701" style="position:absolute;left:5671;top:-572;width:39;height:99" coordorigin="5671,-572" coordsize="39,99">
              <v:shape id="_x0000_s3702" style="position:absolute;left:5671;top:-572;width:39;height:99" coordorigin="5671,-572" coordsize="39,99" path="m5688,-572r-5,7l5676,-553r,2l5671,-522r3,10l5674,-498r4,12l5683,-476r3,2l5710,-476r-8,l5693,-486r-3,-5l5688,-505r-2,-17l5690,-551r3,-7l5695,-563r12,-4l5688,-572xe" fillcolor="black" stroked="f">
                <v:path arrowok="t"/>
              </v:shape>
            </v:group>
            <v:group id="_x0000_s3699" style="position:absolute;left:5686;top:-577;width:60;height:113" coordorigin="5686,-577" coordsize="60,113">
              <v:shape id="_x0000_s3700" style="position:absolute;left:5686;top:-577;width:60;height:113" coordorigin="5686,-577" coordsize="60,113" path="m5710,-577r-10,l5688,-572r19,5l5714,-565r10,7l5726,-551r3,12l5731,-522r,15l5686,-474r9,7l5710,-464r7,-3l5729,-471r5,-5l5741,-491r,-2l5743,-505r3,-17l5743,-536r,-12l5741,-553r-5,-12l5734,-565r-10,-10l5722,-575r-12,-2xe" fillcolor="black" stroked="f">
                <v:path arrowok="t"/>
              </v:shape>
            </v:group>
            <v:group id="_x0000_s3697" style="position:absolute;left:5762;top:-579;width:34;height:144" coordorigin="5762,-579" coordsize="34,144">
              <v:shape id="_x0000_s3698" style="position:absolute;left:5762;top:-579;width:34;height:144" coordorigin="5762,-579" coordsize="34,144" path="m5772,-579r-10,l5770,-567r4,9l5777,-548r5,14l5784,-519r,21l5779,-474r-5,12l5770,-447r-8,12l5772,-435r5,-8l5784,-455r10,-24l5796,-493r,-36l5791,-541r,-2l5786,-555r-14,-24xe" fillcolor="black" stroked="f">
                <v:path arrowok="t"/>
              </v:shape>
            </v:group>
            <w10:wrap anchorx="page"/>
          </v:group>
        </w:pict>
      </w:r>
      <w:r>
        <w:rPr>
          <w:color w:val="F79646" w:themeColor="accent6"/>
        </w:rPr>
        <w:pict>
          <v:group id="_x0000_s3633" style="position:absolute;left:0;text-align:left;margin-left:236.5pt;margin-top:-11.35pt;width:57.6pt;height:7.2pt;z-index:-54928;mso-position-horizontal-relative:page;mso-position-vertical-relative:text" coordorigin="4730,-227" coordsize="1152,144">
            <v:group id="_x0000_s3694" style="position:absolute;left:4776;top:-227;width:60;height:111" coordorigin="4776,-227" coordsize="60,111">
              <v:shape id="_x0000_s3695" style="position:absolute;left:4776;top:-227;width:60;height:111" coordorigin="4776,-227" coordsize="60,111" path="m4836,-227r-19,l4790,-147r-2,4l4783,-131r-7,15l4790,-116r32,-91l4836,-227xe" fillcolor="black" stroked="f">
                <v:path arrowok="t"/>
              </v:shape>
            </v:group>
            <v:group id="_x0000_s3692" style="position:absolute;left:4822;top:-227;width:15;height:111" coordorigin="4822,-227" coordsize="15,111">
              <v:shape id="_x0000_s3693" style="position:absolute;left:4822;top:-227;width:15;height:111" coordorigin="4822,-227" coordsize="15,111" path="m4836,-227r-14,20l4822,-116r14,l4836,-227xe" fillcolor="black" stroked="f">
                <v:path arrowok="t"/>
              </v:shape>
            </v:group>
            <v:group id="_x0000_s3690" style="position:absolute;left:4730;top:-227;width:22;height:111" coordorigin="4730,-227" coordsize="22,111">
              <v:shape id="_x0000_s3691" style="position:absolute;left:4730;top:-227;width:22;height:111" coordorigin="4730,-227" coordsize="22,111" path="m4752,-227r-22,l4730,-116r15,l4745,-210r7,-17xe" fillcolor="black" stroked="f">
                <v:path arrowok="t"/>
              </v:shape>
            </v:group>
            <v:group id="_x0000_s3688" style="position:absolute;left:4745;top:-227;width:39;height:111" coordorigin="4745,-227" coordsize="39,111">
              <v:shape id="_x0000_s3689" style="position:absolute;left:4745;top:-227;width:39;height:111" coordorigin="4745,-227" coordsize="39,111" path="m4752,-227r-7,17l4776,-116r7,-15l4783,-133r-31,-94xe" fillcolor="black" stroked="f">
                <v:path arrowok="t"/>
              </v:shape>
            </v:group>
            <v:group id="_x0000_s3686" style="position:absolute;left:4872;top:-167;width:70;height:44" coordorigin="4872,-167" coordsize="70,44">
              <v:shape id="_x0000_s3687" style="position:absolute;left:4872;top:-167;width:70;height:44" coordorigin="4872,-167" coordsize="70,44" path="m4932,-167r-31,l4915,-164r7,7l4927,-147r-2,9l4918,-131r-8,3l4872,-128r58,5l4939,-133r3,-14l4942,-152r-5,-12l4932,-167xe" fillcolor="black" stroked="f">
                <v:path arrowok="t"/>
              </v:shape>
            </v:group>
            <v:group id="_x0000_s3684" style="position:absolute;left:4872;top:-215;width:65;height:41" coordorigin="4872,-215" coordsize="65,41">
              <v:shape id="_x0000_s3685" style="position:absolute;left:4872;top:-215;width:65;height:41" coordorigin="4872,-215" coordsize="65,41" path="m4930,-215r-36,3l4910,-212r10,7l4922,-195r-2,9l4910,-181r-14,2l4872,-179r50,5l4932,-183r5,-15l4937,-200r-5,-12l4930,-215xe" fillcolor="black" stroked="f">
                <v:path arrowok="t"/>
              </v:shape>
            </v:group>
            <v:group id="_x0000_s3682" style="position:absolute;left:4858;top:-227;width:75;height:111" coordorigin="4858,-227" coordsize="75,111">
              <v:shape id="_x0000_s3683" style="position:absolute;left:4858;top:-227;width:75;height:111" coordorigin="4858,-227" coordsize="75,111" path="m4898,-227r-40,l4858,-116r48,l4918,-119r12,-4l4872,-128r,-39l4932,-167r-12,-7l4922,-174r-50,-5l4872,-212r22,l4930,-215r-10,-7l4915,-224r-17,-3xe" fillcolor="black" stroked="f">
                <v:path arrowok="t"/>
              </v:shape>
            </v:group>
            <v:group id="_x0000_s3680" style="position:absolute;left:5009;top:-205;width:27;height:20" coordorigin="5009,-205" coordsize="27,20">
              <v:shape id="_x0000_s3681" style="position:absolute;left:5009;top:-205;width:27;height:20" coordorigin="5009,-205" coordsize="27,20" path="m5021,-205r-12,7l5009,-186r2,l5023,-193r3,l5035,-203r-14,-2xe" fillcolor="black" stroked="f">
                <v:path arrowok="t"/>
              </v:shape>
            </v:group>
            <v:group id="_x0000_s3678" style="position:absolute;left:5021;top:-227;width:29;height:111" coordorigin="5021,-227" coordsize="29,111">
              <v:shape id="_x0000_s3679" style="position:absolute;left:5021;top:-227;width:29;height:111" coordorigin="5021,-227" coordsize="29,111" path="m5050,-227r-10,l5038,-222r-17,17l5035,-203r,87l5050,-116r,-111xe" fillcolor="black" stroked="f">
                <v:path arrowok="t"/>
              </v:shape>
            </v:group>
            <v:group id="_x0000_s3676" style="position:absolute;left:5098;top:-176;width:58;height:63" coordorigin="5098,-176" coordsize="58,63">
              <v:shape id="_x0000_s3677" style="position:absolute;left:5098;top:-176;width:58;height:63" coordorigin="5098,-176" coordsize="58,63" path="m5146,-176r-24,2l5124,-174r12,5l5138,-164r5,14l5141,-143r-5,12l5134,-128r-12,5l5098,-123r9,7l5122,-114r4,l5155,-150r,-2l5153,-167r-7,-9xe" fillcolor="black" stroked="f">
                <v:path arrowok="t"/>
              </v:shape>
            </v:group>
            <v:group id="_x0000_s3674" style="position:absolute;left:5098;top:-186;width:48;height:15" coordorigin="5098,-186" coordsize="48,15">
              <v:shape id="_x0000_s3675" style="position:absolute;left:5098;top:-186;width:48;height:15" coordorigin="5098,-186" coordsize="48,15" path="m5124,-186r-2,l5107,-183r-2,2l5098,-171r9,l5122,-174r24,-2l5136,-183r-12,-3xe" fillcolor="black" stroked="f">
                <v:path arrowok="t"/>
              </v:shape>
            </v:group>
            <v:group id="_x0000_s3672" style="position:absolute;left:5122;top:-219;width:32;height:22" coordorigin="5122,-219" coordsize="32,22">
              <v:shape id="_x0000_s3673" style="position:absolute;left:5122;top:-219;width:32;height:22" coordorigin="5122,-219" coordsize="32,22" path="m5143,-219r-21,4l5124,-215r12,5l5141,-198r12,l5150,-207r-7,-12xe" fillcolor="black" stroked="f">
                <v:path arrowok="t"/>
              </v:shape>
            </v:group>
            <v:group id="_x0000_s3670" style="position:absolute;left:5083;top:-227;width:60;height:104" coordorigin="5083,-227" coordsize="60,104">
              <v:shape id="_x0000_s3671" style="position:absolute;left:5083;top:-227;width:60;height:104" coordorigin="5083,-227" coordsize="60,104" path="m5122,-227r-5,l5105,-222r-10,10l5088,-198r-2,15l5083,-167r,3l5086,-147r2,12l5095,-126r3,3l5122,-123r-12,-5l5102,-138r-4,-12l5100,-157r5,-12l5107,-171r-9,l5098,-186r2,-12l5102,-200r8,-12l5122,-215r21,-4l5136,-224r-14,-3xe" fillcolor="black" stroked="f">
                <v:path arrowok="t"/>
              </v:shape>
            </v:group>
            <v:group id="_x0000_s3668" style="position:absolute;left:5170;top:-219;width:36;height:96" coordorigin="5170,-219" coordsize="36,96">
              <v:shape id="_x0000_s3669" style="position:absolute;left:5170;top:-219;width:36;height:96" coordorigin="5170,-219" coordsize="36,96" path="m5186,-219r-7,4l5174,-200r-2,2l5170,-186r,24l5172,-145r2,12l5179,-123r27,l5201,-126r-12,-7l5186,-140r-2,-12l5184,-183r2,-15l5191,-207r3,-3l5206,-215r-20,-4xe" fillcolor="black" stroked="f">
                <v:path arrowok="t"/>
              </v:shape>
            </v:group>
            <v:group id="_x0000_s3666" style="position:absolute;left:5182;top:-227;width:60;height:113" coordorigin="5182,-227" coordsize="60,113">
              <v:shape id="_x0000_s3667" style="position:absolute;left:5182;top:-227;width:60;height:113" coordorigin="5182,-227" coordsize="60,113" path="m5206,-227r-10,3l5186,-219r20,4l5210,-215r10,10l5222,-200r3,12l5227,-169r,12l5225,-143r-7,15l5206,-123r-24,l5191,-116r15,2l5213,-114r12,-7l5230,-126r7,-12l5237,-140r5,-29l5239,-183r,-12l5237,-200r-5,-12l5230,-215r-10,-7l5218,-224r-12,-3xe" fillcolor="black" stroked="f">
                <v:path arrowok="t"/>
              </v:shape>
            </v:group>
            <v:group id="_x0000_s3664" style="position:absolute;left:5302;top:-227;width:34;height:144" coordorigin="5302,-227" coordsize="34,144">
              <v:shape id="_x0000_s3665" style="position:absolute;left:5302;top:-227;width:34;height:144" coordorigin="5302,-227" coordsize="34,144" path="m5335,-227r-9,l5311,-203r-5,12l5304,-183r-2,14l5302,-143r2,15l5309,-116r5,9l5328,-83r7,l5330,-92r-9,-24l5318,-128r-2,-15l5314,-155r,-2l5316,-169r2,-14l5321,-193r5,-12l5328,-212r7,-15xe" fillcolor="black" stroked="f">
                <v:path arrowok="t"/>
              </v:shape>
            </v:group>
            <v:group id="_x0000_s3662" style="position:absolute;left:5400;top:-155;width:46;height:32" coordorigin="5400,-155" coordsize="46,32">
              <v:shape id="_x0000_s3663" style="position:absolute;left:5400;top:-155;width:46;height:32" coordorigin="5400,-155" coordsize="46,32" path="m5434,-155r-5,12l5422,-133r-8,5l5400,-126r31,3l5434,-126r7,-9l5446,-150r-12,-5xe" fillcolor="black" stroked="f">
                <v:path arrowok="t"/>
              </v:shape>
            </v:group>
            <v:group id="_x0000_s3660" style="position:absolute;left:5402;top:-219;width:44;height:27" coordorigin="5402,-219" coordsize="44,27">
              <v:shape id="_x0000_s3661" style="position:absolute;left:5402;top:-219;width:44;height:27" coordorigin="5402,-219" coordsize="44,27" path="m5429,-219r-27,4l5407,-215r12,5l5424,-205r7,12l5446,-195r-3,-3l5438,-210r-9,-9xe" fillcolor="black" stroked="f">
                <v:path arrowok="t"/>
              </v:shape>
            </v:group>
            <v:group id="_x0000_s3658" style="position:absolute;left:5350;top:-227;width:82;height:113" coordorigin="5350,-227" coordsize="82,113">
              <v:shape id="_x0000_s3659" style="position:absolute;left:5350;top:-227;width:82;height:113" coordorigin="5350,-227" coordsize="82,113" path="m5417,-227r-29,l5376,-222r-2,l5364,-212r-7,12l5354,-198r-2,12l5350,-171r,2l5354,-140r8,12l5374,-121r2,2l5388,-116r14,2l5407,-114r12,-2l5431,-123r-31,-3l5395,-126r-14,-5l5376,-135r-7,-12l5366,-157r-2,-14l5364,-179r7,-21l5381,-210r7,-2l5402,-215r27,-4l5417,-227xe" fillcolor="black" stroked="f">
                <v:path arrowok="t"/>
              </v:shape>
            </v:group>
            <v:group id="_x0000_s3656" style="position:absolute;left:5470;top:-205;width:27;height:20" coordorigin="5470,-205" coordsize="27,20">
              <v:shape id="_x0000_s3657" style="position:absolute;left:5470;top:-205;width:27;height:20" coordorigin="5470,-205" coordsize="27,20" path="m5482,-205r-12,7l5470,-186r2,l5484,-193r2,l5496,-203r-14,-2xe" fillcolor="black" stroked="f">
                <v:path arrowok="t"/>
              </v:shape>
            </v:group>
            <v:group id="_x0000_s3654" style="position:absolute;left:5482;top:-227;width:29;height:111" coordorigin="5482,-227" coordsize="29,111">
              <v:shape id="_x0000_s3655" style="position:absolute;left:5482;top:-227;width:29;height:111" coordorigin="5482,-227" coordsize="29,111" path="m5510,-227r-9,l5498,-222r-16,17l5496,-203r,87l5510,-116r,-111xe" fillcolor="black" stroked="f">
                <v:path arrowok="t"/>
              </v:shape>
            </v:group>
            <v:group id="_x0000_s3652" style="position:absolute;left:5544;top:-217;width:72;height:101" coordorigin="5544,-217" coordsize="72,101">
              <v:shape id="_x0000_s3653" style="position:absolute;left:5544;top:-217;width:72;height:101" coordorigin="5544,-217" coordsize="72,101" path="m5606,-217r-26,2l5585,-215r12,5l5597,-207r5,12l5602,-193r-8,14l5582,-167r-12,10l5554,-140r-3,5l5544,-123r,7l5616,-116r,-12l5561,-128r21,-22l5585,-150r21,-21l5614,-183r2,-12l5614,-207r-8,-10xe" fillcolor="black" stroked="f">
                <v:path arrowok="t"/>
              </v:shape>
            </v:group>
            <v:group id="_x0000_s3650" style="position:absolute;left:5546;top:-227;width:60;height:34" coordorigin="5546,-227" coordsize="60,34">
              <v:shape id="_x0000_s3651" style="position:absolute;left:5546;top:-227;width:60;height:34" coordorigin="5546,-227" coordsize="60,34" path="m5580,-227r-12,3l5556,-217r-7,10l5546,-193r12,l5558,-198r8,-12l5568,-212r12,-3l5606,-217r-12,-7l5580,-227xe" fillcolor="black" stroked="f">
                <v:path arrowok="t"/>
              </v:shape>
            </v:group>
            <v:group id="_x0000_s3648" style="position:absolute;left:5623;top:-227;width:44;height:113" coordorigin="5623,-227" coordsize="44,113">
              <v:shape id="_x0000_s3649" style="position:absolute;left:5623;top:-227;width:44;height:113" coordorigin="5623,-227" coordsize="44,113" path="m5666,-227r-9,l5623,-114r12,l5666,-227xe" fillcolor="black" stroked="f">
                <v:path arrowok="t"/>
              </v:shape>
            </v:group>
            <v:group id="_x0000_s3646" style="position:absolute;left:5683;top:-205;width:27;height:20" coordorigin="5683,-205" coordsize="27,20">
              <v:shape id="_x0000_s3647" style="position:absolute;left:5683;top:-205;width:27;height:20" coordorigin="5683,-205" coordsize="27,20" path="m5695,-205r-12,7l5683,-186r3,l5698,-193r2,l5710,-203r-15,-2xe" fillcolor="black" stroked="f">
                <v:path arrowok="t"/>
              </v:shape>
            </v:group>
            <v:group id="_x0000_s3644" style="position:absolute;left:5695;top:-227;width:29;height:111" coordorigin="5695,-227" coordsize="29,111">
              <v:shape id="_x0000_s3645" style="position:absolute;left:5695;top:-227;width:29;height:111" coordorigin="5695,-227" coordsize="29,111" path="m5724,-227r-10,l5712,-222r-17,17l5710,-203r,87l5724,-116r,-111xe" fillcolor="black" stroked="f">
                <v:path arrowok="t"/>
              </v:shape>
            </v:group>
            <v:group id="_x0000_s3642" style="position:absolute;left:5772;top:-176;width:58;height:63" coordorigin="5772,-176" coordsize="58,63">
              <v:shape id="_x0000_s3643" style="position:absolute;left:5772;top:-176;width:58;height:63" coordorigin="5772,-176" coordsize="58,63" path="m5820,-176r-26,2l5798,-174r12,5l5813,-164r2,14l5815,-143r-5,12l5808,-128r-12,5l5772,-123r12,7l5796,-114r5,l5830,-150r,-2l5827,-167r-7,-9xe" fillcolor="black" stroked="f">
                <v:path arrowok="t"/>
              </v:shape>
            </v:group>
            <v:group id="_x0000_s3640" style="position:absolute;left:5772;top:-186;width:48;height:15" coordorigin="5772,-186" coordsize="48,15">
              <v:shape id="_x0000_s3641" style="position:absolute;left:5772;top:-186;width:48;height:15" coordorigin="5772,-186" coordsize="48,15" path="m5798,-186r-2,l5784,-183r-12,12l5784,-171r10,-3l5820,-176r-10,-7l5798,-186xe" fillcolor="black" stroked="f">
                <v:path arrowok="t"/>
              </v:shape>
            </v:group>
            <v:group id="_x0000_s3638" style="position:absolute;left:5796;top:-219;width:32;height:22" coordorigin="5796,-219" coordsize="32,22">
              <v:shape id="_x0000_s3639" style="position:absolute;left:5796;top:-219;width:32;height:22" coordorigin="5796,-219" coordsize="32,22" path="m5818,-219r-22,4l5798,-215r12,5l5815,-198r12,l5825,-207r-7,-12xe" fillcolor="black" stroked="f">
                <v:path arrowok="t"/>
              </v:shape>
            </v:group>
            <v:group id="_x0000_s3636" style="position:absolute;left:5758;top:-227;width:60;height:104" coordorigin="5758,-227" coordsize="60,104">
              <v:shape id="_x0000_s3637" style="position:absolute;left:5758;top:-227;width:60;height:104" coordorigin="5758,-227" coordsize="60,104" path="m5796,-227r-5,l5779,-222r-14,15l5762,-198r-4,15l5758,-164r2,17l5762,-135r8,9l5772,-123r24,l5784,-128r-7,-10l5774,-150r,-7l5779,-169r5,-2l5772,-171r,-15l5774,-198r3,-2l5784,-212r12,-3l5818,-219r-8,-5l5796,-227xe" fillcolor="black" stroked="f">
                <v:path arrowok="t"/>
              </v:shape>
            </v:group>
            <v:group id="_x0000_s3634" style="position:absolute;left:5846;top:-227;width:36;height:144" coordorigin="5846,-227" coordsize="36,144">
              <v:shape id="_x0000_s3635" style="position:absolute;left:5846;top:-227;width:36;height:144" coordorigin="5846,-227" coordsize="36,144" path="m5856,-227r-10,l5854,-215r4,10l5861,-195r5,12l5868,-169r,36l5863,-121r-2,12l5854,-97r-8,14l5856,-83r7,-9l5868,-104r7,-12l5880,-128r2,-12l5882,-162r-4,-29l5870,-203r-4,-12l5856,-227xe" fillcolor="black" stroked="f">
                <v:path arrowok="t"/>
              </v:shape>
            </v:group>
            <w10:wrap anchorx="page"/>
          </v:group>
        </w:pict>
      </w:r>
      <w:r>
        <w:rPr>
          <w:color w:val="F79646" w:themeColor="accent6"/>
        </w:rPr>
        <w:pict>
          <v:group id="_x0000_s3610" style="position:absolute;left:0;text-align:left;margin-left:374.3pt;margin-top:-101.45pt;width:13.35pt;height:7pt;z-index:-54856;mso-position-horizontal-relative:page;mso-position-vertical-relative:text" coordorigin="7486,-2029" coordsize="267,140">
            <v:group id="_x0000_s3631" style="position:absolute;left:7536;top:-1928;width:46;height:29" coordorigin="7536,-1928" coordsize="46,29">
              <v:shape id="_x0000_s3632" style="position:absolute;left:7536;top:-1928;width:46;height:29" coordorigin="7536,-1928" coordsize="46,29" path="m7567,-1928r-2,9l7555,-1909r-7,5l7536,-1902r29,3l7570,-1902r7,-9l7582,-1926r-15,-2xe" fillcolor="black" stroked="f">
                <v:path arrowok="t"/>
              </v:shape>
            </v:group>
            <v:group id="_x0000_s3629" style="position:absolute;left:7536;top:-1993;width:44;height:27" coordorigin="7536,-1993" coordsize="44,27">
              <v:shape id="_x0000_s3630" style="position:absolute;left:7536;top:-1993;width:44;height:27" coordorigin="7536,-1993" coordsize="44,27" path="m7565,-1993r-29,2l7543,-1991r12,8l7560,-1979r5,12l7579,-1971r-5,-15l7565,-1993xe" fillcolor="black" stroked="f">
                <v:path arrowok="t"/>
              </v:shape>
            </v:group>
            <v:group id="_x0000_s3627" style="position:absolute;left:7486;top:-2003;width:80;height:113" coordorigin="7486,-2003" coordsize="80,113">
              <v:shape id="_x0000_s3628" style="position:absolute;left:7486;top:-2003;width:80;height:113" coordorigin="7486,-2003" coordsize="80,113" path="m7536,-2003r-14,3l7510,-1995r-10,7l7493,-1976r-3,2l7486,-1959r,16l7488,-1928r2,12l7498,-1904r9,7l7510,-1895r12,5l7541,-1890r14,-2l7565,-1899r-29,-3l7529,-1902r-12,-5l7512,-1911r-7,-12l7502,-1933r-2,-14l7500,-1955r65,-38l7562,-1995r-12,-5l7536,-2003xe" fillcolor="black" stroked="f">
                <v:path arrowok="t"/>
              </v:shape>
            </v:group>
            <v:group id="_x0000_s3625" style="position:absolute;left:7529;top:-2029;width:32;height:22" coordorigin="7529,-2029" coordsize="32,22">
              <v:shape id="_x0000_s3626" style="position:absolute;left:7529;top:-2029;width:32;height:22" coordorigin="7529,-2029" coordsize="32,22" path="m7560,-2029r-14,l7536,-2015r-7,8l7543,-2007r17,-22xe" fillcolor="black" stroked="f">
                <v:path arrowok="t"/>
              </v:shape>
            </v:group>
            <v:group id="_x0000_s3623" style="position:absolute;left:7512;top:-2029;width:24;height:22" coordorigin="7512,-2029" coordsize="24,22">
              <v:shape id="_x0000_s3624" style="position:absolute;left:7512;top:-2029;width:24;height:22" coordorigin="7512,-2029" coordsize="24,22" path="m7529,-2029r-17,l7529,-2007r7,-8l7529,-2029xe" fillcolor="black" stroked="f">
                <v:path arrowok="t"/>
              </v:shape>
            </v:group>
            <v:group id="_x0000_s3621" style="position:absolute;left:7596;top:-1921;width:60;height:32" coordorigin="7596,-1921" coordsize="60,32">
              <v:shape id="_x0000_s3622" style="position:absolute;left:7596;top:-1921;width:60;height:32" coordorigin="7596,-1921" coordsize="60,32" path="m7608,-1921r-12,l7598,-1909r8,12l7615,-1892r15,2l7632,-1890r12,-2l7656,-1899r-29,l7618,-1904r-5,-5l7608,-1921xe" fillcolor="black" stroked="f">
                <v:path arrowok="t"/>
              </v:shape>
            </v:group>
            <v:group id="_x0000_s3619" style="position:absolute;left:7630;top:-1945;width:36;height:46" coordorigin="7630,-1945" coordsize="36,46">
              <v:shape id="_x0000_s3620" style="position:absolute;left:7630;top:-1945;width:36;height:46" coordorigin="7630,-1945" coordsize="36,46" path="m7658,-1945r-28,l7634,-1943r12,5l7649,-1935r2,12l7651,-1919r-5,12l7642,-1904r-12,5l7656,-1899r7,-12l7666,-1923r,-5l7661,-1940r-3,-5xe" fillcolor="black" stroked="f">
                <v:path arrowok="t"/>
              </v:shape>
            </v:group>
            <v:group id="_x0000_s3617" style="position:absolute;left:7620;top:-1955;width:39;height:12" coordorigin="7620,-1955" coordsize="39,12">
              <v:shape id="_x0000_s3618" style="position:absolute;left:7620;top:-1955;width:39;height:12" coordorigin="7620,-1955" coordsize="39,12" path="m7625,-1955r-3,l7620,-1943r10,-2l7658,-1945r-12,-5l7625,-1955xe" fillcolor="black" stroked="f">
                <v:path arrowok="t"/>
              </v:shape>
            </v:group>
            <v:group id="_x0000_s3615" style="position:absolute;left:7596;top:-1993;width:34;height:24" coordorigin="7596,-1993" coordsize="34,24">
              <v:shape id="_x0000_s3616" style="position:absolute;left:7596;top:-1993;width:34;height:24" coordorigin="7596,-1993" coordsize="34,24" path="m7608,-1993r-7,7l7596,-1971r14,2l7610,-1974r8,-12l7630,-1991r-22,-2xe" fillcolor="black" stroked="f">
                <v:path arrowok="t"/>
              </v:shape>
            </v:group>
            <v:group id="_x0000_s3613" style="position:absolute;left:7608;top:-2000;width:53;height:51" coordorigin="7608,-2000" coordsize="53,51">
              <v:shape id="_x0000_s3614" style="position:absolute;left:7608;top:-2000;width:53;height:51" coordorigin="7608,-2000" coordsize="53,51" path="m7630,-2000r-12,l7608,-1993r22,2l7642,-1986r4,12l7646,-1969r-7,10l7637,-1957r-12,2l7646,-1950r12,-9l7661,-1971r,-3l7656,-1986r,-2l7646,-1998r-4,l7630,-2000xe" fillcolor="black" stroked="f">
                <v:path arrowok="t"/>
              </v:shape>
            </v:group>
            <v:group id="_x0000_s3611" style="position:absolute;left:7680;top:-2000;width:72;height:111" coordorigin="7680,-2000" coordsize="72,111">
              <v:shape id="_x0000_s3612" style="position:absolute;left:7680;top:-2000;width:72;height:111" coordorigin="7680,-2000" coordsize="72,111" path="m7752,-2000r-72,l7680,-1986r55,l7730,-1981r-28,58l7697,-1904r,14l7711,-1890r,-5l7714,-1909r2,-12l7721,-1933r5,-14l7730,-1959r5,-8l7745,-1979r7,-9l7752,-2000xe" fillcolor="black" stroked="f">
                <v:path arrowok="t"/>
              </v:shape>
            </v:group>
            <w10:wrap anchorx="page"/>
          </v:group>
        </w:pict>
      </w:r>
      <w:r>
        <w:rPr>
          <w:color w:val="F79646" w:themeColor="accent6"/>
        </w:rPr>
        <w:pict>
          <v:group id="_x0000_s3587" style="position:absolute;left:0;text-align:left;margin-left:374.3pt;margin-top:-66.15pt;width:13.35pt;height:7pt;z-index:-54832;mso-position-horizontal-relative:page;mso-position-vertical-relative:text" coordorigin="7486,-1323" coordsize="267,140">
            <v:group id="_x0000_s3608" style="position:absolute;left:7536;top:-1225;width:46;height:32" coordorigin="7536,-1225" coordsize="46,32">
              <v:shape id="_x0000_s3609" style="position:absolute;left:7536;top:-1225;width:46;height:32" coordorigin="7536,-1225" coordsize="46,32" path="m7567,-1225r-2,10l7555,-1206r-7,5l7536,-1199r29,5l7570,-1199r7,-9l7582,-1223r-15,-2xe" fillcolor="black" stroked="f">
                <v:path arrowok="t"/>
              </v:shape>
            </v:group>
            <v:group id="_x0000_s3606" style="position:absolute;left:7536;top:-1290;width:44;height:27" coordorigin="7536,-1290" coordsize="44,27">
              <v:shape id="_x0000_s3607" style="position:absolute;left:7536;top:-1290;width:44;height:27" coordorigin="7536,-1290" coordsize="44,27" path="m7565,-1290r-29,3l7543,-1285r12,5l7560,-1275r5,12l7579,-1266r,-2l7574,-1280r-9,-10xe" fillcolor="black" stroked="f">
                <v:path arrowok="t"/>
              </v:shape>
            </v:group>
            <v:group id="_x0000_s3604" style="position:absolute;left:7486;top:-1299;width:80;height:116" coordorigin="7486,-1299" coordsize="80,116">
              <v:shape id="_x0000_s3605" style="position:absolute;left:7486;top:-1299;width:80;height:116" coordorigin="7486,-1299" coordsize="80,116" path="m7536,-1299r-50,43l7486,-1239r2,12l7490,-1213r8,12l7507,-1191r3,l7522,-1187r14,3l7541,-1184r14,-5l7565,-1194r-29,-5l7529,-1199r-12,-4l7512,-1208r-7,-10l7502,-1230r-2,-14l7500,-1251r65,-39l7562,-1292r-12,-5l7536,-1299xe" fillcolor="black" stroked="f">
                <v:path arrowok="t"/>
              </v:shape>
            </v:group>
            <v:group id="_x0000_s3602" style="position:absolute;left:7529;top:-1323;width:32;height:20" coordorigin="7529,-1323" coordsize="32,20">
              <v:shape id="_x0000_s3603" style="position:absolute;left:7529;top:-1323;width:32;height:20" coordorigin="7529,-1323" coordsize="32,20" path="m7560,-1323r-14,l7536,-1311r-7,7l7543,-1304r17,-19xe" fillcolor="black" stroked="f">
                <v:path arrowok="t"/>
              </v:shape>
            </v:group>
            <v:group id="_x0000_s3600" style="position:absolute;left:7512;top:-1323;width:24;height:20" coordorigin="7512,-1323" coordsize="24,20">
              <v:shape id="_x0000_s3601" style="position:absolute;left:7512;top:-1323;width:24;height:20" coordorigin="7512,-1323" coordsize="24,20" path="m7529,-1323r-17,l7529,-1304r7,-7l7529,-1323xe" fillcolor="black" stroked="f">
                <v:path arrowok="t"/>
              </v:shape>
            </v:group>
            <v:group id="_x0000_s3598" style="position:absolute;left:7596;top:-1218;width:60;height:34" coordorigin="7596,-1218" coordsize="60,34">
              <v:shape id="_x0000_s3599" style="position:absolute;left:7596;top:-1218;width:60;height:34" coordorigin="7596,-1218" coordsize="60,34" path="m7608,-1218r-12,3l7598,-1203r8,9l7615,-1187r15,3l7632,-1184r12,-5l7656,-1196r-29,l7618,-1201r-5,-5l7608,-1218xe" fillcolor="black" stroked="f">
                <v:path arrowok="t"/>
              </v:shape>
            </v:group>
            <v:group id="_x0000_s3596" style="position:absolute;left:7630;top:-1242;width:36;height:46" coordorigin="7630,-1242" coordsize="36,46">
              <v:shape id="_x0000_s3597" style="position:absolute;left:7630;top:-1242;width:36;height:46" coordorigin="7630,-1242" coordsize="36,46" path="m7658,-1242r-24,l7646,-1235r3,3l7651,-1220r,5l7646,-1203r-4,2l7630,-1196r26,l7663,-1206r3,-14l7666,-1225r-5,-12l7658,-1242xe" fillcolor="black" stroked="f">
                <v:path arrowok="t"/>
              </v:shape>
            </v:group>
            <v:group id="_x0000_s3594" style="position:absolute;left:7620;top:-1251;width:39;height:12" coordorigin="7620,-1251" coordsize="39,12">
              <v:shape id="_x0000_s3595" style="position:absolute;left:7620;top:-1251;width:39;height:12" coordorigin="7620,-1251" coordsize="39,12" path="m7625,-1251r-3,l7620,-1239r10,-3l7658,-1242r-12,-5l7625,-1251xe" fillcolor="black" stroked="f">
                <v:path arrowok="t"/>
              </v:shape>
            </v:group>
            <v:group id="_x0000_s3592" style="position:absolute;left:7596;top:-1290;width:34;height:24" coordorigin="7596,-1290" coordsize="34,24">
              <v:shape id="_x0000_s3593" style="position:absolute;left:7596;top:-1290;width:34;height:24" coordorigin="7596,-1290" coordsize="34,24" path="m7608,-1290r-7,7l7596,-1268r14,2l7610,-1271r8,-9l7618,-1283r12,-2l7608,-1290xe" fillcolor="black" stroked="f">
                <v:path arrowok="t"/>
              </v:shape>
            </v:group>
            <v:group id="_x0000_s3590" style="position:absolute;left:7608;top:-1297;width:53;height:51" coordorigin="7608,-1297" coordsize="53,51">
              <v:shape id="_x0000_s3591" style="position:absolute;left:7608;top:-1297;width:53;height:51" coordorigin="7608,-1297" coordsize="53,51" path="m7630,-1297r-12,l7608,-1290r22,5l7642,-1280r4,12l7646,-1266r-7,12l7637,-1254r-12,3l7646,-1247r12,-9l7661,-1268r,-3l7656,-1283r,-2l7646,-1295r-4,l7630,-1297xe" fillcolor="black" stroked="f">
                <v:path arrowok="t"/>
              </v:shape>
            </v:group>
            <v:group id="_x0000_s3588" style="position:absolute;left:7680;top:-1295;width:72;height:108" coordorigin="7680,-1295" coordsize="72,108">
              <v:shape id="_x0000_s3589" style="position:absolute;left:7680;top:-1295;width:72;height:108" coordorigin="7680,-1295" coordsize="72,108" path="m7752,-1295r-72,l7680,-1283r55,l7730,-1278r-14,24l7711,-1244r-5,12l7702,-1218r-3,5l7697,-1199r,12l7711,-1187r,-4l7714,-1203r2,-15l7721,-1230r5,-14l7735,-1263r10,-12l7752,-1285r,-10xe" fillcolor="black" stroked="f">
                <v:path arrowok="t"/>
              </v:shape>
            </v:group>
            <w10:wrap anchorx="page"/>
          </v:group>
        </w:pict>
      </w:r>
      <w:r>
        <w:rPr>
          <w:color w:val="F79646" w:themeColor="accent6"/>
        </w:rPr>
        <w:pict>
          <v:group id="_x0000_s3564" style="position:absolute;left:0;text-align:left;margin-left:374.3pt;margin-top:-48.65pt;width:13.35pt;height:7pt;z-index:-54808;mso-position-horizontal-relative:page;mso-position-vertical-relative:text" coordorigin="7486,-973" coordsize="267,140">
            <v:group id="_x0000_s3585" style="position:absolute;left:7536;top:-875;width:46;height:32" coordorigin="7536,-875" coordsize="46,32">
              <v:shape id="_x0000_s3586" style="position:absolute;left:7536;top:-875;width:46;height:32" coordorigin="7536,-875" coordsize="46,32" path="m7567,-875r-2,12l7555,-853r-7,5l7536,-846r29,3l7570,-846r7,-12l7582,-870r-15,-5xe" fillcolor="black" stroked="f">
                <v:path arrowok="t"/>
              </v:shape>
            </v:group>
            <v:group id="_x0000_s3583" style="position:absolute;left:7536;top:-939;width:44;height:27" coordorigin="7536,-939" coordsize="44,27">
              <v:shape id="_x0000_s3584" style="position:absolute;left:7536;top:-939;width:44;height:27" coordorigin="7536,-939" coordsize="44,27" path="m7565,-939r-29,4l7543,-935r12,5l7560,-925r5,12l7579,-915r,-3l7574,-930r-9,-9xe" fillcolor="black" stroked="f">
                <v:path arrowok="t"/>
              </v:shape>
            </v:group>
            <v:group id="_x0000_s3581" style="position:absolute;left:7486;top:-947;width:80;height:113" coordorigin="7486,-947" coordsize="80,113">
              <v:shape id="_x0000_s3582" style="position:absolute;left:7486;top:-947;width:80;height:113" coordorigin="7486,-947" coordsize="80,113" path="m7536,-947r-14,3l7510,-939r-10,7l7493,-920r-3,2l7486,-906r,17l7488,-875r2,12l7490,-860r8,12l7507,-841r3,2l7522,-834r19,l7555,-836r10,-7l7536,-846r-7,l7517,-851r-5,-4l7505,-867r-3,-10l7500,-891r,-8l7565,-939r-3,l7550,-944r-14,-3xe" fillcolor="black" stroked="f">
                <v:path arrowok="t"/>
              </v:shape>
            </v:group>
            <v:group id="_x0000_s3579" style="position:absolute;left:7529;top:-973;width:32;height:22" coordorigin="7529,-973" coordsize="32,22">
              <v:shape id="_x0000_s3580" style="position:absolute;left:7529;top:-973;width:32;height:22" coordorigin="7529,-973" coordsize="32,22" path="m7560,-973r-14,l7536,-959r-7,8l7543,-951r17,-22xe" fillcolor="black" stroked="f">
                <v:path arrowok="t"/>
              </v:shape>
            </v:group>
            <v:group id="_x0000_s3577" style="position:absolute;left:7512;top:-973;width:24;height:22" coordorigin="7512,-973" coordsize="24,22">
              <v:shape id="_x0000_s3578" style="position:absolute;left:7512;top:-973;width:24;height:22" coordorigin="7512,-973" coordsize="24,22" path="m7529,-973r-17,l7529,-951r7,-8l7529,-973xe" fillcolor="black" stroked="f">
                <v:path arrowok="t"/>
              </v:shape>
            </v:group>
            <v:group id="_x0000_s3575" style="position:absolute;left:7596;top:-865;width:60;height:32" coordorigin="7596,-865" coordsize="60,32">
              <v:shape id="_x0000_s3576" style="position:absolute;left:7596;top:-865;width:60;height:32" coordorigin="7596,-865" coordsize="60,32" path="m7608,-865r-12,l7598,-853r8,12l7615,-836r15,2l7632,-834r12,-2l7656,-843r-29,l7618,-851r-5,-2l7608,-865xe" fillcolor="black" stroked="f">
                <v:path arrowok="t"/>
              </v:shape>
            </v:group>
            <v:group id="_x0000_s3573" style="position:absolute;left:7630;top:-889;width:36;height:46" coordorigin="7630,-889" coordsize="36,46">
              <v:shape id="_x0000_s3574" style="position:absolute;left:7630;top:-889;width:36;height:46" coordorigin="7630,-889" coordsize="36,46" path="m7658,-889r-24,l7646,-882r3,3l7651,-867r,4l7646,-851r-4,3l7630,-843r26,l7663,-855r3,-12l7666,-875r-5,-12l7658,-889xe" fillcolor="black" stroked="f">
                <v:path arrowok="t"/>
              </v:shape>
            </v:group>
            <v:group id="_x0000_s3571" style="position:absolute;left:7620;top:-899;width:39;height:12" coordorigin="7620,-899" coordsize="39,12">
              <v:shape id="_x0000_s3572" style="position:absolute;left:7620;top:-899;width:39;height:12" coordorigin="7620,-899" coordsize="39,12" path="m7625,-899r-3,l7620,-887r10,-2l7658,-889r-12,-7l7625,-899xe" fillcolor="black" stroked="f">
                <v:path arrowok="t"/>
              </v:shape>
            </v:group>
            <v:group id="_x0000_s3569" style="position:absolute;left:7596;top:-937;width:34;height:22" coordorigin="7596,-937" coordsize="34,22">
              <v:shape id="_x0000_s3570" style="position:absolute;left:7596;top:-937;width:34;height:22" coordorigin="7596,-937" coordsize="34,22" path="m7608,-937r-7,7l7596,-918r14,3l7610,-918r8,-12l7630,-935r-22,-2xe" fillcolor="black" stroked="f">
                <v:path arrowok="t"/>
              </v:shape>
            </v:group>
            <v:group id="_x0000_s3567" style="position:absolute;left:7608;top:-947;width:53;height:51" coordorigin="7608,-947" coordsize="53,51">
              <v:shape id="_x0000_s3568" style="position:absolute;left:7608;top:-947;width:53;height:51" coordorigin="7608,-947" coordsize="53,51" path="m7630,-947r-12,3l7608,-937r22,2l7642,-930r4,12l7646,-913r-7,10l7637,-903r-12,4l7646,-896r12,-7l7661,-918r-5,-12l7656,-932r-10,-10l7642,-944r-12,-3xe" fillcolor="black" stroked="f">
                <v:path arrowok="t"/>
              </v:shape>
            </v:group>
            <v:group id="_x0000_s3565" style="position:absolute;left:7680;top:-944;width:72;height:108" coordorigin="7680,-944" coordsize="72,108">
              <v:shape id="_x0000_s3566" style="position:absolute;left:7680;top:-944;width:72;height:108" coordorigin="7680,-944" coordsize="72,108" path="m7752,-944r-72,l7680,-930r55,l7730,-925r-7,10l7716,-903r-14,36l7699,-863r-2,15l7697,-836r14,l7711,-839r3,-14l7735,-913r10,-10l7752,-932r,-12xe" fillcolor="black" stroked="f">
                <v:path arrowok="t"/>
              </v:shape>
            </v:group>
            <w10:wrap anchorx="page"/>
          </v:group>
        </w:pict>
      </w:r>
      <w:r>
        <w:rPr>
          <w:color w:val="F79646" w:themeColor="accent6"/>
        </w:rPr>
        <w:pict>
          <v:group id="_x0000_s3541" style="position:absolute;left:0;text-align:left;margin-left:374.3pt;margin-top:-31pt;width:13.35pt;height:7pt;z-index:-54784;mso-position-horizontal-relative:page;mso-position-vertical-relative:text" coordorigin="7486,-620" coordsize="267,140">
            <v:group id="_x0000_s3562" style="position:absolute;left:7536;top:-522;width:46;height:32" coordorigin="7536,-522" coordsize="46,32">
              <v:shape id="_x0000_s3563" style="position:absolute;left:7536;top:-522;width:46;height:32" coordorigin="7536,-522" coordsize="46,32" path="m7567,-522r-2,12l7555,-500r-7,5l7536,-493r29,2l7570,-493r7,-12l7582,-517r-15,-5xe" fillcolor="black" stroked="f">
                <v:path arrowok="t"/>
              </v:shape>
            </v:group>
            <v:group id="_x0000_s3560" style="position:absolute;left:7536;top:-587;width:44;height:27" coordorigin="7536,-587" coordsize="44,27">
              <v:shape id="_x0000_s3561" style="position:absolute;left:7536;top:-587;width:44;height:27" coordorigin="7536,-587" coordsize="44,27" path="m7565,-587r-29,5l7543,-582r12,5l7560,-572r5,12l7579,-563r,-2l7574,-577r-9,-10xe" fillcolor="black" stroked="f">
                <v:path arrowok="t"/>
              </v:shape>
            </v:group>
            <v:group id="_x0000_s3558" style="position:absolute;left:7486;top:-594;width:80;height:113" coordorigin="7486,-594" coordsize="80,113">
              <v:shape id="_x0000_s3559" style="position:absolute;left:7486;top:-594;width:80;height:113" coordorigin="7486,-594" coordsize="80,113" path="m7550,-594r-28,l7510,-589r-10,10l7493,-570r-3,5l7486,-553r,17l7522,-483r14,2l7541,-481r14,-2l7565,-491r-29,-2l7529,-493r-12,-5l7512,-503r-7,-12l7502,-524r-2,-15l7500,-546r65,-41l7562,-587r-12,-7xe" fillcolor="black" stroked="f">
                <v:path arrowok="t"/>
              </v:shape>
            </v:group>
            <v:group id="_x0000_s3556" style="position:absolute;left:7529;top:-620;width:32;height:22" coordorigin="7529,-620" coordsize="32,22">
              <v:shape id="_x0000_s3557" style="position:absolute;left:7529;top:-620;width:32;height:22" coordorigin="7529,-620" coordsize="32,22" path="m7560,-620r-14,l7536,-608r-7,9l7543,-599r17,-21xe" fillcolor="black" stroked="f">
                <v:path arrowok="t"/>
              </v:shape>
            </v:group>
            <v:group id="_x0000_s3554" style="position:absolute;left:7512;top:-620;width:24;height:22" coordorigin="7512,-620" coordsize="24,22">
              <v:shape id="_x0000_s3555" style="position:absolute;left:7512;top:-620;width:24;height:22" coordorigin="7512,-620" coordsize="24,22" path="m7529,-620r-17,l7529,-599r7,-9l7529,-620xe" fillcolor="black" stroked="f">
                <v:path arrowok="t"/>
              </v:shape>
            </v:group>
            <v:group id="_x0000_s3552" style="position:absolute;left:7596;top:-515;width:60;height:34" coordorigin="7596,-515" coordsize="60,34">
              <v:shape id="_x0000_s3553" style="position:absolute;left:7596;top:-515;width:60;height:34" coordorigin="7596,-515" coordsize="60,34" path="m7608,-515r-12,3l7598,-500r8,9l7615,-483r15,2l7632,-481r12,-2l7656,-491r-26,-2l7627,-493r-14,-7l7608,-515xe" fillcolor="black" stroked="f">
                <v:path arrowok="t"/>
              </v:shape>
            </v:group>
            <v:group id="_x0000_s3550" style="position:absolute;left:7630;top:-536;width:36;height:46" coordorigin="7630,-536" coordsize="36,46">
              <v:shape id="_x0000_s3551" style="position:absolute;left:7630;top:-536;width:36;height:46" coordorigin="7630,-536" coordsize="36,46" path="m7658,-536r-24,l7646,-531r3,2l7651,-515r,5l7646,-498r-4,3l7630,-493r26,2l7663,-503r3,-12l7666,-522r-5,-12l7658,-536xe" fillcolor="black" stroked="f">
                <v:path arrowok="t"/>
              </v:shape>
            </v:group>
            <v:group id="_x0000_s3548" style="position:absolute;left:7620;top:-548;width:39;height:12" coordorigin="7620,-548" coordsize="39,12">
              <v:shape id="_x0000_s3549" style="position:absolute;left:7620;top:-548;width:39;height:12" coordorigin="7620,-548" coordsize="39,12" path="m7625,-548r-3,l7620,-536r38,l7646,-543r-21,-5xe" fillcolor="black" stroked="f">
                <v:path arrowok="t"/>
              </v:shape>
            </v:group>
            <v:group id="_x0000_s3546" style="position:absolute;left:7596;top:-587;width:34;height:24" coordorigin="7596,-587" coordsize="34,24">
              <v:shape id="_x0000_s3547" style="position:absolute;left:7596;top:-587;width:34;height:24" coordorigin="7596,-587" coordsize="34,24" path="m7608,-587r-7,10l7596,-565r14,2l7610,-567r8,-10l7630,-582r-22,-5xe" fillcolor="black" stroked="f">
                <v:path arrowok="t"/>
              </v:shape>
            </v:group>
            <v:group id="_x0000_s3544" style="position:absolute;left:7608;top:-594;width:53;height:51" coordorigin="7608,-594" coordsize="53,51">
              <v:shape id="_x0000_s3545" style="position:absolute;left:7608;top:-594;width:53;height:51" coordorigin="7608,-594" coordsize="53,51" path="m7630,-594r-12,3l7608,-587r22,5l7642,-577r4,12l7646,-563r-7,12l7637,-551r-12,3l7646,-543r12,-10l7661,-565r,-2l7656,-579r,-3l7646,-589r-4,-2l7630,-594xe" fillcolor="black" stroked="f">
                <v:path arrowok="t"/>
              </v:shape>
            </v:group>
            <v:group id="_x0000_s3542" style="position:absolute;left:7680;top:-591;width:72;height:108" coordorigin="7680,-591" coordsize="72,108">
              <v:shape id="_x0000_s3543" style="position:absolute;left:7680;top:-591;width:72;height:108" coordorigin="7680,-591" coordsize="72,108" path="m7752,-591r-72,l7680,-579r55,l7730,-575r-14,24l7711,-541r-5,14l7702,-515r-3,5l7697,-495r,12l7711,-483r,-3l7714,-500r2,-12l7716,-515r14,-36l7735,-560r10,-12l7752,-582r,-9xe" fillcolor="black" stroked="f">
                <v:path arrowok="t"/>
              </v:shape>
            </v:group>
            <w10:wrap anchorx="page"/>
          </v:group>
        </w:pict>
      </w:r>
      <w:r>
        <w:rPr>
          <w:color w:val="F79646" w:themeColor="accent6"/>
        </w:rPr>
        <w:pict>
          <v:group id="_x0000_s3539" style="position:absolute;left:0;text-align:left;margin-left:380.9pt;margin-top:-8.95pt;width:2.2pt;height:.75pt;z-index:-54760;mso-position-horizontal-relative:page;mso-position-vertical-relative:text" coordorigin="7618,-179" coordsize="44,15">
            <v:shape id="_x0000_s3540" style="position:absolute;left:7618;top:-179;width:44;height:15" coordorigin="7618,-179" coordsize="44,15" path="m7618,-171r43,e" filled="f" strokeweight=".82pt">
              <v:path arrowok="t"/>
            </v:shape>
            <w10:wrap anchorx="page"/>
          </v:group>
        </w:pict>
      </w:r>
      <w:r>
        <w:rPr>
          <w:color w:val="F79646" w:themeColor="accent6"/>
        </w:rPr>
        <w:pict>
          <v:group id="_x0000_s3537" style="position:absolute;left:0;text-align:left;margin-left:379.9pt;margin-top:-79.25pt;width:2.05pt;height:.6pt;z-index:-54736;mso-position-horizontal-relative:page;mso-position-vertical-relative:text" coordorigin="7598,-1585" coordsize="41,12">
            <v:shape id="_x0000_s3538" style="position:absolute;left:7598;top:-1585;width:41;height:12" coordorigin="7598,-1585" coordsize="41,12" path="m7598,-1579r41,e" filled="f" strokeweight=".7pt">
              <v:path arrowok="t"/>
            </v:shape>
            <w10:wrap anchorx="page"/>
          </v:group>
        </w:pict>
      </w:r>
    </w:p>
    <w:p w:rsidR="009416B4" w:rsidRPr="00711546" w:rsidRDefault="009416B4" w:rsidP="00711546">
      <w:pPr>
        <w:pStyle w:val="BodyText"/>
        <w:spacing w:before="62"/>
        <w:ind w:left="142" w:hanging="1"/>
        <w:rPr>
          <w:rFonts w:cs="Arial"/>
        </w:rPr>
      </w:pPr>
      <w:r w:rsidRPr="00711546">
        <w:rPr>
          <w:rFonts w:cs="Arial"/>
        </w:rPr>
        <w:t>Expansion joints are predesigned above the pier support, which ensure that the whole load above the piers is carried by them. Expansion joints are 2cm wide. The visible concrete surfaces are covered with stone, except arches’ lower parts. The expansion joints were placed in the concrete but not in the stone coating.</w:t>
      </w:r>
    </w:p>
    <w:p w:rsidR="009416B4" w:rsidRPr="00711546" w:rsidRDefault="009416B4" w:rsidP="009416B4">
      <w:pPr>
        <w:pStyle w:val="BodyText"/>
        <w:spacing w:before="62"/>
        <w:ind w:left="403" w:hanging="1"/>
        <w:rPr>
          <w:rFonts w:cs="Arial"/>
        </w:rPr>
      </w:pPr>
    </w:p>
    <w:p w:rsidR="009416B4" w:rsidRPr="00711546" w:rsidRDefault="009416B4" w:rsidP="00711546">
      <w:pPr>
        <w:pStyle w:val="BodyText"/>
        <w:spacing w:before="62"/>
        <w:ind w:left="142" w:hanging="1"/>
        <w:rPr>
          <w:rFonts w:cs="Arial"/>
        </w:rPr>
      </w:pPr>
      <w:r w:rsidRPr="00711546">
        <w:rPr>
          <w:rFonts w:cs="Arial"/>
        </w:rPr>
        <w:t xml:space="preserve">There are spandrel walls of various </w:t>
      </w:r>
      <w:proofErr w:type="gramStart"/>
      <w:r w:rsidRPr="00711546">
        <w:rPr>
          <w:rFonts w:cs="Arial"/>
        </w:rPr>
        <w:t>thickness</w:t>
      </w:r>
      <w:proofErr w:type="gramEnd"/>
      <w:r w:rsidRPr="00711546">
        <w:rPr>
          <w:rFonts w:cs="Arial"/>
        </w:rPr>
        <w:t xml:space="preserve"> above piers and arches. They are made of plain concrete.</w:t>
      </w:r>
    </w:p>
    <w:p w:rsidR="009416B4" w:rsidRPr="00711546" w:rsidRDefault="009416B4" w:rsidP="009416B4">
      <w:pPr>
        <w:pStyle w:val="BodyText"/>
        <w:spacing w:before="62"/>
        <w:ind w:left="403" w:hanging="1"/>
        <w:rPr>
          <w:rFonts w:cs="Arial"/>
        </w:rPr>
      </w:pPr>
    </w:p>
    <w:p w:rsidR="009416B4" w:rsidRPr="00711546" w:rsidRDefault="009416B4" w:rsidP="009416B4">
      <w:pPr>
        <w:pStyle w:val="BodyText"/>
        <w:spacing w:before="62" w:line="292" w:lineRule="auto"/>
        <w:ind w:left="120" w:right="168" w:firstLine="283"/>
        <w:jc w:val="both"/>
        <w:rPr>
          <w:rFonts w:cs="Arial"/>
        </w:rPr>
      </w:pPr>
      <w:r w:rsidRPr="00711546">
        <w:rPr>
          <w:rFonts w:cs="Arial"/>
        </w:rPr>
        <w:t xml:space="preserve">Crown piers are made of lean reinforced (plain) concrete and their cross section is in the shape of trapeze and different in heights. According to the original design, the piers are leanly reinforced so as same as the arches they could be treated as plain concrete piers because they do not contain a minimum percentage of reinforcement. The piers are supported on plain concrete pads and then over plain concrete foundations. Smooth reinforcement steel anchors Č37 provide the connection between piers and pads. According to the original design foundation piers are founded in the layer of limestone with smaller fissures. During the study of the original design, it was determined that the bottom of foundation junctions had been moved on the construction site because the layer of </w:t>
      </w:r>
      <w:proofErr w:type="spellStart"/>
      <w:r w:rsidRPr="00711546">
        <w:rPr>
          <w:rFonts w:cs="Arial"/>
        </w:rPr>
        <w:t>geoliss</w:t>
      </w:r>
      <w:proofErr w:type="spellEnd"/>
      <w:r w:rsidRPr="00711546">
        <w:rPr>
          <w:rFonts w:cs="Arial"/>
        </w:rPr>
        <w:t xml:space="preserve"> was deeper than it had been assumed. </w:t>
      </w:r>
    </w:p>
    <w:p w:rsidR="009416B4" w:rsidRPr="00711546" w:rsidRDefault="009416B4" w:rsidP="009416B4">
      <w:pPr>
        <w:pStyle w:val="BodyText"/>
        <w:spacing w:before="62" w:line="292" w:lineRule="auto"/>
        <w:ind w:left="120" w:right="168" w:firstLine="283"/>
        <w:jc w:val="both"/>
        <w:rPr>
          <w:rFonts w:cs="Arial"/>
        </w:rPr>
      </w:pPr>
      <w:r w:rsidRPr="00711546">
        <w:rPr>
          <w:rFonts w:cs="Arial"/>
        </w:rPr>
        <w:t xml:space="preserve">  Foundation geometry i.e. foundation junctions were changed which was recorded in the original design with drawings of new measurements. It was also determined from the original design that reinforcement had been added to the foundation.</w:t>
      </w:r>
    </w:p>
    <w:p w:rsidR="009416B4" w:rsidRPr="00711546" w:rsidRDefault="009416B4">
      <w:pPr>
        <w:pStyle w:val="BodyText"/>
        <w:spacing w:before="62" w:line="292" w:lineRule="auto"/>
        <w:ind w:left="120" w:right="168" w:firstLine="283"/>
        <w:jc w:val="both"/>
        <w:rPr>
          <w:rFonts w:cs="Arial"/>
        </w:rPr>
      </w:pPr>
    </w:p>
    <w:p w:rsidR="006542B9" w:rsidRPr="00711546" w:rsidRDefault="006542B9" w:rsidP="006542B9">
      <w:pPr>
        <w:spacing w:line="290" w:lineRule="auto"/>
        <w:jc w:val="both"/>
        <w:rPr>
          <w:rFonts w:ascii="Arial" w:hAnsi="Arial" w:cs="Arial"/>
          <w:sz w:val="20"/>
          <w:szCs w:val="20"/>
        </w:rPr>
      </w:pPr>
      <w:bookmarkStart w:id="8" w:name="_Hlk525213841"/>
      <w:r w:rsidRPr="00711546">
        <w:rPr>
          <w:rFonts w:ascii="Arial" w:hAnsi="Arial" w:cs="Arial"/>
          <w:sz w:val="20"/>
          <w:szCs w:val="20"/>
        </w:rPr>
        <w:t xml:space="preserve">Abutment piers are made of lean reinforced concrete as well. Their cross section differs, and the foundation is the same as the foundation of crown piers. There are two parallel standing wings at the junction on both abutment piers. There are slope round heads layered with stone at both abutment piers. </w:t>
      </w:r>
    </w:p>
    <w:p w:rsidR="006542B9" w:rsidRPr="00711546" w:rsidRDefault="006542B9" w:rsidP="006542B9">
      <w:pPr>
        <w:spacing w:line="290" w:lineRule="auto"/>
        <w:jc w:val="both"/>
        <w:rPr>
          <w:rFonts w:ascii="Arial" w:hAnsi="Arial" w:cs="Arial"/>
          <w:sz w:val="20"/>
          <w:szCs w:val="20"/>
        </w:rPr>
      </w:pPr>
      <w:r w:rsidRPr="00711546">
        <w:rPr>
          <w:rFonts w:ascii="Arial" w:hAnsi="Arial" w:cs="Arial"/>
          <w:sz w:val="20"/>
          <w:szCs w:val="20"/>
        </w:rPr>
        <w:lastRenderedPageBreak/>
        <w:t xml:space="preserve">There is a slope with waterproofing above the arches and plain concrete filling. A layer of plain concrete of 5cm thickness and unknown class is predesigned as a protection above the waterproofing. There is a layer of crushed stone above the waterproofing layer. </w:t>
      </w:r>
    </w:p>
    <w:p w:rsidR="00331307" w:rsidRPr="00711546" w:rsidRDefault="006542B9" w:rsidP="006542B9">
      <w:pPr>
        <w:spacing w:line="290" w:lineRule="auto"/>
        <w:jc w:val="both"/>
        <w:rPr>
          <w:rFonts w:ascii="Arial" w:hAnsi="Arial" w:cs="Arial"/>
          <w:sz w:val="20"/>
          <w:szCs w:val="20"/>
        </w:rPr>
      </w:pPr>
      <w:r w:rsidRPr="00711546">
        <w:rPr>
          <w:rFonts w:ascii="Arial" w:hAnsi="Arial" w:cs="Arial"/>
          <w:sz w:val="20"/>
          <w:szCs w:val="20"/>
        </w:rPr>
        <w:t>The drainage on arches was built with one vertical gully which is situated around supported piers, in comparison to other span bridges where the drainage was built in the crown of arches.</w:t>
      </w:r>
      <w:bookmarkEnd w:id="8"/>
    </w:p>
    <w:p w:rsidR="00E45E48" w:rsidRPr="00711546" w:rsidRDefault="00E45E48" w:rsidP="006542B9">
      <w:pPr>
        <w:spacing w:line="290" w:lineRule="auto"/>
        <w:jc w:val="both"/>
        <w:rPr>
          <w:rFonts w:ascii="Arial" w:hAnsi="Arial" w:cs="Arial"/>
          <w:sz w:val="20"/>
          <w:szCs w:val="20"/>
        </w:rPr>
      </w:pPr>
    </w:p>
    <w:p w:rsidR="00E45E48" w:rsidRPr="00711546" w:rsidRDefault="00E45E48" w:rsidP="006542B9">
      <w:pPr>
        <w:spacing w:line="290" w:lineRule="auto"/>
        <w:jc w:val="both"/>
        <w:rPr>
          <w:rFonts w:ascii="Arial" w:hAnsi="Arial" w:cs="Arial"/>
          <w:sz w:val="20"/>
          <w:szCs w:val="20"/>
        </w:rPr>
      </w:pPr>
    </w:p>
    <w:p w:rsidR="00E45E48" w:rsidRPr="00711546" w:rsidRDefault="00E45E48" w:rsidP="00E45E48">
      <w:pPr>
        <w:spacing w:line="290" w:lineRule="auto"/>
        <w:jc w:val="both"/>
        <w:rPr>
          <w:rFonts w:ascii="Arial" w:hAnsi="Arial" w:cs="Arial"/>
          <w:sz w:val="20"/>
          <w:szCs w:val="20"/>
        </w:rPr>
      </w:pPr>
      <w:r w:rsidRPr="00711546">
        <w:rPr>
          <w:rFonts w:ascii="Arial" w:hAnsi="Arial" w:cs="Arial"/>
          <w:sz w:val="20"/>
          <w:szCs w:val="20"/>
        </w:rPr>
        <w:t xml:space="preserve">Bridge railing was made of metal pipes with circular cross section. </w:t>
      </w:r>
    </w:p>
    <w:p w:rsidR="00E45E48" w:rsidRPr="00711546" w:rsidRDefault="00E45E48" w:rsidP="00E45E48">
      <w:pPr>
        <w:spacing w:line="290" w:lineRule="auto"/>
        <w:jc w:val="both"/>
        <w:rPr>
          <w:rFonts w:ascii="Arial" w:hAnsi="Arial" w:cs="Arial"/>
          <w:sz w:val="20"/>
          <w:szCs w:val="20"/>
        </w:rPr>
      </w:pPr>
      <w:r w:rsidRPr="00711546">
        <w:rPr>
          <w:rFonts w:ascii="Arial" w:hAnsi="Arial" w:cs="Arial"/>
          <w:sz w:val="20"/>
          <w:szCs w:val="20"/>
        </w:rPr>
        <w:t xml:space="preserve">There are no sidewalks on the bridge and the all area of the bridge is layered with crushed stone. There are no consoles for electrification posts on the bridge. The electrification posts are attached laterally on both sides of the structure. There are niches (pedestrian shelters) on the left side of the bridge. </w:t>
      </w:r>
    </w:p>
    <w:p w:rsidR="00E45E48" w:rsidRPr="00711546" w:rsidRDefault="00E45E48" w:rsidP="00E45E48">
      <w:pPr>
        <w:spacing w:line="290" w:lineRule="auto"/>
        <w:jc w:val="both"/>
        <w:rPr>
          <w:rFonts w:ascii="Arial" w:hAnsi="Arial" w:cs="Arial"/>
          <w:sz w:val="20"/>
          <w:szCs w:val="20"/>
        </w:rPr>
      </w:pPr>
      <w:r w:rsidRPr="00711546">
        <w:rPr>
          <w:rFonts w:ascii="Arial" w:hAnsi="Arial" w:cs="Arial"/>
          <w:sz w:val="20"/>
          <w:szCs w:val="20"/>
        </w:rPr>
        <w:t xml:space="preserve">According to the opinion of an electrical engineer: </w:t>
      </w:r>
    </w:p>
    <w:p w:rsidR="00E45E48" w:rsidRPr="00711546" w:rsidRDefault="00E45E48" w:rsidP="00E45E48">
      <w:pPr>
        <w:spacing w:line="290" w:lineRule="auto"/>
        <w:jc w:val="both"/>
        <w:rPr>
          <w:rFonts w:ascii="Arial" w:hAnsi="Arial" w:cs="Arial"/>
          <w:sz w:val="20"/>
          <w:szCs w:val="20"/>
        </w:rPr>
      </w:pPr>
      <w:r w:rsidRPr="00711546">
        <w:rPr>
          <w:rFonts w:ascii="Arial" w:hAnsi="Arial" w:cs="Arial"/>
          <w:sz w:val="20"/>
          <w:szCs w:val="20"/>
        </w:rPr>
        <w:t>There are following cables on both sides of the bridge in question:</w:t>
      </w:r>
    </w:p>
    <w:p w:rsidR="00E45E48" w:rsidRPr="00711546" w:rsidRDefault="00711546" w:rsidP="00E45E48">
      <w:pPr>
        <w:spacing w:line="29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sidR="00E45E48" w:rsidRPr="00711546">
        <w:rPr>
          <w:rFonts w:ascii="Arial" w:hAnsi="Arial" w:cs="Arial"/>
          <w:sz w:val="20"/>
          <w:szCs w:val="20"/>
        </w:rPr>
        <w:t>Main wire cable type STKA</w:t>
      </w:r>
    </w:p>
    <w:p w:rsidR="00711546" w:rsidRDefault="00E45E48" w:rsidP="00E45E48">
      <w:pPr>
        <w:spacing w:line="290" w:lineRule="auto"/>
        <w:jc w:val="both"/>
        <w:rPr>
          <w:rFonts w:ascii="Arial" w:hAnsi="Arial" w:cs="Arial"/>
          <w:sz w:val="20"/>
          <w:szCs w:val="20"/>
        </w:rPr>
      </w:pPr>
      <w:r w:rsidRPr="00711546">
        <w:rPr>
          <w:rFonts w:ascii="Arial" w:hAnsi="Arial" w:cs="Arial"/>
          <w:sz w:val="20"/>
          <w:szCs w:val="20"/>
        </w:rPr>
        <w:t>-</w:t>
      </w:r>
      <w:r w:rsidRPr="00711546">
        <w:rPr>
          <w:rFonts w:ascii="Arial" w:hAnsi="Arial" w:cs="Arial"/>
          <w:sz w:val="20"/>
          <w:szCs w:val="20"/>
        </w:rPr>
        <w:tab/>
        <w:t>Main cable TF KX4 2</w:t>
      </w:r>
      <w:proofErr w:type="gramStart"/>
      <w:r w:rsidRPr="00711546">
        <w:rPr>
          <w:rFonts w:ascii="Arial" w:hAnsi="Arial" w:cs="Arial"/>
          <w:sz w:val="20"/>
          <w:szCs w:val="20"/>
        </w:rPr>
        <w:t>,4</w:t>
      </w:r>
      <w:proofErr w:type="gramEnd"/>
      <w:r w:rsidRPr="00711546">
        <w:rPr>
          <w:rFonts w:ascii="Arial" w:hAnsi="Arial" w:cs="Arial"/>
          <w:sz w:val="20"/>
          <w:szCs w:val="20"/>
        </w:rPr>
        <w:t xml:space="preserve">/9,6 -the property of Telecommunications company of Montenegro, the cable </w:t>
      </w:r>
      <w:r w:rsidR="00711546">
        <w:rPr>
          <w:rFonts w:ascii="Arial" w:hAnsi="Arial" w:cs="Arial"/>
          <w:sz w:val="20"/>
          <w:szCs w:val="20"/>
        </w:rPr>
        <w:t xml:space="preserve">  </w:t>
      </w:r>
    </w:p>
    <w:p w:rsidR="00E45E48" w:rsidRPr="00711546" w:rsidRDefault="00711546" w:rsidP="00E45E48">
      <w:pPr>
        <w:spacing w:line="290" w:lineRule="auto"/>
        <w:jc w:val="both"/>
        <w:rPr>
          <w:rFonts w:ascii="Arial" w:hAnsi="Arial" w:cs="Arial"/>
          <w:sz w:val="20"/>
          <w:szCs w:val="20"/>
        </w:rPr>
      </w:pPr>
      <w:r>
        <w:rPr>
          <w:rFonts w:ascii="Arial" w:hAnsi="Arial" w:cs="Arial"/>
          <w:sz w:val="20"/>
          <w:szCs w:val="20"/>
        </w:rPr>
        <w:t xml:space="preserve">            </w:t>
      </w:r>
      <w:proofErr w:type="gramStart"/>
      <w:r w:rsidR="00E45E48" w:rsidRPr="00711546">
        <w:rPr>
          <w:rFonts w:ascii="Arial" w:hAnsi="Arial" w:cs="Arial"/>
          <w:sz w:val="20"/>
          <w:szCs w:val="20"/>
        </w:rPr>
        <w:t>does</w:t>
      </w:r>
      <w:proofErr w:type="gramEnd"/>
      <w:r w:rsidR="00E45E48" w:rsidRPr="00711546">
        <w:rPr>
          <w:rFonts w:ascii="Arial" w:hAnsi="Arial" w:cs="Arial"/>
          <w:sz w:val="20"/>
          <w:szCs w:val="20"/>
        </w:rPr>
        <w:t xml:space="preserve"> not work </w:t>
      </w:r>
    </w:p>
    <w:p w:rsidR="00E45E48" w:rsidRPr="00711546" w:rsidRDefault="00711546" w:rsidP="00E45E48">
      <w:pPr>
        <w:spacing w:line="29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sidR="00E45E48" w:rsidRPr="00711546">
        <w:rPr>
          <w:rFonts w:ascii="Arial" w:hAnsi="Arial" w:cs="Arial"/>
          <w:sz w:val="20"/>
          <w:szCs w:val="20"/>
        </w:rPr>
        <w:t xml:space="preserve">Optical cable G625 144V 6x24 - 9/125 in polyethylene pipes Ø 40 + a spare polyethylene pipe Ø 40 </w:t>
      </w:r>
    </w:p>
    <w:p w:rsidR="00E45E48" w:rsidRPr="00711546" w:rsidRDefault="00711546" w:rsidP="00E45E48">
      <w:pPr>
        <w:spacing w:line="29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sidR="00E45E48" w:rsidRPr="00711546">
        <w:rPr>
          <w:rFonts w:ascii="Arial" w:hAnsi="Arial" w:cs="Arial"/>
          <w:sz w:val="20"/>
          <w:szCs w:val="20"/>
        </w:rPr>
        <w:t>Optical cable 6x6 9/125 36V in polyethylene pipes Ø 40 + a spare polyethylene pipe Ø 40</w:t>
      </w:r>
    </w:p>
    <w:p w:rsidR="00E45E48" w:rsidRPr="00711546" w:rsidRDefault="00E45E48" w:rsidP="00E45E48">
      <w:pPr>
        <w:spacing w:line="290" w:lineRule="auto"/>
        <w:jc w:val="both"/>
        <w:rPr>
          <w:rFonts w:ascii="Arial" w:hAnsi="Arial" w:cs="Arial"/>
          <w:sz w:val="20"/>
          <w:szCs w:val="20"/>
        </w:rPr>
      </w:pPr>
    </w:p>
    <w:p w:rsidR="00E45E48" w:rsidRPr="00711546" w:rsidRDefault="00E45E48" w:rsidP="00E45E48">
      <w:pPr>
        <w:spacing w:line="290" w:lineRule="auto"/>
        <w:jc w:val="both"/>
        <w:rPr>
          <w:rFonts w:ascii="Arial" w:hAnsi="Arial" w:cs="Arial"/>
          <w:sz w:val="20"/>
          <w:szCs w:val="20"/>
        </w:rPr>
      </w:pPr>
      <w:r w:rsidRPr="00711546">
        <w:rPr>
          <w:rFonts w:ascii="Arial" w:hAnsi="Arial" w:cs="Arial"/>
          <w:sz w:val="20"/>
          <w:szCs w:val="20"/>
        </w:rPr>
        <w:t xml:space="preserve">There is no standard AB parapet on the bridge that provides safety for prism surfacing but instead a bridge railing parapet has this function on one side and a prefabricated installation canal on the other side. </w:t>
      </w:r>
    </w:p>
    <w:p w:rsidR="00E45E48" w:rsidRDefault="00E45E48" w:rsidP="00E45E48">
      <w:pPr>
        <w:spacing w:line="290" w:lineRule="auto"/>
        <w:jc w:val="both"/>
      </w:pPr>
      <w:r w:rsidRPr="00711546">
        <w:rPr>
          <w:rFonts w:ascii="Arial" w:hAnsi="Arial" w:cs="Arial"/>
          <w:sz w:val="20"/>
          <w:szCs w:val="20"/>
        </w:rPr>
        <w:t>The condition of the bridge structure’s elements and equipment was stated in the previous design phase “Report on the condition of the bridge: The bridge after one km of the railway 447+435</w:t>
      </w:r>
      <w:proofErr w:type="gramStart"/>
      <w:r w:rsidRPr="00711546">
        <w:rPr>
          <w:rFonts w:ascii="Arial" w:hAnsi="Arial" w:cs="Arial"/>
          <w:sz w:val="20"/>
          <w:szCs w:val="20"/>
        </w:rPr>
        <w:t>,25</w:t>
      </w:r>
      <w:proofErr w:type="gramEnd"/>
      <w:r w:rsidRPr="00711546">
        <w:rPr>
          <w:rFonts w:ascii="Arial" w:hAnsi="Arial" w:cs="Arial"/>
          <w:sz w:val="20"/>
          <w:szCs w:val="20"/>
        </w:rPr>
        <w:t xml:space="preserve"> </w:t>
      </w:r>
      <w:proofErr w:type="spellStart"/>
      <w:r w:rsidRPr="00711546">
        <w:rPr>
          <w:rFonts w:ascii="Arial" w:hAnsi="Arial" w:cs="Arial"/>
          <w:sz w:val="20"/>
          <w:szCs w:val="20"/>
        </w:rPr>
        <w:t>Vrbnica</w:t>
      </w:r>
      <w:proofErr w:type="spellEnd"/>
      <w:r w:rsidRPr="00711546">
        <w:rPr>
          <w:rFonts w:ascii="Arial" w:hAnsi="Arial" w:cs="Arial"/>
          <w:sz w:val="20"/>
          <w:szCs w:val="20"/>
        </w:rPr>
        <w:t xml:space="preserve"> – Bar” from 2015 which was used as a base in this phase of the design by the reconstruction designer.</w:t>
      </w:r>
      <w:r>
        <w:t xml:space="preserve">  </w:t>
      </w:r>
    </w:p>
    <w:p w:rsidR="00711546" w:rsidRDefault="00711546" w:rsidP="00E45E48">
      <w:pPr>
        <w:spacing w:line="290" w:lineRule="auto"/>
        <w:jc w:val="both"/>
      </w:pPr>
    </w:p>
    <w:p w:rsidR="00711546" w:rsidRDefault="00711546" w:rsidP="00E45E48">
      <w:pPr>
        <w:spacing w:line="290" w:lineRule="auto"/>
        <w:jc w:val="both"/>
      </w:pPr>
    </w:p>
    <w:p w:rsidR="00711546" w:rsidRDefault="00711546" w:rsidP="00711546">
      <w:pPr>
        <w:spacing w:line="200" w:lineRule="atLeast"/>
        <w:ind w:left="254"/>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628" style="width:467.9pt;height:228.15pt;mso-position-horizontal-relative:char;mso-position-vertical-relative:line" coordsize="9358,4563">
            <v:group id="_x0000_s4629" style="position:absolute;width:9358;height:4563" coordsize="9358,4563">
              <v:shape id="_x0000_s4630" style="position:absolute;width:9358;height:4563" coordsize="9358,4563" path="m,4562r9358,l9358,,,,,4562xe" fillcolor="yellow" stroked="f">
                <v:path arrowok="t"/>
              </v:shape>
              <v:shape id="_x0000_s4631" type="#_x0000_t75" style="position:absolute;width:9358;height:4560">
                <v:imagedata r:id="rId25" o:title=""/>
              </v:shape>
            </v:group>
            <w10:wrap type="none"/>
            <w10:anchorlock/>
          </v:group>
        </w:pict>
      </w:r>
    </w:p>
    <w:p w:rsidR="00711546" w:rsidRDefault="00711546" w:rsidP="00711546">
      <w:pPr>
        <w:spacing w:before="115"/>
        <w:ind w:left="1670" w:right="1725"/>
        <w:jc w:val="center"/>
        <w:rPr>
          <w:rFonts w:ascii="Arial" w:eastAsia="Arial" w:hAnsi="Arial" w:cs="Arial"/>
          <w:sz w:val="20"/>
          <w:szCs w:val="20"/>
        </w:rPr>
      </w:pPr>
      <w:bookmarkStart w:id="9" w:name="_Hlk525059447"/>
      <w:r>
        <w:rPr>
          <w:rFonts w:ascii="Arial" w:hAnsi="Arial"/>
          <w:i/>
          <w:spacing w:val="-1"/>
          <w:sz w:val="20"/>
        </w:rPr>
        <w:t xml:space="preserve">Figure </w:t>
      </w:r>
      <w:r w:rsidRPr="007B1611">
        <w:rPr>
          <w:rFonts w:ascii="Arial" w:hAnsi="Arial"/>
          <w:i/>
          <w:spacing w:val="-1"/>
          <w:sz w:val="20"/>
        </w:rPr>
        <w:t>2- Existing cross section</w:t>
      </w:r>
    </w:p>
    <w:bookmarkEnd w:id="9"/>
    <w:p w:rsidR="00711546" w:rsidRDefault="00711546" w:rsidP="00E45E48">
      <w:pPr>
        <w:spacing w:line="290" w:lineRule="auto"/>
        <w:jc w:val="both"/>
        <w:sectPr w:rsidR="00711546">
          <w:headerReference w:type="default" r:id="rId26"/>
          <w:pgSz w:w="11900" w:h="16840"/>
          <w:pgMar w:top="1500" w:right="960" w:bottom="960" w:left="1020" w:header="317" w:footer="770" w:gutter="0"/>
          <w:cols w:space="720"/>
        </w:sectPr>
      </w:pPr>
    </w:p>
    <w:p w:rsidR="00126F59" w:rsidRDefault="00126F59">
      <w:pPr>
        <w:spacing w:before="1"/>
        <w:rPr>
          <w:rFonts w:ascii="Arial" w:eastAsia="Arial" w:hAnsi="Arial" w:cs="Arial"/>
          <w:sz w:val="11"/>
          <w:szCs w:val="11"/>
        </w:rPr>
      </w:pPr>
    </w:p>
    <w:p w:rsidR="00126F59" w:rsidRDefault="00126F59">
      <w:pPr>
        <w:rPr>
          <w:rFonts w:ascii="Arial" w:eastAsia="Arial" w:hAnsi="Arial" w:cs="Arial"/>
          <w:i/>
          <w:sz w:val="20"/>
          <w:szCs w:val="20"/>
        </w:rPr>
      </w:pPr>
    </w:p>
    <w:p w:rsidR="009416B4" w:rsidRDefault="009416B4">
      <w:pPr>
        <w:rPr>
          <w:rFonts w:ascii="Arial" w:eastAsia="Arial" w:hAnsi="Arial" w:cs="Arial"/>
          <w:i/>
          <w:sz w:val="20"/>
          <w:szCs w:val="20"/>
        </w:rPr>
      </w:pPr>
    </w:p>
    <w:p w:rsidR="009416B4" w:rsidRDefault="009416B4">
      <w:pPr>
        <w:rPr>
          <w:rFonts w:ascii="Arial" w:eastAsia="Arial" w:hAnsi="Arial" w:cs="Arial"/>
          <w:i/>
          <w:sz w:val="20"/>
          <w:szCs w:val="20"/>
        </w:rPr>
      </w:pPr>
    </w:p>
    <w:p w:rsidR="00126F59" w:rsidRDefault="00126F59">
      <w:pPr>
        <w:rPr>
          <w:rFonts w:ascii="Arial" w:eastAsia="Arial" w:hAnsi="Arial" w:cs="Arial"/>
          <w:i/>
          <w:sz w:val="20"/>
          <w:szCs w:val="20"/>
        </w:rPr>
      </w:pPr>
    </w:p>
    <w:p w:rsidR="00126F59" w:rsidRDefault="00126F59">
      <w:pPr>
        <w:spacing w:before="10"/>
        <w:rPr>
          <w:rFonts w:ascii="Arial" w:eastAsia="Arial" w:hAnsi="Arial" w:cs="Arial"/>
          <w:i/>
          <w:sz w:val="27"/>
          <w:szCs w:val="27"/>
        </w:rPr>
      </w:pPr>
    </w:p>
    <w:p w:rsidR="00126F59" w:rsidRDefault="00126F59">
      <w:pPr>
        <w:rPr>
          <w:rFonts w:ascii="Arial" w:eastAsia="Arial" w:hAnsi="Arial" w:cs="Arial"/>
          <w:sz w:val="27"/>
          <w:szCs w:val="27"/>
        </w:rPr>
        <w:sectPr w:rsidR="00126F59">
          <w:footerReference w:type="default" r:id="rId27"/>
          <w:pgSz w:w="11900" w:h="16840"/>
          <w:pgMar w:top="1500" w:right="960" w:bottom="960" w:left="1020" w:header="317" w:footer="770" w:gutter="0"/>
          <w:pgNumType w:start="40"/>
          <w:cols w:space="720"/>
        </w:sectPr>
      </w:pPr>
    </w:p>
    <w:p w:rsidR="00126F59" w:rsidRDefault="00126F59">
      <w:pPr>
        <w:spacing w:before="2"/>
        <w:rPr>
          <w:rFonts w:ascii="Arial" w:eastAsia="Arial" w:hAnsi="Arial" w:cs="Arial"/>
          <w:i/>
          <w:sz w:val="8"/>
          <w:szCs w:val="8"/>
        </w:rPr>
      </w:pPr>
    </w:p>
    <w:p w:rsidR="00126F59" w:rsidRDefault="0029709E">
      <w:pPr>
        <w:spacing w:line="270" w:lineRule="auto"/>
        <w:ind w:left="2114" w:right="396"/>
        <w:rPr>
          <w:rFonts w:ascii="Arial" w:eastAsia="Arial" w:hAnsi="Arial" w:cs="Arial"/>
          <w:sz w:val="10"/>
          <w:szCs w:val="10"/>
        </w:rPr>
      </w:pPr>
      <w:r>
        <w:pict>
          <v:group id="_x0000_s1204" style="position:absolute;left:0;text-align:left;margin-left:59.45pt;margin-top:12.65pt;width:476.2pt;height:237.6pt;z-index:-54688;mso-position-horizontal-relative:page" coordorigin="1189,253" coordsize="9524,4752">
            <v:shape id="_x0000_s3532" type="#_x0000_t75" style="position:absolute;left:1189;top:253;width:9523;height:4397">
              <v:imagedata r:id="rId28" o:title=""/>
            </v:shape>
            <v:group id="_x0000_s3530" style="position:absolute;left:7992;top:4656;width:2;height:274" coordorigin="7992,4656" coordsize="2,274">
              <v:shape id="_x0000_s3531" style="position:absolute;left:7992;top:4656;width:2;height:274" coordorigin="7992,4656" coordsize="0,274" path="m7992,4656r,274e" filled="f" strokeweight=".12pt">
                <v:path arrowok="t"/>
              </v:shape>
            </v:group>
            <v:group id="_x0000_s3528" style="position:absolute;left:3535;top:4104;width:4731;height:2" coordorigin="3535,4104" coordsize="4731,2">
              <v:shape id="_x0000_s3529" style="position:absolute;left:3535;top:4104;width:4731;height:2" coordorigin="3535,4104" coordsize="4731,0" path="m3535,4104r4731,e" filled="f" strokeweight=".12pt">
                <v:path arrowok="t"/>
              </v:shape>
            </v:group>
            <v:group id="_x0000_s3526" style="position:absolute;left:8653;top:2235;width:2;height:940" coordorigin="8653,2235" coordsize="2,940">
              <v:shape id="_x0000_s3527" style="position:absolute;left:8653;top:2235;width:2;height:940" coordorigin="8653,2235" coordsize="0,940" path="m8653,2235r,939e" filled="f" strokeweight=".24pt">
                <v:path arrowok="t"/>
              </v:shape>
            </v:group>
            <v:group id="_x0000_s3524" style="position:absolute;left:8652;top:3171;width:3;height:2" coordorigin="8652,3171" coordsize="3,2">
              <v:shape id="_x0000_s3525" style="position:absolute;left:8652;top:3171;width:3;height:2" coordorigin="8652,3171" coordsize="3,0" path="m8654,3171r-2,e" filled="f" strokeweight=".12pt">
                <v:path arrowok="t"/>
              </v:shape>
            </v:group>
            <v:group id="_x0000_s3522" style="position:absolute;left:7992;top:4104;width:2;height:276" coordorigin="7992,4104" coordsize="2,276">
              <v:shape id="_x0000_s3523" style="position:absolute;left:7992;top:4104;width:2;height:276" coordorigin="7992,4104" coordsize="0,276" path="m7992,4104r,276e" filled="f" strokeweight=".12pt">
                <v:path arrowok="t"/>
              </v:shape>
            </v:group>
            <v:group id="_x0000_s3520" style="position:absolute;left:3204;top:2235;width:660;height:2" coordorigin="3204,2235" coordsize="660,2">
              <v:shape id="_x0000_s3521" style="position:absolute;left:3204;top:2235;width:660;height:2" coordorigin="3204,2235" coordsize="660,0" path="m3204,2235r660,e" filled="f" strokeweight=".12pt">
                <v:path arrowok="t"/>
              </v:shape>
            </v:group>
            <v:group id="_x0000_s3517" style="position:absolute;left:3535;top:3223;width:4731;height:2" coordorigin="3535,3223" coordsize="4731,2">
              <v:shape id="_x0000_s3519" style="position:absolute;left:3535;top:3223;width:4731;height:2" coordorigin="3535,3223" coordsize="4731,0" path="m8266,3223r-4731,e" filled="f" strokeweight=".12pt">
                <v:path arrowok="t"/>
              </v:shape>
              <v:shape id="_x0000_s3518" type="#_x0000_t75" style="position:absolute;left:2818;top:1629;width:5121;height:3377">
                <v:imagedata r:id="rId29" o:title=""/>
              </v:shape>
            </v:group>
            <v:group id="_x0000_s3515" style="position:absolute;left:4099;top:1803;width:3;height:3" coordorigin="4099,1803" coordsize="3,3">
              <v:shape id="_x0000_s3516" style="position:absolute;left:4099;top:1803;width:3;height:3" coordorigin="4099,1803" coordsize="3,3" path="m4099,1804r3,e" filled="f" strokeweight=".22pt">
                <v:path arrowok="t"/>
              </v:shape>
            </v:group>
            <v:group id="_x0000_s3513" style="position:absolute;left:5194;top:3043;width:3;height:3" coordorigin="5194,3043" coordsize="3,3">
              <v:shape id="_x0000_s3514" style="position:absolute;left:5194;top:3043;width:3;height:3" coordorigin="5194,3043" coordsize="3,3" path="m5194,3045r2,e" filled="f" strokeweight=".22pt">
                <v:path arrowok="t"/>
              </v:shape>
            </v:group>
            <v:group id="_x0000_s3511" style="position:absolute;left:5328;top:3048;width:3;height:3" coordorigin="5328,3048" coordsize="3,3">
              <v:shape id="_x0000_s3512" style="position:absolute;left:5328;top:3048;width:3;height:3" coordorigin="5328,3048" coordsize="3,3" path="m5328,3049r2,e" filled="f" strokeweight=".22pt">
                <v:path arrowok="t"/>
              </v:shape>
            </v:group>
            <v:group id="_x0000_s3509" style="position:absolute;left:8266;top:2619;width:2;height:2386" coordorigin="8266,2619" coordsize="2,2386">
              <v:shape id="_x0000_s3510" style="position:absolute;left:8266;top:2619;width:2;height:2386" coordorigin="8266,2619" coordsize="0,2386" path="m8266,2619r,2385e" filled="f" strokeweight=".12pt">
                <v:path arrowok="t"/>
              </v:shape>
            </v:group>
            <v:group id="_x0000_s3507" style="position:absolute;left:7771;top:4930;width:2;height:75" coordorigin="7771,4930" coordsize="2,75">
              <v:shape id="_x0000_s3508" style="position:absolute;left:7771;top:4930;width:2;height:75" coordorigin="7771,4930" coordsize="0,75" path="m7771,4930r,74e" filled="f" strokeweight=".12pt">
                <v:path arrowok="t"/>
              </v:shape>
            </v:group>
            <v:group id="_x0000_s3505" style="position:absolute;left:3317;top:5004;width:5168;height:2" coordorigin="3317,5004" coordsize="5168,2">
              <v:shape id="_x0000_s3506" style="position:absolute;left:3317;top:5004;width:5168;height:2" coordorigin="3317,5004" coordsize="5168,0" path="m3317,5004r5167,e" filled="f" strokeweight=".12pt">
                <v:path arrowok="t"/>
              </v:shape>
            </v:group>
            <v:group id="_x0000_s3503" style="position:absolute;left:4634;top:3115;width:2;height:108" coordorigin="4634,3115" coordsize="2,108">
              <v:shape id="_x0000_s3504" style="position:absolute;left:4634;top:3115;width:2;height:108" coordorigin="4634,3115" coordsize="0,108" path="m4634,3115r,108e" filled="f" strokeweight=".12pt">
                <v:path arrowok="t"/>
              </v:shape>
            </v:group>
            <v:group id="_x0000_s3501" style="position:absolute;left:8654;top:3029;width:111;height:111" coordorigin="8654,3029" coordsize="111,111">
              <v:shape id="_x0000_s3502" style="position:absolute;left:8654;top:3029;width:111;height:111" coordorigin="8654,3029" coordsize="111,111" path="m8765,3084r,-9l8760,3065r-2,-10l8750,3048r-7,-7l8736,3036r-10,-5l8717,3029r-10,l8698,3031r-10,3l8657,3070r-3,9l8654,3089r3,10l8659,3108r39,29l8707,3139r10,l8726,3137r10,-5l8743,3127r7,-7l8758,3113r2,-10l8765,3094r,-10xe" filled="f" strokeweight=".12pt">
                <v:path arrowok="t"/>
              </v:shape>
            </v:group>
            <v:group id="_x0000_s3499" style="position:absolute;left:8710;top:3027;width:58;height:116" coordorigin="8710,3027" coordsize="58,116">
              <v:shape id="_x0000_s3500" style="position:absolute;left:8710;top:3027;width:58;height:116" coordorigin="8710,3027" coordsize="58,116" path="m8710,3142r9,l8729,3139r9,-4l8746,3127r7,-7l8760,3113r5,-10l8767,3094r,-19l8765,3065r-5,-10l8753,3048r-7,-7l8738,3034r-9,-5l8719,3027r-9,e" filled="f" strokeweight=".12pt">
                <v:path arrowok="t"/>
              </v:shape>
            </v:group>
            <v:group id="_x0000_s3497" style="position:absolute;left:8659;top:3034;width:101;height:101" coordorigin="8659,3034" coordsize="101,101">
              <v:shape id="_x0000_s3498" style="position:absolute;left:8659;top:3034;width:101;height:101" coordorigin="8659,3034" coordsize="101,101" path="m8760,3084r-2,-9l8755,3065r-5,-7l8746,3051r-8,-8l8731,3039r-9,-3l8712,3034r-10,2l8693,3039r-7,2l8678,3048r-7,5l8666,3063r-4,7l8659,3079r,10l8662,3099r4,7l8671,3115r7,5l8686,3127r7,3l8702,3132r10,3l8722,3132r9,-2l8738,3125r8,-7l8750,3111r5,-8l8758,3094r2,-10xe" filled="f" strokeweight=".12pt">
                <v:path arrowok="t"/>
              </v:shape>
            </v:group>
            <v:group id="_x0000_s3495" style="position:absolute;left:8654;top:3029;width:56;height:2" coordorigin="8654,3029" coordsize="56,2">
              <v:shape id="_x0000_s3496" style="position:absolute;left:8654;top:3029;width:56;height:2" coordorigin="8654,3029" coordsize="56,0" path="m8710,3029r-56,e" filled="f" strokeweight=".12pt">
                <v:path arrowok="t"/>
              </v:shape>
            </v:group>
            <v:group id="_x0000_s3493" style="position:absolute;left:8654;top:3139;width:56;height:2" coordorigin="8654,3139" coordsize="56,2">
              <v:shape id="_x0000_s3494" style="position:absolute;left:8654;top:3139;width:56;height:2" coordorigin="8654,3139" coordsize="56,0" path="m8710,3139r-56,e" filled="f" strokeweight=".12pt">
                <v:path arrowok="t"/>
              </v:shape>
            </v:group>
            <v:group id="_x0000_s3491" style="position:absolute;left:8657;top:3027;width:53;height:2" coordorigin="8657,3027" coordsize="53,2">
              <v:shape id="_x0000_s3492" style="position:absolute;left:8657;top:3027;width:53;height:2" coordorigin="8657,3027" coordsize="53,0" path="m8710,3027r-53,e" filled="f" strokeweight=".12pt">
                <v:path arrowok="t"/>
              </v:shape>
            </v:group>
            <v:group id="_x0000_s3489" style="position:absolute;left:8657;top:3142;width:53;height:2" coordorigin="8657,3142" coordsize="53,2">
              <v:shape id="_x0000_s3490" style="position:absolute;left:8657;top:3142;width:53;height:2" coordorigin="8657,3142" coordsize="53,0" path="m8710,3142r-53,e" filled="f" strokeweight=".12pt">
                <v:path arrowok="t"/>
              </v:shape>
            </v:group>
            <v:group id="_x0000_s3487" style="position:absolute;left:8654;top:3000;width:3;height:27" coordorigin="8654,3000" coordsize="3,27">
              <v:shape id="_x0000_s3488" style="position:absolute;left:8654;top:3000;width:3;height:27" coordorigin="8654,3000" coordsize="3,27" path="m8657,3027r,-27l8654,3000e" filled="f" strokeweight=".12pt">
                <v:path arrowok="t"/>
              </v:shape>
            </v:group>
            <v:group id="_x0000_s3485" style="position:absolute;left:8654;top:3142;width:3;height:29" coordorigin="8654,3142" coordsize="3,29">
              <v:shape id="_x0000_s3486" style="position:absolute;left:8654;top:3142;width:3;height:29" coordorigin="8654,3142" coordsize="3,29" path="m8657,3142r,29l8654,3171e" filled="f" strokeweight=".12pt">
                <v:path arrowok="t"/>
              </v:shape>
            </v:group>
            <v:group id="_x0000_s3483" style="position:absolute;left:2820;top:1949;width:2;height:396" coordorigin="2820,1949" coordsize="2,396">
              <v:shape id="_x0000_s3484" style="position:absolute;left:2820;top:1949;width:2;height:396" coordorigin="2820,1949" coordsize="0,396" path="m2820,2345r,-396e" filled="f" strokeweight=".12pt">
                <v:path arrowok="t"/>
              </v:shape>
            </v:group>
            <v:group id="_x0000_s3481" style="position:absolute;left:8652;top:2345;width:329;height:2" coordorigin="8652,2345" coordsize="329,2">
              <v:shape id="_x0000_s3482" style="position:absolute;left:8652;top:2345;width:329;height:2" coordorigin="8652,2345" coordsize="329,0" path="m8652,2345r329,e" filled="f" strokeweight=".12pt">
                <v:path arrowok="t"/>
              </v:shape>
            </v:group>
            <v:group id="_x0000_s3479" style="position:absolute;left:7166;top:2235;width:771;height:771" coordorigin="7166,2235" coordsize="771,771">
              <v:shape id="_x0000_s3480" style="position:absolute;left:7166;top:2235;width:771;height:771" coordorigin="7166,2235" coordsize="771,771" path="m7166,3005r771,-770e" filled="f" strokeweight=".12pt">
                <v:path arrowok="t"/>
              </v:shape>
            </v:group>
            <v:group id="_x0000_s3477" style="position:absolute;left:8652;top:2765;width:111;height:111" coordorigin="8652,2765" coordsize="111,111">
              <v:shape id="_x0000_s3478" style="position:absolute;left:8652;top:2765;width:111;height:111" coordorigin="8652,2765" coordsize="111,111" path="m8762,2820r-2,-9l8758,2801r-3,-7l8748,2784r-7,-7l8734,2772r-10,-2l8714,2767r-9,-2l8695,2767r-9,3l8676,2775r-7,7l8662,2789r-5,7l8654,2806r-2,9l8652,2825r2,10l8657,2844r5,10l8669,2861r7,5l8686,2871r9,4l8714,2875r10,-2l8734,2868r7,-5l8748,2856r7,-7l8758,2839r2,-9l8762,2820xe" filled="f" strokeweight=".12pt">
                <v:path arrowok="t"/>
              </v:shape>
            </v:group>
            <v:group id="_x0000_s3475" style="position:absolute;left:8707;top:2763;width:58;height:116" coordorigin="8707,2763" coordsize="58,116">
              <v:shape id="_x0000_s3476" style="position:absolute;left:8707;top:2763;width:58;height:116" coordorigin="8707,2763" coordsize="58,116" path="m8707,2878r10,l8726,2875r34,-33l8765,2832r,-21l8760,2801r-2,-10l8750,2784r-7,-7l8736,2770r-10,-3l8717,2765r-10,-2e" filled="f" strokeweight=".12pt">
                <v:path arrowok="t"/>
              </v:shape>
            </v:group>
            <v:group id="_x0000_s3473" style="position:absolute;left:8657;top:2772;width:99;height:99" coordorigin="8657,2772" coordsize="99,99">
              <v:shape id="_x0000_s3474" style="position:absolute;left:8657;top:2772;width:99;height:99" coordorigin="8657,2772" coordsize="99,99" path="m8755,2820r,-9l8753,2803r-5,-9l8743,2787r-7,-8l8726,2777r-7,-5l8700,2772r-10,3l8683,2779r-9,5l8669,2789r-5,10l8659,2808r-2,7l8657,2825r2,10l8664,2844r5,7l8674,2859r9,4l8690,2868r10,3l8710,2871r9,-3l8726,2866r10,-5l8743,2856r5,-9l8753,2839r2,-9l8755,2820xe" filled="f" strokeweight=".12pt">
                <v:path arrowok="t"/>
              </v:shape>
            </v:group>
            <v:group id="_x0000_s3471" style="position:absolute;left:8652;top:2765;width:56;height:2" coordorigin="8652,2765" coordsize="56,2">
              <v:shape id="_x0000_s3472" style="position:absolute;left:8652;top:2765;width:56;height:2" coordorigin="8652,2765" coordsize="56,0" path="m8707,2765r-55,e" filled="f" strokeweight=".12pt">
                <v:path arrowok="t"/>
              </v:shape>
            </v:group>
            <v:group id="_x0000_s3469" style="position:absolute;left:8652;top:2875;width:56;height:2" coordorigin="8652,2875" coordsize="56,2">
              <v:shape id="_x0000_s3470" style="position:absolute;left:8652;top:2875;width:56;height:2" coordorigin="8652,2875" coordsize="56,0" path="m8707,2875r-55,e" filled="f" strokeweight=".12pt">
                <v:path arrowok="t"/>
              </v:shape>
            </v:group>
            <v:group id="_x0000_s3467" style="position:absolute;left:8654;top:2763;width:53;height:2" coordorigin="8654,2763" coordsize="53,2">
              <v:shape id="_x0000_s3468" style="position:absolute;left:8654;top:2763;width:53;height:2" coordorigin="8654,2763" coordsize="53,0" path="m8707,2763r-53,e" filled="f" strokeweight=".12pt">
                <v:path arrowok="t"/>
              </v:shape>
            </v:group>
            <v:group id="_x0000_s3465" style="position:absolute;left:8654;top:2878;width:53;height:2" coordorigin="8654,2878" coordsize="53,2">
              <v:shape id="_x0000_s3466" style="position:absolute;left:8654;top:2878;width:53;height:2" coordorigin="8654,2878" coordsize="53,0" path="m8707,2878r-53,e" filled="f" strokeweight=".12pt">
                <v:path arrowok="t"/>
              </v:shape>
            </v:group>
            <v:group id="_x0000_s3463" style="position:absolute;left:8652;top:2736;width:3;height:27" coordorigin="8652,2736" coordsize="3,27">
              <v:shape id="_x0000_s3464" style="position:absolute;left:8652;top:2736;width:3;height:27" coordorigin="8652,2736" coordsize="3,27" path="m8654,2763r,-27l8652,2736e" filled="f" strokeweight=".12pt">
                <v:path arrowok="t"/>
              </v:shape>
            </v:group>
            <v:group id="_x0000_s3461" style="position:absolute;left:8652;top:2878;width:3;height:29" coordorigin="8652,2878" coordsize="3,29">
              <v:shape id="_x0000_s3462" style="position:absolute;left:8652;top:2878;width:3;height:29" coordorigin="8652,2878" coordsize="3,29" path="m8654,2878r,29l8652,2907e" filled="f" strokeweight=".12pt">
                <v:path arrowok="t"/>
              </v:shape>
            </v:group>
            <v:group id="_x0000_s3459" style="position:absolute;left:8827;top:867;width:77;height:2" coordorigin="8827,867" coordsize="77,2">
              <v:shape id="_x0000_s3460" style="position:absolute;left:8827;top:867;width:77;height:2" coordorigin="8827,867" coordsize="77,0" path="m8827,867r77,e" filled="f" strokeweight=".12pt">
                <v:path arrowok="t"/>
              </v:shape>
            </v:group>
            <v:group id="_x0000_s3457" style="position:absolute;left:8818;top:879;width:2;height:1176" coordorigin="8818,879" coordsize="2,1176">
              <v:shape id="_x0000_s3458" style="position:absolute;left:8818;top:879;width:2;height:1176" coordorigin="8818,879" coordsize="0,1176" path="m8818,879r,1176e" filled="f" strokeweight=".12pt">
                <v:path arrowok="t"/>
              </v:shape>
            </v:group>
            <v:group id="_x0000_s3455" style="position:absolute;left:8808;top:862;width:87;height:2" coordorigin="8808,862" coordsize="87,2">
              <v:shape id="_x0000_s3456" style="position:absolute;left:8808;top:862;width:87;height:2" coordorigin="8808,862" coordsize="87,0" path="m8808,862r86,e" filled="f" strokecolor="#7f7f7f" strokeweight=".58pt">
                <v:path arrowok="t"/>
              </v:shape>
            </v:group>
            <v:group id="_x0000_s3453" style="position:absolute;left:8808;top:867;width:84;height:2" coordorigin="8808,867" coordsize="84,2">
              <v:shape id="_x0000_s3454" style="position:absolute;left:8808;top:867;width:84;height:2" coordorigin="8808,867" coordsize="84,0" path="m8808,867r84,e" filled="f" strokecolor="#7f7f7f" strokeweight=".1pt">
                <v:path arrowok="t"/>
              </v:shape>
            </v:group>
            <v:group id="_x0000_s3451" style="position:absolute;left:8808;top:867;width:17;height:3" coordorigin="8808,867" coordsize="17,3">
              <v:shape id="_x0000_s3452" style="position:absolute;left:8808;top:867;width:17;height:3" coordorigin="8808,867" coordsize="17,3" path="m8825,867r-17,2l8822,869r3,-2xe" fillcolor="#7f7f7f" stroked="f">
                <v:path arrowok="t"/>
              </v:shape>
            </v:group>
            <v:group id="_x0000_s3449" style="position:absolute;left:8808;top:867;width:17;height:3" coordorigin="8808,867" coordsize="17,3">
              <v:shape id="_x0000_s3450" style="position:absolute;left:8808;top:867;width:17;height:3" coordorigin="8808,867" coordsize="17,3" path="m8825,867r-17,l8808,869r17,-2xe" fillcolor="#7f7f7f" stroked="f">
                <v:path arrowok="t"/>
              </v:shape>
            </v:group>
            <v:group id="_x0000_s3447" style="position:absolute;left:8808;top:869;width:15;height:2" coordorigin="8808,869" coordsize="15,2">
              <v:shape id="_x0000_s3448" style="position:absolute;left:8808;top:869;width:15;height:2" coordorigin="8808,869" coordsize="15,0" path="m8808,869r14,e" filled="f" strokecolor="#7f7f7f" strokeweight=".1pt">
                <v:path arrowok="t"/>
              </v:shape>
            </v:group>
            <v:group id="_x0000_s3445" style="position:absolute;left:8808;top:869;width:15;height:3" coordorigin="8808,869" coordsize="15,3">
              <v:shape id="_x0000_s3446" style="position:absolute;left:8808;top:869;width:15;height:3" coordorigin="8808,869" coordsize="15,3" path="m8822,869r-14,2l8820,871r2,-2xe" fillcolor="#7f7f7f" stroked="f">
                <v:path arrowok="t"/>
              </v:shape>
            </v:group>
            <v:group id="_x0000_s3443" style="position:absolute;left:8808;top:869;width:15;height:3" coordorigin="8808,869" coordsize="15,3">
              <v:shape id="_x0000_s3444" style="position:absolute;left:8808;top:869;width:15;height:3" coordorigin="8808,869" coordsize="15,3" path="m8822,869r-14,l8808,871r14,-2xe" fillcolor="#7f7f7f" stroked="f">
                <v:path arrowok="t"/>
              </v:shape>
            </v:group>
            <v:group id="_x0000_s3441" style="position:absolute;left:8808;top:871;width:12;height:2" coordorigin="8808,871" coordsize="12,2">
              <v:shape id="_x0000_s3442" style="position:absolute;left:8808;top:871;width:12;height:2" coordorigin="8808,871" coordsize="12,0" path="m8808,871r12,e" filled="f" strokecolor="#7f7f7f" strokeweight=".1pt">
                <v:path arrowok="t"/>
              </v:shape>
            </v:group>
            <v:group id="_x0000_s3439" style="position:absolute;left:8808;top:871;width:10;height:3" coordorigin="8808,871" coordsize="10,3">
              <v:shape id="_x0000_s3440" style="position:absolute;left:8808;top:871;width:10;height:3" coordorigin="8808,871" coordsize="10,3" path="m8818,871r-10,3l8818,874r,-3xe" fillcolor="#7f7f7f" stroked="f">
                <v:path arrowok="t"/>
              </v:shape>
            </v:group>
            <v:group id="_x0000_s3437" style="position:absolute;left:8808;top:871;width:10;height:3" coordorigin="8808,871" coordsize="10,3">
              <v:shape id="_x0000_s3438" style="position:absolute;left:8808;top:871;width:10;height:3" coordorigin="8808,871" coordsize="10,3" path="m8818,871r-10,l8808,874r10,-3xe" fillcolor="#7f7f7f" stroked="f">
                <v:path arrowok="t"/>
              </v:shape>
            </v:group>
            <v:group id="_x0000_s3435" style="position:absolute;left:8808;top:874;width:10;height:3" coordorigin="8808,874" coordsize="10,3">
              <v:shape id="_x0000_s3436" style="position:absolute;left:8808;top:874;width:10;height:3" coordorigin="8808,874" coordsize="10,3" path="m8818,874r-10,2l8818,876r,-2xe" fillcolor="#7f7f7f" stroked="f">
                <v:path arrowok="t"/>
              </v:shape>
            </v:group>
            <v:group id="_x0000_s3433" style="position:absolute;left:8808;top:874;width:10;height:3" coordorigin="8808,874" coordsize="10,3">
              <v:shape id="_x0000_s3434" style="position:absolute;left:8808;top:874;width:10;height:3" coordorigin="8808,874" coordsize="10,3" path="m8818,874r-10,l8808,876r10,-2xe" fillcolor="#7f7f7f" stroked="f">
                <v:path arrowok="t"/>
              </v:shape>
            </v:group>
            <v:group id="_x0000_s3431" style="position:absolute;left:8808;top:876;width:10;height:3" coordorigin="8808,876" coordsize="10,3">
              <v:shape id="_x0000_s3432" style="position:absolute;left:8808;top:876;width:10;height:3" coordorigin="8808,876" coordsize="10,3" path="m8818,876r-10,3l8818,879r,-3xe" fillcolor="#7f7f7f" stroked="f">
                <v:path arrowok="t"/>
              </v:shape>
            </v:group>
            <v:group id="_x0000_s3429" style="position:absolute;left:8808;top:876;width:10;height:3" coordorigin="8808,876" coordsize="10,3">
              <v:shape id="_x0000_s3430" style="position:absolute;left:8808;top:876;width:10;height:3" coordorigin="8808,876" coordsize="10,3" path="m8818,876r-10,l8808,879r10,-3xe" fillcolor="#7f7f7f" stroked="f">
                <v:path arrowok="t"/>
              </v:shape>
            </v:group>
            <v:group id="_x0000_s3427" style="position:absolute;left:8808;top:879;width:10;height:63" coordorigin="8808,879" coordsize="10,63">
              <v:shape id="_x0000_s3428" style="position:absolute;left:8808;top:879;width:10;height:63" coordorigin="8808,879" coordsize="10,63" path="m8818,879r-10,62l8818,941r,-62xe" fillcolor="#7f7f7f" stroked="f">
                <v:path arrowok="t"/>
              </v:shape>
            </v:group>
            <v:group id="_x0000_s3425" style="position:absolute;left:8808;top:879;width:10;height:63" coordorigin="8808,879" coordsize="10,63">
              <v:shape id="_x0000_s3426" style="position:absolute;left:8808;top:879;width:10;height:63" coordorigin="8808,879" coordsize="10,63" path="m8818,879r-10,l8808,941r10,-62xe" fillcolor="#7f7f7f" stroked="f">
                <v:path arrowok="t"/>
              </v:shape>
            </v:group>
            <v:group id="_x0000_s3423" style="position:absolute;left:8808;top:941;width:10;height:2" coordorigin="8808,941" coordsize="10,2">
              <v:shape id="_x0000_s3424" style="position:absolute;left:8808;top:941;width:10;height:2" coordorigin="8808,941" coordsize="10,0" path="m8808,941r10,e" filled="f" strokecolor="#7f7f7f" strokeweight=".1pt">
                <v:path arrowok="t"/>
              </v:shape>
            </v:group>
            <v:group id="_x0000_s3421" style="position:absolute;left:8808;top:941;width:10;height:3" coordorigin="8808,941" coordsize="10,3">
              <v:shape id="_x0000_s3422" style="position:absolute;left:8808;top:941;width:10;height:3" coordorigin="8808,941" coordsize="10,3" path="m8818,941r-10,2l8815,943r3,-2xe" fillcolor="#7f7f7f" stroked="f">
                <v:path arrowok="t"/>
              </v:shape>
            </v:group>
            <v:group id="_x0000_s3419" style="position:absolute;left:8808;top:941;width:10;height:3" coordorigin="8808,941" coordsize="10,3">
              <v:shape id="_x0000_s3420" style="position:absolute;left:8808;top:941;width:10;height:3" coordorigin="8808,941" coordsize="10,3" path="m8818,941r-10,l8808,943r10,-2xe" fillcolor="#7f7f7f" stroked="f">
                <v:path arrowok="t"/>
              </v:shape>
            </v:group>
            <v:group id="_x0000_s3417" style="position:absolute;left:8808;top:945;width:8;height:2" coordorigin="8808,945" coordsize="8,2">
              <v:shape id="_x0000_s3418" style="position:absolute;left:8808;top:945;width:8;height:2" coordorigin="8808,945" coordsize="8,0" path="m8808,945r7,e" filled="f" strokecolor="#7f7f7f" strokeweight=".22pt">
                <v:path arrowok="t"/>
              </v:shape>
            </v:group>
            <v:group id="_x0000_s3415" style="position:absolute;left:8808;top:943;width:8;height:3" coordorigin="8808,943" coordsize="8,3">
              <v:shape id="_x0000_s3416" style="position:absolute;left:8808;top:943;width:8;height:3" coordorigin="8808,943" coordsize="8,3" path="m8815,943r-7,3l8815,946r,-3xe" fillcolor="#7f7f7f" stroked="f">
                <v:path arrowok="t"/>
              </v:shape>
            </v:group>
            <v:group id="_x0000_s3413" style="position:absolute;left:8808;top:943;width:8;height:3" coordorigin="8808,943" coordsize="8,3">
              <v:shape id="_x0000_s3414" style="position:absolute;left:8808;top:943;width:8;height:3" coordorigin="8808,943" coordsize="8,3" path="m8815,943r-7,l8808,946r7,-3xe" fillcolor="#7f7f7f" stroked="f">
                <v:path arrowok="t"/>
              </v:shape>
            </v:group>
            <v:group id="_x0000_s3411" style="position:absolute;left:8808;top:857;width:87;height:89" coordorigin="8808,857" coordsize="87,89">
              <v:shape id="_x0000_s3412" style="position:absolute;left:8808;top:857;width:87;height:89" coordorigin="8808,857" coordsize="87,89" path="m8808,857r86,l8894,867r-2,l8825,867r-3,2l8820,871r-2,l8818,941r-3,2l8815,946r-2,l8808,946r,-89xe" filled="f" strokeweight=".12pt">
                <v:path arrowok="t"/>
              </v:shape>
            </v:group>
            <v:group id="_x0000_s3409" style="position:absolute;left:8825;top:867;width:2;height:1188" coordorigin="8825,867" coordsize="2,1188">
              <v:shape id="_x0000_s3410" style="position:absolute;left:8825;top:867;width:2;height:1188" coordorigin="8825,867" coordsize="0,1188" path="m8825,867r,1188e" filled="f" strokeweight=".12pt">
                <v:path arrowok="t"/>
              </v:shape>
            </v:group>
            <v:group id="_x0000_s3407" style="position:absolute;left:8904;top:867;width:2;height:1188" coordorigin="8904,867" coordsize="2,1188">
              <v:shape id="_x0000_s3408" style="position:absolute;left:8904;top:867;width:2;height:1188" coordorigin="8904,867" coordsize="0,1188" path="m8904,867r,1188e" filled="f" strokeweight=".12pt">
                <v:path arrowok="t"/>
              </v:shape>
            </v:group>
            <v:group id="_x0000_s3405" style="position:absolute;left:8808;top:857;width:2;height:89" coordorigin="8808,857" coordsize="2,89">
              <v:shape id="_x0000_s3406" style="position:absolute;left:8808;top:857;width:2;height:89" coordorigin="8808,857" coordsize="0,89" path="m8808,946r,-89e" filled="f" strokeweight=".12pt">
                <v:path arrowok="t"/>
              </v:shape>
            </v:group>
            <v:group id="_x0000_s3403" style="position:absolute;left:8818;top:867;width:10;height:12" coordorigin="8818,867" coordsize="10,12">
              <v:shape id="_x0000_s3404" style="position:absolute;left:8818;top:867;width:10;height:12" coordorigin="8818,867" coordsize="10,12" path="m8827,867r-5,l8820,871r-2,3l8818,879e" filled="f" strokeweight=".12pt">
                <v:path arrowok="t"/>
              </v:shape>
            </v:group>
            <v:group id="_x0000_s3401" style="position:absolute;left:8808;top:857;width:87;height:5" coordorigin="8808,857" coordsize="87,5">
              <v:shape id="_x0000_s3402" style="position:absolute;left:8808;top:857;width:87;height:5" coordorigin="8808,857" coordsize="87,5" path="m8808,857r86,l8894,862e" filled="f" strokeweight=".12pt">
                <v:path arrowok="t"/>
              </v:shape>
            </v:group>
            <v:group id="_x0000_s3399" style="position:absolute;left:8890;top:862;width:5;height:5" coordorigin="8890,862" coordsize="5,5">
              <v:shape id="_x0000_s3400" style="position:absolute;left:8890;top:862;width:5;height:5" coordorigin="8890,862" coordsize="5,5" path="m8890,867r4,l8894,862e" filled="f" strokeweight=".12pt">
                <v:path arrowok="t"/>
              </v:shape>
            </v:group>
            <v:group id="_x0000_s3397" style="position:absolute;left:8808;top:946;width:3;height:2" coordorigin="8808,946" coordsize="3,2">
              <v:shape id="_x0000_s3398" style="position:absolute;left:8808;top:946;width:3;height:2" coordorigin="8808,946" coordsize="3,0" path="m8810,946r-2,e" filled="f" strokeweight=".12pt">
                <v:path arrowok="t"/>
              </v:shape>
            </v:group>
            <v:group id="_x0000_s3395" style="position:absolute;left:8810;top:941;width:8;height:5" coordorigin="8810,941" coordsize="8,5">
              <v:shape id="_x0000_s3396" style="position:absolute;left:8810;top:941;width:8;height:5" coordorigin="8810,941" coordsize="8,5" path="m8810,946r5,l8818,941e" filled="f" strokeweight=".12pt">
                <v:path arrowok="t"/>
              </v:shape>
            </v:group>
            <v:group id="_x0000_s3393" style="position:absolute;left:8825;top:1643;width:77;height:2" coordorigin="8825,1643" coordsize="77,2">
              <v:shape id="_x0000_s3394" style="position:absolute;left:8825;top:1643;width:77;height:2" coordorigin="8825,1643" coordsize="77,0" path="m8825,1643r77,e" filled="f" strokecolor="#7f7f7f" strokeweight=".46pt">
                <v:path arrowok="t"/>
              </v:shape>
            </v:group>
            <v:group id="_x0000_s3391" style="position:absolute;left:8825;top:1647;width:75;height:2" coordorigin="8825,1647" coordsize="75,2">
              <v:shape id="_x0000_s3392" style="position:absolute;left:8825;top:1647;width:75;height:2" coordorigin="8825,1647" coordsize="75,0" path="m8825,1647r74,e" filled="f" strokecolor="#7f7f7f" strokeweight=".1pt">
                <v:path arrowok="t"/>
              </v:shape>
            </v:group>
            <v:group id="_x0000_s3389" style="position:absolute;left:8825;top:1647;width:17;height:3" coordorigin="8825,1647" coordsize="17,3">
              <v:shape id="_x0000_s3390" style="position:absolute;left:8825;top:1647;width:17;height:3" coordorigin="8825,1647" coordsize="17,3" path="m8842,1647r-17,2l8839,1649r3,-2xe" fillcolor="#7f7f7f" stroked="f">
                <v:path arrowok="t"/>
              </v:shape>
            </v:group>
            <v:group id="_x0000_s3387" style="position:absolute;left:8825;top:1647;width:17;height:3" coordorigin="8825,1647" coordsize="17,3">
              <v:shape id="_x0000_s3388" style="position:absolute;left:8825;top:1647;width:17;height:3" coordorigin="8825,1647" coordsize="17,3" path="m8842,1647r-17,l8825,1649r17,-2xe" fillcolor="#7f7f7f" stroked="f">
                <v:path arrowok="t"/>
              </v:shape>
            </v:group>
            <v:group id="_x0000_s3385" style="position:absolute;left:8825;top:1649;width:15;height:2" coordorigin="8825,1649" coordsize="15,2">
              <v:shape id="_x0000_s3386" style="position:absolute;left:8825;top:1649;width:15;height:2" coordorigin="8825,1649" coordsize="15,0" path="m8825,1649r14,e" filled="f" strokecolor="#7f7f7f" strokeweight=".1pt">
                <v:path arrowok="t"/>
              </v:shape>
            </v:group>
            <v:group id="_x0000_s3383" style="position:absolute;left:8825;top:1649;width:12;height:3" coordorigin="8825,1649" coordsize="12,3">
              <v:shape id="_x0000_s3384" style="position:absolute;left:8825;top:1649;width:12;height:3" coordorigin="8825,1649" coordsize="12,3" path="m8837,1649r-12,2l8834,1651r3,-2xe" fillcolor="#7f7f7f" stroked="f">
                <v:path arrowok="t"/>
              </v:shape>
            </v:group>
            <v:group id="_x0000_s3381" style="position:absolute;left:8825;top:1649;width:12;height:3" coordorigin="8825,1649" coordsize="12,3">
              <v:shape id="_x0000_s3382" style="position:absolute;left:8825;top:1649;width:12;height:3" coordorigin="8825,1649" coordsize="12,3" path="m8837,1649r-12,l8825,1651r12,-2xe" fillcolor="#7f7f7f" stroked="f">
                <v:path arrowok="t"/>
              </v:shape>
            </v:group>
            <v:group id="_x0000_s3379" style="position:absolute;left:8825;top:1651;width:10;height:2" coordorigin="8825,1651" coordsize="10,2">
              <v:shape id="_x0000_s3380" style="position:absolute;left:8825;top:1651;width:10;height:2" coordorigin="8825,1651" coordsize="10,0" path="m8825,1651r9,e" filled="f" strokecolor="#7f7f7f" strokeweight=".1pt">
                <v:path arrowok="t"/>
              </v:shape>
            </v:group>
            <v:group id="_x0000_s3377" style="position:absolute;left:8825;top:1651;width:10;height:3" coordorigin="8825,1651" coordsize="10,3">
              <v:shape id="_x0000_s3378" style="position:absolute;left:8825;top:1651;width:10;height:3" coordorigin="8825,1651" coordsize="10,3" path="m8834,1651r-9,3l8834,1654r,-3xe" fillcolor="#7f7f7f" stroked="f">
                <v:path arrowok="t"/>
              </v:shape>
            </v:group>
            <v:group id="_x0000_s3375" style="position:absolute;left:8825;top:1651;width:10;height:3" coordorigin="8825,1651" coordsize="10,3">
              <v:shape id="_x0000_s3376" style="position:absolute;left:8825;top:1651;width:10;height:3" coordorigin="8825,1651" coordsize="10,3" path="m8834,1651r-9,l8825,1654r9,-3xe" fillcolor="#7f7f7f" stroked="f">
                <v:path arrowok="t"/>
              </v:shape>
            </v:group>
            <v:group id="_x0000_s3373" style="position:absolute;left:8825;top:1654;width:10;height:3" coordorigin="8825,1654" coordsize="10,3">
              <v:shape id="_x0000_s3374" style="position:absolute;left:8825;top:1654;width:10;height:3" coordorigin="8825,1654" coordsize="10,3" path="m8834,1654r-9,2l8832,1656r2,-2xe" fillcolor="#7f7f7f" stroked="f">
                <v:path arrowok="t"/>
              </v:shape>
            </v:group>
            <v:group id="_x0000_s3371" style="position:absolute;left:8825;top:1654;width:10;height:3" coordorigin="8825,1654" coordsize="10,3">
              <v:shape id="_x0000_s3372" style="position:absolute;left:8825;top:1654;width:10;height:3" coordorigin="8825,1654" coordsize="10,3" path="m8834,1654r-9,l8825,1656r9,-2xe" fillcolor="#7f7f7f" stroked="f">
                <v:path arrowok="t"/>
              </v:shape>
            </v:group>
            <v:group id="_x0000_s3369" style="position:absolute;left:8825;top:1656;width:8;height:3" coordorigin="8825,1656" coordsize="8,3">
              <v:shape id="_x0000_s3370" style="position:absolute;left:8825;top:1656;width:8;height:3" coordorigin="8825,1656" coordsize="8,3" path="m8832,1656r-7,3l8832,1659r,-3xe" fillcolor="#7f7f7f" stroked="f">
                <v:path arrowok="t"/>
              </v:shape>
            </v:group>
            <v:group id="_x0000_s3367" style="position:absolute;left:8825;top:1656;width:8;height:3" coordorigin="8825,1656" coordsize="8,3">
              <v:shape id="_x0000_s3368" style="position:absolute;left:8825;top:1656;width:8;height:3" coordorigin="8825,1656" coordsize="8,3" path="m8832,1656r-7,l8825,1659r7,-3xe" fillcolor="#7f7f7f" stroked="f">
                <v:path arrowok="t"/>
              </v:shape>
            </v:group>
            <v:group id="_x0000_s3365" style="position:absolute;left:8825;top:1659;width:8;height:53" coordorigin="8825,1659" coordsize="8,53">
              <v:shape id="_x0000_s3366" style="position:absolute;left:8825;top:1659;width:8;height:53" coordorigin="8825,1659" coordsize="8,53" path="m8832,1659r-7,52l8832,1711r,-52xe" fillcolor="#7f7f7f" stroked="f">
                <v:path arrowok="t"/>
              </v:shape>
            </v:group>
            <v:group id="_x0000_s3363" style="position:absolute;left:8825;top:1659;width:8;height:53" coordorigin="8825,1659" coordsize="8,53">
              <v:shape id="_x0000_s3364" style="position:absolute;left:8825;top:1659;width:8;height:53" coordorigin="8825,1659" coordsize="8,53" path="m8832,1659r-7,l8825,1711r7,-52xe" fillcolor="#7f7f7f" stroked="f">
                <v:path arrowok="t"/>
              </v:shape>
            </v:group>
            <v:group id="_x0000_s3361" style="position:absolute;left:8825;top:1714;width:8;height:2" coordorigin="8825,1714" coordsize="8,2">
              <v:shape id="_x0000_s3362" style="position:absolute;left:8825;top:1714;width:8;height:2" coordorigin="8825,1714" coordsize="8,0" path="m8825,1714r7,e" filled="f" strokecolor="#7f7f7f" strokeweight=".34pt">
                <v:path arrowok="t"/>
              </v:shape>
            </v:group>
            <v:group id="_x0000_s3359" style="position:absolute;left:8825;top:1711;width:8;height:3" coordorigin="8825,1711" coordsize="8,3">
              <v:shape id="_x0000_s3360" style="position:absolute;left:8825;top:1711;width:8;height:3" coordorigin="8825,1711" coordsize="8,3" path="m8832,1711r-7,3l8832,1714r,-3xe" fillcolor="#7f7f7f" stroked="f">
                <v:path arrowok="t"/>
              </v:shape>
            </v:group>
            <v:group id="_x0000_s3357" style="position:absolute;left:8825;top:1711;width:8;height:3" coordorigin="8825,1711" coordsize="8,3">
              <v:shape id="_x0000_s3358" style="position:absolute;left:8825;top:1711;width:8;height:3" coordorigin="8825,1711" coordsize="8,3" path="m8832,1711r-7,l8825,1714r7,-3xe" fillcolor="#7f7f7f" stroked="f">
                <v:path arrowok="t"/>
              </v:shape>
            </v:group>
            <v:group id="_x0000_s3355" style="position:absolute;left:8825;top:1714;width:8;height:3" coordorigin="8825,1714" coordsize="8,3">
              <v:shape id="_x0000_s3356" style="position:absolute;left:8825;top:1714;width:8;height:3" coordorigin="8825,1714" coordsize="8,3" path="m8832,1714r-7,2l8832,1716r,-2xe" fillcolor="#7f7f7f" stroked="f">
                <v:path arrowok="t"/>
              </v:shape>
            </v:group>
            <v:group id="_x0000_s3353" style="position:absolute;left:8825;top:1714;width:8;height:3" coordorigin="8825,1714" coordsize="8,3">
              <v:shape id="_x0000_s3354" style="position:absolute;left:8825;top:1714;width:8;height:3" coordorigin="8825,1714" coordsize="8,3" path="m8832,1714r-7,l8825,1716r7,-2xe" fillcolor="#7f7f7f" stroked="f">
                <v:path arrowok="t"/>
              </v:shape>
            </v:group>
            <v:group id="_x0000_s3351" style="position:absolute;left:8825;top:1716;width:5;height:2" coordorigin="8825,1716" coordsize="5,2">
              <v:shape id="_x0000_s3352" style="position:absolute;left:8825;top:1716;width:5;height:2" coordorigin="8825,1716" coordsize="5,0" path="m8825,1716r5,e" filled="f" strokecolor="#7f7f7f" strokeweight=".1pt">
                <v:path arrowok="t"/>
              </v:shape>
            </v:group>
            <v:group id="_x0000_s3349" style="position:absolute;left:8825;top:1639;width:77;height:77" coordorigin="8825,1639" coordsize="77,77">
              <v:shape id="_x0000_s3350" style="position:absolute;left:8825;top:1639;width:77;height:77" coordorigin="8825,1639" coordsize="77,77" path="m8825,1639r77,l8902,1647r-3,l8842,1647r-3,2l8837,1649r-3,2l8834,1654r-2,2l8832,1716r-2,l8825,1716r,-77xe" filled="f" strokeweight=".12pt">
                <v:path arrowok="t"/>
              </v:shape>
            </v:group>
            <v:group id="_x0000_s3347" style="position:absolute;left:8825;top:1639;width:77;height:77" coordorigin="8825,1639" coordsize="77,77">
              <v:shape id="_x0000_s3348" style="position:absolute;left:8825;top:1639;width:77;height:77" coordorigin="8825,1639" coordsize="77,77" path="m8902,1639r-77,l8825,1716r2,e" filled="f" strokeweight=".12pt">
                <v:path arrowok="t"/>
              </v:shape>
            </v:group>
            <v:group id="_x0000_s3345" style="position:absolute;left:8827;top:1711;width:5;height:5" coordorigin="8827,1711" coordsize="5,5">
              <v:shape id="_x0000_s3346" style="position:absolute;left:8827;top:1711;width:5;height:5" coordorigin="8827,1711" coordsize="5,5" path="m8827,1716r5,l8832,1711e" filled="f" strokeweight=".12pt">
                <v:path arrowok="t"/>
              </v:shape>
            </v:group>
            <v:group id="_x0000_s3343" style="position:absolute;left:8832;top:1659;width:2;height:53" coordorigin="8832,1659" coordsize="2,53">
              <v:shape id="_x0000_s3344" style="position:absolute;left:8832;top:1659;width:2;height:53" coordorigin="8832,1659" coordsize="0,53" path="m8832,1711r,-52e" filled="f" strokeweight=".12pt">
                <v:path arrowok="t"/>
              </v:shape>
            </v:group>
            <v:group id="_x0000_s3341" style="position:absolute;left:8832;top:1649;width:10;height:10" coordorigin="8832,1649" coordsize="10,10">
              <v:shape id="_x0000_s3342" style="position:absolute;left:8832;top:1649;width:10;height:10" coordorigin="8832,1649" coordsize="10,10" path="m8842,1649r-5,l8834,1654r-2,5e" filled="f" strokeweight=".12pt">
                <v:path arrowok="t"/>
              </v:shape>
            </v:group>
            <v:group id="_x0000_s3339" style="position:absolute;left:8900;top:1641;width:3;height:2" coordorigin="8900,1641" coordsize="3,2">
              <v:shape id="_x0000_s3340" style="position:absolute;left:8900;top:1641;width:3;height:2" coordorigin="8900,1641" coordsize="3,0" path="m8900,1641r3,e" filled="f" strokeweight=".12pt">
                <v:path arrowok="t"/>
              </v:shape>
            </v:group>
            <v:group id="_x0000_s3337" style="position:absolute;left:8842;top:1647;width:56;height:2" coordorigin="8842,1647" coordsize="56,2">
              <v:shape id="_x0000_s3338" style="position:absolute;left:8842;top:1647;width:56;height:2" coordorigin="8842,1647" coordsize="56,0" path="m8897,1647r-55,e" filled="f" strokeweight=".12pt">
                <v:path arrowok="t"/>
              </v:shape>
            </v:group>
            <v:group id="_x0000_s3335" style="position:absolute;left:8897;top:1642;width:5;height:5" coordorigin="8897,1642" coordsize="5,5">
              <v:shape id="_x0000_s3336" style="position:absolute;left:8897;top:1642;width:5;height:5" coordorigin="8897,1642" coordsize="5,5" path="m8897,1647r5,l8902,1642e" filled="f" strokeweight=".12pt">
                <v:path arrowok="t"/>
              </v:shape>
            </v:group>
            <v:group id="_x0000_s3333" style="position:absolute;left:8825;top:1259;width:77;height:2" coordorigin="8825,1259" coordsize="77,2">
              <v:shape id="_x0000_s3334" style="position:absolute;left:8825;top:1259;width:77;height:2" coordorigin="8825,1259" coordsize="77,0" path="m8825,1259r77,e" filled="f" strokecolor="#7f7f7f" strokeweight=".46pt">
                <v:path arrowok="t"/>
              </v:shape>
            </v:group>
            <v:group id="_x0000_s3331" style="position:absolute;left:8825;top:1263;width:75;height:2" coordorigin="8825,1263" coordsize="75,2">
              <v:shape id="_x0000_s3332" style="position:absolute;left:8825;top:1263;width:75;height:2" coordorigin="8825,1263" coordsize="75,0" path="m8825,1263r74,e" filled="f" strokecolor="#7f7f7f" strokeweight=".1pt">
                <v:path arrowok="t"/>
              </v:shape>
            </v:group>
            <v:group id="_x0000_s3329" style="position:absolute;left:8825;top:1263;width:12;height:3" coordorigin="8825,1263" coordsize="12,3">
              <v:shape id="_x0000_s3330" style="position:absolute;left:8825;top:1263;width:12;height:3" coordorigin="8825,1263" coordsize="12,3" path="m8837,1263r-12,2l8837,1265r,-2xe" fillcolor="#7f7f7f" stroked="f">
                <v:path arrowok="t"/>
              </v:shape>
            </v:group>
            <v:group id="_x0000_s3327" style="position:absolute;left:8825;top:1263;width:12;height:3" coordorigin="8825,1263" coordsize="12,3">
              <v:shape id="_x0000_s3328" style="position:absolute;left:8825;top:1263;width:12;height:3" coordorigin="8825,1263" coordsize="12,3" path="m8837,1263r-12,l8825,1265r12,-2xe" fillcolor="#7f7f7f" stroked="f">
                <v:path arrowok="t"/>
              </v:shape>
            </v:group>
            <v:group id="_x0000_s3325" style="position:absolute;left:8825;top:1265;width:12;height:3" coordorigin="8825,1265" coordsize="12,3">
              <v:shape id="_x0000_s3326" style="position:absolute;left:8825;top:1265;width:12;height:3" coordorigin="8825,1265" coordsize="12,3" path="m8837,1265r-12,2l8834,1267r3,-2xe" fillcolor="#7f7f7f" stroked="f">
                <v:path arrowok="t"/>
              </v:shape>
            </v:group>
            <v:group id="_x0000_s3323" style="position:absolute;left:8825;top:1265;width:12;height:3" coordorigin="8825,1265" coordsize="12,3">
              <v:shape id="_x0000_s3324" style="position:absolute;left:8825;top:1265;width:12;height:3" coordorigin="8825,1265" coordsize="12,3" path="m8837,1265r-12,l8825,1267r12,-2xe" fillcolor="#7f7f7f" stroked="f">
                <v:path arrowok="t"/>
              </v:shape>
            </v:group>
            <v:group id="_x0000_s3321" style="position:absolute;left:8825;top:1267;width:10;height:2" coordorigin="8825,1267" coordsize="10,2">
              <v:shape id="_x0000_s3322" style="position:absolute;left:8825;top:1267;width:10;height:2" coordorigin="8825,1267" coordsize="10,0" path="m8825,1267r9,e" filled="f" strokecolor="#7f7f7f" strokeweight=".1pt">
                <v:path arrowok="t"/>
              </v:shape>
            </v:group>
            <v:group id="_x0000_s3319" style="position:absolute;left:8825;top:1267;width:10;height:3" coordorigin="8825,1267" coordsize="10,3">
              <v:shape id="_x0000_s3320" style="position:absolute;left:8825;top:1267;width:10;height:3" coordorigin="8825,1267" coordsize="10,3" path="m8834,1267r-9,3l8832,1270r2,-3xe" fillcolor="#7f7f7f" stroked="f">
                <v:path arrowok="t"/>
              </v:shape>
            </v:group>
            <v:group id="_x0000_s3317" style="position:absolute;left:8825;top:1267;width:10;height:3" coordorigin="8825,1267" coordsize="10,3">
              <v:shape id="_x0000_s3318" style="position:absolute;left:8825;top:1267;width:10;height:3" coordorigin="8825,1267" coordsize="10,3" path="m8834,1267r-9,l8825,1270r9,-3xe" fillcolor="#7f7f7f" stroked="f">
                <v:path arrowok="t"/>
              </v:shape>
            </v:group>
            <v:group id="_x0000_s3315" style="position:absolute;left:8825;top:1270;width:8;height:3" coordorigin="8825,1270" coordsize="8,3">
              <v:shape id="_x0000_s3316" style="position:absolute;left:8825;top:1270;width:8;height:3" coordorigin="8825,1270" coordsize="8,3" path="m8832,1270r-7,2l8832,1272r,-2xe" fillcolor="#7f7f7f" stroked="f">
                <v:path arrowok="t"/>
              </v:shape>
            </v:group>
            <v:group id="_x0000_s3313" style="position:absolute;left:8825;top:1270;width:8;height:3" coordorigin="8825,1270" coordsize="8,3">
              <v:shape id="_x0000_s3314" style="position:absolute;left:8825;top:1270;width:8;height:3" coordorigin="8825,1270" coordsize="8,3" path="m8832,1270r-7,l8825,1272r7,-2xe" fillcolor="#7f7f7f" stroked="f">
                <v:path arrowok="t"/>
              </v:shape>
            </v:group>
            <v:group id="_x0000_s3311" style="position:absolute;left:8825;top:1272;width:8;height:56" coordorigin="8825,1272" coordsize="8,56">
              <v:shape id="_x0000_s3312" style="position:absolute;left:8825;top:1272;width:8;height:56" coordorigin="8825,1272" coordsize="8,56" path="m8832,1272r-7,55l8832,1327r,-55xe" fillcolor="#7f7f7f" stroked="f">
                <v:path arrowok="t"/>
              </v:shape>
            </v:group>
            <v:group id="_x0000_s3309" style="position:absolute;left:8825;top:1272;width:8;height:56" coordorigin="8825,1272" coordsize="8,56">
              <v:shape id="_x0000_s3310" style="position:absolute;left:8825;top:1272;width:8;height:56" coordorigin="8825,1272" coordsize="8,56" path="m8832,1272r-7,l8825,1327r7,-55xe" fillcolor="#7f7f7f" stroked="f">
                <v:path arrowok="t"/>
              </v:shape>
            </v:group>
            <v:group id="_x0000_s3307" style="position:absolute;left:8825;top:1329;width:8;height:2" coordorigin="8825,1329" coordsize="8,2">
              <v:shape id="_x0000_s3308" style="position:absolute;left:8825;top:1329;width:8;height:2" coordorigin="8825,1329" coordsize="8,0" path="m8825,1329r7,e" filled="f" strokecolor="#7f7f7f" strokeweight=".22pt">
                <v:path arrowok="t"/>
              </v:shape>
            </v:group>
            <v:group id="_x0000_s3305" style="position:absolute;left:8825;top:1327;width:8;height:3" coordorigin="8825,1327" coordsize="8,3">
              <v:shape id="_x0000_s3306" style="position:absolute;left:8825;top:1327;width:8;height:3" coordorigin="8825,1327" coordsize="8,3" path="m8832,1327r-7,3l8832,1330r,-3xe" fillcolor="#7f7f7f" stroked="f">
                <v:path arrowok="t"/>
              </v:shape>
            </v:group>
            <v:group id="_x0000_s3303" style="position:absolute;left:8825;top:1327;width:8;height:3" coordorigin="8825,1327" coordsize="8,3">
              <v:shape id="_x0000_s3304" style="position:absolute;left:8825;top:1327;width:8;height:3" coordorigin="8825,1327" coordsize="8,3" path="m8832,1327r-7,l8825,1330r7,-3xe" fillcolor="#7f7f7f" stroked="f">
                <v:path arrowok="t"/>
              </v:shape>
            </v:group>
            <v:group id="_x0000_s3301" style="position:absolute;left:8825;top:1330;width:5;height:3" coordorigin="8825,1330" coordsize="5,3">
              <v:shape id="_x0000_s3302" style="position:absolute;left:8825;top:1330;width:5;height:3" coordorigin="8825,1330" coordsize="5,3" path="m8830,1330r-5,2l8830,1332r,-2xe" fillcolor="#7f7f7f" stroked="f">
                <v:path arrowok="t"/>
              </v:shape>
            </v:group>
            <v:group id="_x0000_s3299" style="position:absolute;left:8825;top:1330;width:5;height:3" coordorigin="8825,1330" coordsize="5,3">
              <v:shape id="_x0000_s3300" style="position:absolute;left:8825;top:1330;width:5;height:3" coordorigin="8825,1330" coordsize="5,3" path="m8830,1330r-5,l8825,1332r5,-2xe" fillcolor="#7f7f7f" stroked="f">
                <v:path arrowok="t"/>
              </v:shape>
            </v:group>
            <v:group id="_x0000_s3297" style="position:absolute;left:8825;top:1332;width:5;height:2" coordorigin="8825,1332" coordsize="5,2">
              <v:shape id="_x0000_s3298" style="position:absolute;left:8825;top:1332;width:5;height:2" coordorigin="8825,1332" coordsize="5,0" path="m8825,1332r5,e" filled="f" strokecolor="#7f7f7f" strokeweight=".1pt">
                <v:path arrowok="t"/>
              </v:shape>
            </v:group>
            <v:group id="_x0000_s3295" style="position:absolute;left:8825;top:1255;width:77;height:77" coordorigin="8825,1255" coordsize="77,77">
              <v:shape id="_x0000_s3296" style="position:absolute;left:8825;top:1255;width:77;height:77" coordorigin="8825,1255" coordsize="77,77" path="m8825,1255r77,l8902,1260r-3,3l8842,1263r-5,l8837,1265r-3,2l8832,1270r,60l8830,1330r,2l8825,1332r,-77xe" filled="f" strokeweight=".12pt">
                <v:path arrowok="t"/>
              </v:shape>
            </v:group>
            <v:group id="_x0000_s3293" style="position:absolute;left:8825;top:1255;width:77;height:77" coordorigin="8825,1255" coordsize="77,77">
              <v:shape id="_x0000_s3294" style="position:absolute;left:8825;top:1255;width:77;height:77" coordorigin="8825,1255" coordsize="77,77" path="m8902,1255r-77,l8825,1332r2,e" filled="f" strokeweight=".12pt">
                <v:path arrowok="t"/>
              </v:shape>
            </v:group>
            <v:group id="_x0000_s3291" style="position:absolute;left:8827;top:1327;width:5;height:5" coordorigin="8827,1327" coordsize="5,5">
              <v:shape id="_x0000_s3292" style="position:absolute;left:8827;top:1327;width:5;height:5" coordorigin="8827,1327" coordsize="5,5" path="m8827,1332r5,-2l8832,1327e" filled="f" strokeweight=".12pt">
                <v:path arrowok="t"/>
              </v:shape>
            </v:group>
            <v:group id="_x0000_s3289" style="position:absolute;left:8832;top:1272;width:2;height:56" coordorigin="8832,1272" coordsize="2,56">
              <v:shape id="_x0000_s3290" style="position:absolute;left:8832;top:1272;width:2;height:56" coordorigin="8832,1272" coordsize="0,56" path="m8832,1327r,-55e" filled="f" strokeweight=".12pt">
                <v:path arrowok="t"/>
              </v:shape>
            </v:group>
            <v:group id="_x0000_s3287" style="position:absolute;left:8832;top:1263;width:10;height:10" coordorigin="8832,1263" coordsize="10,10">
              <v:shape id="_x0000_s3288" style="position:absolute;left:8832;top:1263;width:10;height:10" coordorigin="8832,1263" coordsize="10,10" path="m8842,1263r-5,l8834,1267r-2,5e" filled="f" strokeweight=".12pt">
                <v:path arrowok="t"/>
              </v:shape>
            </v:group>
            <v:group id="_x0000_s3285" style="position:absolute;left:8900;top:1257;width:3;height:2" coordorigin="8900,1257" coordsize="3,2">
              <v:shape id="_x0000_s3286" style="position:absolute;left:8900;top:1257;width:3;height:2" coordorigin="8900,1257" coordsize="3,0" path="m8900,1257r3,e" filled="f" strokeweight=".12pt">
                <v:path arrowok="t"/>
              </v:shape>
            </v:group>
            <v:group id="_x0000_s3283" style="position:absolute;left:8842;top:1263;width:56;height:2" coordorigin="8842,1263" coordsize="56,2">
              <v:shape id="_x0000_s3284" style="position:absolute;left:8842;top:1263;width:56;height:2" coordorigin="8842,1263" coordsize="56,0" path="m8897,1263r-55,e" filled="f" strokeweight=".12pt">
                <v:path arrowok="t"/>
              </v:shape>
            </v:group>
            <v:group id="_x0000_s3281" style="position:absolute;left:8897;top:1258;width:5;height:5" coordorigin="8897,1258" coordsize="5,5">
              <v:shape id="_x0000_s3282" style="position:absolute;left:8897;top:1258;width:5;height:5" coordorigin="8897,1258" coordsize="5,5" path="m8897,1263r5,-3l8902,1258e" filled="f" strokeweight=".12pt">
                <v:path arrowok="t"/>
              </v:shape>
            </v:group>
            <v:group id="_x0000_s3279" style="position:absolute;left:8716;top:2062;width:202;height:2" coordorigin="8716,2062" coordsize="202,2">
              <v:shape id="_x0000_s3280" style="position:absolute;left:8716;top:2062;width:202;height:2" coordorigin="8716,2062" coordsize="202,0" path="m8716,2062r201,e" filled="f" strokeweight=".94pt">
                <v:path arrowok="t"/>
              </v:shape>
            </v:group>
            <v:group id="_x0000_s3277" style="position:absolute;left:8770;top:2069;width:2;height:173" coordorigin="8770,2069" coordsize="2,173">
              <v:shape id="_x0000_s3278" style="position:absolute;left:8770;top:2069;width:2;height:173" coordorigin="8770,2069" coordsize="0,173" path="m8770,2242r,-173e" filled="f" strokeweight=".12pt">
                <v:path arrowok="t"/>
              </v:shape>
            </v:group>
            <v:group id="_x0000_s3275" style="position:absolute;left:8753;top:2047;width:2;height:195" coordorigin="8753,2047" coordsize="2,195">
              <v:shape id="_x0000_s3276" style="position:absolute;left:8753;top:2047;width:2;height:195" coordorigin="8753,2047" coordsize="0,195" path="m8753,2047r,195e" filled="f" strokeweight=".36pt">
                <v:path arrowok="t"/>
              </v:shape>
            </v:group>
            <v:group id="_x0000_s3273" style="position:absolute;left:8767;top:2199;width:3;height:15" coordorigin="8767,2199" coordsize="3,15">
              <v:shape id="_x0000_s3274" style="position:absolute;left:8767;top:2199;width:3;height:15" coordorigin="8767,2199" coordsize="3,15" path="m8767,2199r3,14e" filled="f" strokeweight=".12pt">
                <v:path arrowok="t"/>
              </v:shape>
            </v:group>
            <v:group id="_x0000_s3271" style="position:absolute;left:8753;top:2199;width:3;height:15" coordorigin="8753,2199" coordsize="3,15">
              <v:shape id="_x0000_s3272" style="position:absolute;left:8753;top:2199;width:3;height:15" coordorigin="8753,2199" coordsize="3,15" path="m8753,2213r2,-14e" filled="f" strokeweight=".12pt">
                <v:path arrowok="t"/>
              </v:shape>
            </v:group>
            <v:group id="_x0000_s3269" style="position:absolute;left:8762;top:2047;width:2;height:166" coordorigin="8762,2047" coordsize="2,166">
              <v:shape id="_x0000_s3270" style="position:absolute;left:8762;top:2047;width:2;height:166" coordorigin="8762,2047" coordsize="0,166" path="m8762,2047r,166e" filled="f" strokeweight=".12pt">
                <v:path arrowok="t"/>
              </v:shape>
            </v:group>
            <v:group id="_x0000_s3267" style="position:absolute;left:8762;top:2206;width:8;height:10" coordorigin="8762,2206" coordsize="8,10">
              <v:shape id="_x0000_s3268" style="position:absolute;left:8762;top:2206;width:8;height:10" coordorigin="8762,2206" coordsize="8,10" path="m8765,2215r5,l8762,2206e" filled="f" strokeweight=".12pt">
                <v:path arrowok="t"/>
              </v:shape>
            </v:group>
            <v:group id="_x0000_s3265" style="position:absolute;left:8752;top:2219;width:20;height:2" coordorigin="8752,2219" coordsize="20,2">
              <v:shape id="_x0000_s3266" style="position:absolute;left:8752;top:2219;width:20;height:2" coordorigin="8752,2219" coordsize="20,0" path="m8752,2219r19,e" filled="f" strokeweight=".08719mm">
                <v:path arrowok="t"/>
              </v:shape>
            </v:group>
            <v:group id="_x0000_s3263" style="position:absolute;left:8758;top:2213;width:3;height:3" coordorigin="8758,2213" coordsize="3,3">
              <v:shape id="_x0000_s3264" style="position:absolute;left:8758;top:2213;width:3;height:3" coordorigin="8758,2213" coordsize="3,3" path="m8758,2215r2,-2e" filled="f" strokeweight=".12pt">
                <v:path arrowok="t"/>
              </v:shape>
            </v:group>
            <v:group id="_x0000_s3261" style="position:absolute;left:8765;top:2206;width:3;height:10" coordorigin="8765,2206" coordsize="3,10">
              <v:shape id="_x0000_s3262" style="position:absolute;left:8765;top:2206;width:3;height:10" coordorigin="8765,2206" coordsize="3,10" path="m8765,2215r2,-9e" filled="f" strokeweight=".12pt">
                <v:path arrowok="t"/>
              </v:shape>
            </v:group>
            <v:group id="_x0000_s3259" style="position:absolute;left:8762;top:2213;width:3;height:3" coordorigin="8762,2213" coordsize="3,3">
              <v:shape id="_x0000_s3260" style="position:absolute;left:8762;top:2213;width:3;height:3" coordorigin="8762,2213" coordsize="3,3" path="m8762,2213r3,2e" filled="f" strokeweight=".12pt">
                <v:path arrowok="t"/>
              </v:shape>
            </v:group>
            <v:group id="_x0000_s3257" style="position:absolute;left:8753;top:2206;width:8;height:10" coordorigin="8753,2206" coordsize="8,10">
              <v:shape id="_x0000_s3258" style="position:absolute;left:8753;top:2206;width:8;height:10" coordorigin="8753,2206" coordsize="8,10" path="m8753,2215r7,-9e" filled="f" strokeweight=".12pt">
                <v:path arrowok="t"/>
              </v:shape>
            </v:group>
            <v:group id="_x0000_s3255" style="position:absolute;left:8755;top:2206;width:5;height:10" coordorigin="8755,2206" coordsize="5,10">
              <v:shape id="_x0000_s3256" style="position:absolute;left:8755;top:2206;width:5;height:10" coordorigin="8755,2206" coordsize="5,10" path="m8760,2215r-5,-9e" filled="f" strokeweight=".12pt">
                <v:path arrowok="t"/>
              </v:shape>
            </v:group>
            <v:group id="_x0000_s3253" style="position:absolute;left:8758;top:2226;width:8;height:2" coordorigin="8758,2226" coordsize="8,2">
              <v:shape id="_x0000_s3254" style="position:absolute;left:8758;top:2226;width:8;height:2" coordorigin="8758,2226" coordsize="8,0" path="m8758,2226r7,e" filled="f" strokeweight=".24pt">
                <v:path arrowok="t"/>
              </v:shape>
            </v:group>
            <v:group id="_x0000_s3251" style="position:absolute;left:8758;top:2203;width:2;height:24" coordorigin="8758,2203" coordsize="2,24">
              <v:shape id="_x0000_s3252" style="position:absolute;left:8758;top:2203;width:2;height:24" coordorigin="8758,2203" coordsize="0,24" path="m8758,2203r,24e" filled="f" strokeweight=".24pt">
                <v:path arrowok="t"/>
              </v:shape>
            </v:group>
            <v:group id="_x0000_s3249" style="position:absolute;left:8753;top:2215;width:8;height:2" coordorigin="8753,2215" coordsize="8,2">
              <v:shape id="_x0000_s3250" style="position:absolute;left:8753;top:2215;width:8;height:2" coordorigin="8753,2215" coordsize="8,0" path="m8760,2215r-7,e" filled="f" strokeweight=".12pt">
                <v:path arrowok="t"/>
              </v:shape>
            </v:group>
            <v:group id="_x0000_s3247" style="position:absolute;left:8755;top:2218;width:2;height:2" coordorigin="8755,2218" coordsize="2,2">
              <v:shape id="_x0000_s3248" style="position:absolute;left:8755;top:2218;width:2;height:2" coordorigin="8755,2218" coordsize="0,0" path="m8755,2218r,e" filled="f" strokeweight=".12pt">
                <v:path arrowok="t"/>
              </v:shape>
            </v:group>
            <v:group id="_x0000_s3245" style="position:absolute;left:8765;top:2195;width:2;height:33" coordorigin="8765,2195" coordsize="2,33">
              <v:shape id="_x0000_s3246" style="position:absolute;left:8765;top:2195;width:2;height:33" coordorigin="8765,2195" coordsize="0,33" path="m8765,2195r,32e" filled="f" strokeweight=".24pt">
                <v:path arrowok="t"/>
              </v:shape>
            </v:group>
            <v:group id="_x0000_s3243" style="position:absolute;left:8767;top:2218;width:2;height:2" coordorigin="8767,2218" coordsize="2,2">
              <v:shape id="_x0000_s3244" style="position:absolute;left:8767;top:2218;width:2;height:2" coordorigin="8767,2218" coordsize="0,0" path="m8767,2218r,e" filled="f" strokeweight=".12pt">
                <v:path arrowok="t"/>
              </v:shape>
            </v:group>
            <v:group id="_x0000_s3241" style="position:absolute;left:8760;top:2208;width:3;height:2" coordorigin="8760,2208" coordsize="3,2">
              <v:shape id="_x0000_s3242" style="position:absolute;left:8760;top:2208;width:3;height:2" coordorigin="8760,2208" coordsize="3,0" path="m8760,2208r2,e" filled="f" strokeweight=".12pt">
                <v:path arrowok="t"/>
              </v:shape>
            </v:group>
            <v:group id="_x0000_s3239" style="position:absolute;left:8755;top:2213;width:2;height:2" coordorigin="8755,2213" coordsize="2,2">
              <v:shape id="_x0000_s3240" style="position:absolute;left:8755;top:2213;width:2;height:2" coordorigin="8755,2213" coordsize="0,0" path="m8755,2213r,e" filled="f" strokeweight=".12pt">
                <v:path arrowok="t"/>
              </v:shape>
            </v:group>
            <v:group id="_x0000_s3237" style="position:absolute;left:8760;top:2213;width:2;height:2" coordorigin="8760,2213" coordsize="2,2">
              <v:shape id="_x0000_s3238" style="position:absolute;left:8760;top:2213;width:2;height:2" coordorigin="8760,2213" coordsize="0,0" path="m8760,2213r,e" filled="f" strokeweight=".12pt">
                <v:path arrowok="t"/>
              </v:shape>
            </v:group>
            <v:group id="_x0000_s3235" style="position:absolute;left:8765;top:2213;width:2;height:2" coordorigin="8765,2213" coordsize="2,2">
              <v:shape id="_x0000_s3236" style="position:absolute;left:8765;top:2213;width:2;height:2" coordorigin="8765,2213" coordsize="0,0" path="m8765,2213r,e" filled="f" strokeweight=".12pt">
                <v:path arrowok="t"/>
              </v:shape>
            </v:group>
            <v:group id="_x0000_s3233" style="position:absolute;left:8770;top:2213;width:2;height:2" coordorigin="8770,2213" coordsize="2,2">
              <v:shape id="_x0000_s3234" style="position:absolute;left:8770;top:2213;width:2;height:2" coordorigin="8770,2213" coordsize="0,0" path="m8770,2213r,e" filled="f" strokeweight=".12pt">
                <v:path arrowok="t"/>
              </v:shape>
            </v:group>
            <v:group id="_x0000_s3231" style="position:absolute;left:8754;top:2185;width:15;height:2" coordorigin="8754,2185" coordsize="15,2">
              <v:shape id="_x0000_s3232" style="position:absolute;left:8754;top:2185;width:15;height:2" coordorigin="8754,2185" coordsize="15,0" path="m8754,2185r14,e" filled="f" strokeweight=".47pt">
                <v:path arrowok="t"/>
              </v:shape>
            </v:group>
            <v:group id="_x0000_s3229" style="position:absolute;left:8760;top:2194;width:3;height:3" coordorigin="8760,2194" coordsize="3,3">
              <v:shape id="_x0000_s3230" style="position:absolute;left:8760;top:2194;width:3;height:3" coordorigin="8760,2194" coordsize="3,3" path="m8762,2194r-2,l8760,2196e" filled="f" strokeweight=".12pt">
                <v:path arrowok="t"/>
              </v:shape>
            </v:group>
            <v:group id="_x0000_s3227" style="position:absolute;left:8754;top:2194;width:3;height:2" coordorigin="8754,2194" coordsize="3,2">
              <v:shape id="_x0000_s3228" style="position:absolute;left:8754;top:2194;width:3;height:2" coordorigin="8754,2194" coordsize="3,0" path="m8754,2194r2,e" filled="f" strokeweight=".09483mm">
                <v:path arrowok="t"/>
              </v:shape>
            </v:group>
            <v:group id="_x0000_s3225" style="position:absolute;left:8765;top:2190;width:4;height:2" coordorigin="8765,2190" coordsize="4,2">
              <v:shape id="_x0000_s3226" style="position:absolute;left:8765;top:2190;width:4;height:2" coordorigin="8765,2190" coordsize="4,0" path="m8765,2190r3,e" filled="f" strokeweight=".22pt">
                <v:path arrowok="t"/>
              </v:shape>
            </v:group>
            <v:group id="_x0000_s3223" style="position:absolute;left:8762;top:2189;width:3;height:2" coordorigin="8762,2189" coordsize="3,2">
              <v:shape id="_x0000_s3224" style="position:absolute;left:8762;top:2189;width:3;height:2" coordorigin="8762,2189" coordsize="3,0" path="m8762,2189r3,e" filled="f" strokeweight=".12pt">
                <v:path arrowok="t"/>
              </v:shape>
            </v:group>
            <v:group id="_x0000_s3221" style="position:absolute;left:8762;top:2189;width:2;height:2" coordorigin="8762,2189" coordsize="2,2">
              <v:shape id="_x0000_s3222" style="position:absolute;left:8762;top:2189;width:2;height:2" coordorigin="8762,2189" coordsize="0,0" path="m8762,2189r,e" filled="f" strokeweight=".12pt">
                <v:path arrowok="t"/>
              </v:shape>
            </v:group>
            <v:group id="_x0000_s3219" style="position:absolute;left:8765;top:2189;width:3;height:2" coordorigin="8765,2189" coordsize="3,2">
              <v:shape id="_x0000_s3220" style="position:absolute;left:8765;top:2189;width:3;height:2" coordorigin="8765,2189" coordsize="3,0" path="m8765,2189r2,e" filled="f" strokeweight=".12pt">
                <v:path arrowok="t"/>
              </v:shape>
            </v:group>
            <v:group id="_x0000_s3217" style="position:absolute;left:8765;top:2189;width:2;height:2" coordorigin="8765,2189" coordsize="2,2">
              <v:shape id="_x0000_s3218" style="position:absolute;left:8765;top:2189;width:2;height:2" coordorigin="8765,2189" coordsize="0,0" path="m8765,2189r,e" filled="f" strokeweight=".12pt">
                <v:path arrowok="t"/>
              </v:shape>
            </v:group>
            <v:group id="_x0000_s3215" style="position:absolute;left:8755;top:2088;width:12;height:2" coordorigin="8755,2088" coordsize="12,2">
              <v:shape id="_x0000_s3216" style="position:absolute;left:8755;top:2088;width:12;height:2" coordorigin="8755,2088" coordsize="12,0" path="m8755,2088r12,e" filled="f" strokeweight=".12pt">
                <v:path arrowok="t"/>
              </v:shape>
            </v:group>
            <v:group id="_x0000_s3213" style="position:absolute;left:8755;top:2184;width:2;height:2" coordorigin="8755,2184" coordsize="2,2">
              <v:shape id="_x0000_s3214" style="position:absolute;left:8755;top:2184;width:2;height:2" coordorigin="8755,2184" coordsize="0,0" path="m8755,2184r,e" filled="f" strokeweight=".12pt">
                <v:path arrowok="t"/>
              </v:shape>
            </v:group>
            <v:group id="_x0000_s3211" style="position:absolute;left:8760;top:2184;width:2;height:2" coordorigin="8760,2184" coordsize="2,2">
              <v:shape id="_x0000_s3212" style="position:absolute;left:8760;top:2184;width:2;height:2" coordorigin="8760,2184" coordsize="0,0" path="m8760,2184r,e" filled="f" strokeweight=".12pt">
                <v:path arrowok="t"/>
              </v:shape>
            </v:group>
            <v:group id="_x0000_s3209" style="position:absolute;left:8765;top:2184;width:2;height:2" coordorigin="8765,2184" coordsize="2,2">
              <v:shape id="_x0000_s3210" style="position:absolute;left:8765;top:2184;width:2;height:2" coordorigin="8765,2184" coordsize="0,0" path="m8765,2184r,e" filled="f" strokeweight=".12pt">
                <v:path arrowok="t"/>
              </v:shape>
            </v:group>
            <v:group id="_x0000_s3207" style="position:absolute;left:8765;top:2187;width:2;height:2" coordorigin="8765,2187" coordsize="2,2">
              <v:shape id="_x0000_s3208" style="position:absolute;left:8765;top:2187;width:2;height:2" coordorigin="8765,2187" coordsize="0,0" path="m8765,2187r,e" filled="f" strokeweight=".12pt">
                <v:path arrowok="t"/>
              </v:shape>
            </v:group>
            <v:group id="_x0000_s3205" style="position:absolute;left:8766;top:2183;width:3;height:2" coordorigin="8766,2183" coordsize="3,2">
              <v:shape id="_x0000_s3206" style="position:absolute;left:8766;top:2183;width:3;height:2" coordorigin="8766,2183" coordsize="3,0" path="m8766,2183r2,e" filled="f" strokeweight=".12pt">
                <v:path arrowok="t"/>
              </v:shape>
            </v:group>
            <v:group id="_x0000_s3203" style="position:absolute;left:8767;top:2184;width:2;height:2" coordorigin="8767,2184" coordsize="2,2">
              <v:shape id="_x0000_s3204" style="position:absolute;left:8767;top:2184;width:2;height:2" coordorigin="8767,2184" coordsize="0,0" path="m8767,2184r,e" filled="f" strokeweight=".12pt">
                <v:path arrowok="t"/>
              </v:shape>
            </v:group>
            <v:group id="_x0000_s3201" style="position:absolute;left:8754;top:2074;width:15;height:2" coordorigin="8754,2074" coordsize="15,2">
              <v:shape id="_x0000_s3202" style="position:absolute;left:8754;top:2074;width:15;height:2" coordorigin="8754,2074" coordsize="15,0" path="m8754,2074r14,e" filled="f" strokeweight=".04486mm">
                <v:path arrowok="t"/>
              </v:shape>
            </v:group>
            <v:group id="_x0000_s3199" style="position:absolute;left:8750;top:2055;width:24;height:2" coordorigin="8750,2055" coordsize="24,2">
              <v:shape id="_x0000_s3200" style="position:absolute;left:8750;top:2055;width:24;height:2" coordorigin="8750,2055" coordsize="24,0" path="m8750,2055r24,e" filled="f" strokeweight=".12pt">
                <v:path arrowok="t"/>
              </v:shape>
            </v:group>
            <v:group id="_x0000_s3197" style="position:absolute;left:8750;top:2055;width:2;height:2" coordorigin="8750,2055" coordsize="2,2">
              <v:shape id="_x0000_s3198" style="position:absolute;left:8750;top:2055;width:2;height:2" coordorigin="8750,2055" coordsize="0,0" path="m8750,2055r,e" filled="f" strokeweight=".12pt">
                <v:path arrowok="t"/>
              </v:shape>
            </v:group>
            <v:group id="_x0000_s3195" style="position:absolute;left:8770;top:2047;width:3;height:2" coordorigin="8770,2047" coordsize="3,2">
              <v:shape id="_x0000_s3196" style="position:absolute;left:8770;top:2047;width:3;height:2" coordorigin="8770,2047" coordsize="3,0" path="m8772,2047r-2,e" filled="f" strokeweight=".12pt">
                <v:path arrowok="t"/>
              </v:shape>
            </v:group>
            <v:group id="_x0000_s3193" style="position:absolute;left:8767;top:2047;width:3;height:2" coordorigin="8767,2047" coordsize="3,2">
              <v:shape id="_x0000_s3194" style="position:absolute;left:8767;top:2047;width:3;height:2" coordorigin="8767,2047" coordsize="3,0" path="m8770,2047r-3,e" filled="f" strokeweight=".12pt">
                <v:path arrowok="t"/>
              </v:shape>
            </v:group>
            <v:group id="_x0000_s3191" style="position:absolute;left:8750;top:2047;width:3;height:2" coordorigin="8750,2047" coordsize="3,2">
              <v:shape id="_x0000_s3192" style="position:absolute;left:8750;top:2047;width:3;height:2" coordorigin="8750,2047" coordsize="3,0" path="m8750,2047r3,e" filled="f" strokeweight=".12pt">
                <v:path arrowok="t"/>
              </v:shape>
            </v:group>
            <v:group id="_x0000_s3189" style="position:absolute;left:8753;top:2047;width:3;height:2" coordorigin="8753,2047" coordsize="3,2">
              <v:shape id="_x0000_s3190" style="position:absolute;left:8753;top:2047;width:3;height:2" coordorigin="8753,2047" coordsize="3,0" path="m8755,2047r-2,e" filled="f" strokeweight=".12pt">
                <v:path arrowok="t"/>
              </v:shape>
            </v:group>
            <v:group id="_x0000_s3187" style="position:absolute;left:8753;top:2047;width:17;height:2" coordorigin="8753,2047" coordsize="17,2">
              <v:shape id="_x0000_s3188" style="position:absolute;left:8753;top:2047;width:17;height:2" coordorigin="8753,2047" coordsize="17,0" path="m8753,2047r17,e" filled="f" strokeweight=".12pt">
                <v:path arrowok="t"/>
              </v:shape>
            </v:group>
            <v:group id="_x0000_s3185" style="position:absolute;left:8767;top:2047;width:2;height:41" coordorigin="8767,2047" coordsize="2,41">
              <v:shape id="_x0000_s3186" style="position:absolute;left:8767;top:2047;width:2;height:41" coordorigin="8767,2047" coordsize="0,41" path="m8767,2047r,41e" filled="f" strokeweight=".12pt">
                <v:path arrowok="t"/>
              </v:shape>
            </v:group>
            <v:group id="_x0000_s3183" style="position:absolute;left:8772;top:2047;width:2;height:8" coordorigin="8772,2047" coordsize="2,8">
              <v:shape id="_x0000_s3184" style="position:absolute;left:8772;top:2047;width:2;height:8" coordorigin="8772,2047" coordsize="0,8" path="m8772,2055r,-8e" filled="f" strokeweight=".12pt">
                <v:path arrowok="t"/>
              </v:shape>
            </v:group>
            <v:group id="_x0000_s3181" style="position:absolute;left:8755;top:2074;width:2;height:15" coordorigin="8755,2074" coordsize="2,15">
              <v:shape id="_x0000_s3182" style="position:absolute;left:8755;top:2074;width:2;height:15" coordorigin="8755,2074" coordsize="0,15" path="m8755,2074r,14e" filled="f" strokeweight=".12pt">
                <v:path arrowok="t"/>
              </v:shape>
            </v:group>
            <v:group id="_x0000_s3179" style="position:absolute;left:8774;top:2055;width:2;height:2" coordorigin="8774,2055" coordsize="2,2">
              <v:shape id="_x0000_s3180" style="position:absolute;left:8774;top:2055;width:2;height:2" coordorigin="8774,2055" coordsize="0,0" path="m8774,2055r,e" filled="f" strokeweight=".12pt">
                <v:path arrowok="t"/>
              </v:shape>
            </v:group>
            <v:group id="_x0000_s3177" style="position:absolute;left:8872;top:2047;width:2;height:195" coordorigin="8872,2047" coordsize="2,195">
              <v:shape id="_x0000_s3178" style="position:absolute;left:8872;top:2047;width:2;height:195" coordorigin="8872,2047" coordsize="0,195" path="m8872,2047r,195e" filled="f" strokeweight=".72pt">
                <v:path arrowok="t"/>
              </v:shape>
            </v:group>
            <v:group id="_x0000_s3175" style="position:absolute;left:8863;top:2047;width:2;height:195" coordorigin="8863,2047" coordsize="2,195">
              <v:shape id="_x0000_s3176" style="position:absolute;left:8863;top:2047;width:2;height:195" coordorigin="8863,2047" coordsize="0,195" path="m8863,2047r,195e" filled="f" strokeweight=".36pt">
                <v:path arrowok="t"/>
              </v:shape>
            </v:group>
            <v:group id="_x0000_s3173" style="position:absolute;left:8878;top:2199;width:3;height:15" coordorigin="8878,2199" coordsize="3,15">
              <v:shape id="_x0000_s3174" style="position:absolute;left:8878;top:2199;width:3;height:15" coordorigin="8878,2199" coordsize="3,15" path="m8878,2199r2,14e" filled="f" strokeweight=".12pt">
                <v:path arrowok="t"/>
              </v:shape>
            </v:group>
            <v:group id="_x0000_s3171" style="position:absolute;left:8863;top:2199;width:3;height:15" coordorigin="8863,2199" coordsize="3,15">
              <v:shape id="_x0000_s3172" style="position:absolute;left:8863;top:2199;width:3;height:15" coordorigin="8863,2199" coordsize="3,15" path="m8863,2213r3,-14e" filled="f" strokeweight=".12pt">
                <v:path arrowok="t"/>
              </v:shape>
            </v:group>
            <v:group id="_x0000_s3169" style="position:absolute;left:8873;top:2194;width:2;height:20" coordorigin="8873,2194" coordsize="2,20">
              <v:shape id="_x0000_s3170" style="position:absolute;left:8873;top:2194;width:2;height:20" coordorigin="8873,2194" coordsize="0,20" path="m8873,2194r,19e" filled="f" strokeweight=".12pt">
                <v:path arrowok="t"/>
              </v:shape>
            </v:group>
            <v:group id="_x0000_s3167" style="position:absolute;left:8870;top:2196;width:2;height:17" coordorigin="8870,2196" coordsize="2,17">
              <v:shape id="_x0000_s3168" style="position:absolute;left:8870;top:2196;width:2;height:17" coordorigin="8870,2196" coordsize="0,17" path="m8870,2213r,-17e" filled="f" strokeweight=".12pt">
                <v:path arrowok="t"/>
              </v:shape>
            </v:group>
            <v:group id="_x0000_s3165" style="position:absolute;left:8873;top:2206;width:8;height:10" coordorigin="8873,2206" coordsize="8,10">
              <v:shape id="_x0000_s3166" style="position:absolute;left:8873;top:2206;width:8;height:10" coordorigin="8873,2206" coordsize="8,10" path="m8875,2215r5,l8873,2206e" filled="f" strokeweight=".12pt">
                <v:path arrowok="t"/>
              </v:shape>
            </v:group>
            <v:group id="_x0000_s3163" style="position:absolute;left:8862;top:2219;width:20;height:2" coordorigin="8862,2219" coordsize="20,2">
              <v:shape id="_x0000_s3164" style="position:absolute;left:8862;top:2219;width:20;height:2" coordorigin="8862,2219" coordsize="20,0" path="m8862,2219r19,e" filled="f" strokeweight=".08719mm">
                <v:path arrowok="t"/>
              </v:shape>
            </v:group>
            <v:group id="_x0000_s3161" style="position:absolute;left:8868;top:2213;width:3;height:3" coordorigin="8868,2213" coordsize="3,3">
              <v:shape id="_x0000_s3162" style="position:absolute;left:8868;top:2213;width:3;height:3" coordorigin="8868,2213" coordsize="3,3" path="m8868,2215r2,-2e" filled="f" strokeweight=".12pt">
                <v:path arrowok="t"/>
              </v:shape>
            </v:group>
            <v:group id="_x0000_s3159" style="position:absolute;left:8875;top:2206;width:3;height:10" coordorigin="8875,2206" coordsize="3,10">
              <v:shape id="_x0000_s3160" style="position:absolute;left:8875;top:2206;width:3;height:10" coordorigin="8875,2206" coordsize="3,10" path="m8875,2215r3,-9e" filled="f" strokeweight=".12pt">
                <v:path arrowok="t"/>
              </v:shape>
            </v:group>
            <v:group id="_x0000_s3157" style="position:absolute;left:8873;top:2213;width:3;height:3" coordorigin="8873,2213" coordsize="3,3">
              <v:shape id="_x0000_s3158" style="position:absolute;left:8873;top:2213;width:3;height:3" coordorigin="8873,2213" coordsize="3,3" path="m8873,2213r2,2e" filled="f" strokeweight=".12pt">
                <v:path arrowok="t"/>
              </v:shape>
            </v:group>
            <v:group id="_x0000_s3155" style="position:absolute;left:8863;top:2206;width:8;height:10" coordorigin="8863,2206" coordsize="8,10">
              <v:shape id="_x0000_s3156" style="position:absolute;left:8863;top:2206;width:8;height:10" coordorigin="8863,2206" coordsize="8,10" path="m8863,2215r7,-9e" filled="f" strokeweight=".12pt">
                <v:path arrowok="t"/>
              </v:shape>
            </v:group>
            <v:group id="_x0000_s3153" style="position:absolute;left:8866;top:2206;width:5;height:10" coordorigin="8866,2206" coordsize="5,10">
              <v:shape id="_x0000_s3154" style="position:absolute;left:8866;top:2206;width:5;height:10" coordorigin="8866,2206" coordsize="5,10" path="m8870,2215r-4,-9e" filled="f" strokeweight=".12pt">
                <v:path arrowok="t"/>
              </v:shape>
            </v:group>
            <v:group id="_x0000_s3151" style="position:absolute;left:8868;top:2226;width:8;height:2" coordorigin="8868,2226" coordsize="8,2">
              <v:shape id="_x0000_s3152" style="position:absolute;left:8868;top:2226;width:8;height:2" coordorigin="8868,2226" coordsize="8,0" path="m8868,2226r7,e" filled="f" strokeweight=".24pt">
                <v:path arrowok="t"/>
              </v:shape>
            </v:group>
            <v:group id="_x0000_s3149" style="position:absolute;left:8868;top:2203;width:2;height:24" coordorigin="8868,2203" coordsize="2,24">
              <v:shape id="_x0000_s3150" style="position:absolute;left:8868;top:2203;width:2;height:24" coordorigin="8868,2203" coordsize="0,24" path="m8868,2203r,24e" filled="f" strokeweight=".24pt">
                <v:path arrowok="t"/>
              </v:shape>
            </v:group>
            <v:group id="_x0000_s3147" style="position:absolute;left:8863;top:2215;width:8;height:2" coordorigin="8863,2215" coordsize="8,2">
              <v:shape id="_x0000_s3148" style="position:absolute;left:8863;top:2215;width:8;height:2" coordorigin="8863,2215" coordsize="8,0" path="m8870,2215r-7,e" filled="f" strokeweight=".12pt">
                <v:path arrowok="t"/>
              </v:shape>
            </v:group>
            <v:group id="_x0000_s3145" style="position:absolute;left:8866;top:2218;width:2;height:2" coordorigin="8866,2218" coordsize="2,2">
              <v:shape id="_x0000_s3146" style="position:absolute;left:8866;top:2218;width:2;height:2" coordorigin="8866,2218" coordsize="0,0" path="m8866,2218r,e" filled="f" strokeweight=".12pt">
                <v:path arrowok="t"/>
              </v:shape>
            </v:group>
            <v:group id="_x0000_s3143" style="position:absolute;left:8875;top:2203;width:2;height:24" coordorigin="8875,2203" coordsize="2,24">
              <v:shape id="_x0000_s3144" style="position:absolute;left:8875;top:2203;width:2;height:24" coordorigin="8875,2203" coordsize="0,24" path="m8875,2203r,24e" filled="f" strokeweight=".24pt">
                <v:path arrowok="t"/>
              </v:shape>
            </v:group>
            <v:group id="_x0000_s3141" style="position:absolute;left:8878;top:2218;width:2;height:2" coordorigin="8878,2218" coordsize="2,2">
              <v:shape id="_x0000_s3142" style="position:absolute;left:8878;top:2218;width:2;height:2" coordorigin="8878,2218" coordsize="0,0" path="m8878,2218r,e" filled="f" strokeweight=".12pt">
                <v:path arrowok="t"/>
              </v:shape>
            </v:group>
            <v:group id="_x0000_s3139" style="position:absolute;left:8870;top:2208;width:3;height:2" coordorigin="8870,2208" coordsize="3,2">
              <v:shape id="_x0000_s3140" style="position:absolute;left:8870;top:2208;width:3;height:2" coordorigin="8870,2208" coordsize="3,0" path="m8870,2208r3,e" filled="f" strokeweight=".12pt">
                <v:path arrowok="t"/>
              </v:shape>
            </v:group>
            <v:group id="_x0000_s3137" style="position:absolute;left:8863;top:2213;width:2;height:2" coordorigin="8863,2213" coordsize="2,2">
              <v:shape id="_x0000_s3138" style="position:absolute;left:8863;top:2213;width:2;height:2" coordorigin="8863,2213" coordsize="0,0" path="m8863,2213r,e" filled="f" strokeweight=".12pt">
                <v:path arrowok="t"/>
              </v:shape>
            </v:group>
            <v:group id="_x0000_s3135" style="position:absolute;left:8870;top:2213;width:2;height:2" coordorigin="8870,2213" coordsize="2,2">
              <v:shape id="_x0000_s3136" style="position:absolute;left:8870;top:2213;width:2;height:2" coordorigin="8870,2213" coordsize="0,0" path="m8870,2213r,e" filled="f" strokeweight=".12pt">
                <v:path arrowok="t"/>
              </v:shape>
            </v:group>
            <v:group id="_x0000_s3133" style="position:absolute;left:8873;top:2213;width:2;height:2" coordorigin="8873,2213" coordsize="2,2">
              <v:shape id="_x0000_s3134" style="position:absolute;left:8873;top:2213;width:2;height:2" coordorigin="8873,2213" coordsize="0,0" path="m8873,2213r,e" filled="f" strokeweight=".12pt">
                <v:path arrowok="t"/>
              </v:shape>
            </v:group>
            <v:group id="_x0000_s3131" style="position:absolute;left:8880;top:2213;width:2;height:2" coordorigin="8880,2213" coordsize="2,2">
              <v:shape id="_x0000_s3132" style="position:absolute;left:8880;top:2213;width:2;height:2" coordorigin="8880,2213" coordsize="0,0" path="m8880,2213r,e" filled="f" strokeweight=".12pt">
                <v:path arrowok="t"/>
              </v:shape>
            </v:group>
            <v:group id="_x0000_s3129" style="position:absolute;left:8864;top:2184;width:15;height:2" coordorigin="8864,2184" coordsize="15,2">
              <v:shape id="_x0000_s3130" style="position:absolute;left:8864;top:2184;width:15;height:2" coordorigin="8864,2184" coordsize="15,0" path="m8864,2184r15,e" filled="f" strokeweight=".1295mm">
                <v:path arrowok="t"/>
              </v:shape>
            </v:group>
            <v:group id="_x0000_s3127" style="position:absolute;left:8870;top:2194;width:3;height:3" coordorigin="8870,2194" coordsize="3,3">
              <v:shape id="_x0000_s3128" style="position:absolute;left:8870;top:2194;width:3;height:3" coordorigin="8870,2194" coordsize="3,3" path="m8873,2194r-3,l8870,2196e" filled="f" strokeweight=".12pt">
                <v:path arrowok="t"/>
              </v:shape>
            </v:group>
            <v:group id="_x0000_s3125" style="position:absolute;left:8864;top:2194;width:3;height:2" coordorigin="8864,2194" coordsize="3,2">
              <v:shape id="_x0000_s3126" style="position:absolute;left:8864;top:2194;width:3;height:2" coordorigin="8864,2194" coordsize="3,0" path="m8864,2194r3,e" filled="f" strokeweight=".09483mm">
                <v:path arrowok="t"/>
              </v:shape>
            </v:group>
            <v:group id="_x0000_s3123" style="position:absolute;left:8876;top:2194;width:3;height:2" coordorigin="8876,2194" coordsize="3,2">
              <v:shape id="_x0000_s3124" style="position:absolute;left:8876;top:2194;width:3;height:2" coordorigin="8876,2194" coordsize="3,0" path="m8876,2194r3,e" filled="f" strokeweight=".09483mm">
                <v:path arrowok="t"/>
              </v:shape>
            </v:group>
            <v:group id="_x0000_s3121" style="position:absolute;left:8100;top:2070;width:881;height:2" coordorigin="8100,2070" coordsize="881,2">
              <v:shape id="_x0000_s3122" style="position:absolute;left:8100;top:2070;width:881;height:2" coordorigin="8100,2070" coordsize="881,0" path="m8100,2070r881,e" filled="f" strokeweight=".24pt">
                <v:path arrowok="t"/>
              </v:shape>
            </v:group>
            <v:group id="_x0000_s3119" style="position:absolute;left:8875;top:2189;width:2;height:2" coordorigin="8875,2189" coordsize="2,2">
              <v:shape id="_x0000_s3120" style="position:absolute;left:8875;top:2189;width:2;height:2" coordorigin="8875,2189" coordsize="0,0" path="m8875,2189r,e" filled="f" strokeweight=".12pt">
                <v:path arrowok="t"/>
              </v:shape>
            </v:group>
            <v:group id="_x0000_s3117" style="position:absolute;left:8873;top:2189;width:3;height:2" coordorigin="8873,2189" coordsize="3,2">
              <v:shape id="_x0000_s3118" style="position:absolute;left:8873;top:2189;width:3;height:2" coordorigin="8873,2189" coordsize="3,0" path="m8873,2189r2,e" filled="f" strokeweight=".12pt">
                <v:path arrowok="t"/>
              </v:shape>
            </v:group>
            <v:group id="_x0000_s3115" style="position:absolute;left:8873;top:2189;width:2;height:2" coordorigin="8873,2189" coordsize="2,2">
              <v:shape id="_x0000_s3116" style="position:absolute;left:8873;top:2189;width:2;height:2" coordorigin="8873,2189" coordsize="0,0" path="m8873,2189r,e" filled="f" strokeweight=".12pt">
                <v:path arrowok="t"/>
              </v:shape>
            </v:group>
            <v:group id="_x0000_s3113" style="position:absolute;left:8875;top:2189;width:3;height:2" coordorigin="8875,2189" coordsize="3,2">
              <v:shape id="_x0000_s3114" style="position:absolute;left:8875;top:2189;width:3;height:2" coordorigin="8875,2189" coordsize="3,0" path="m8875,2189r3,e" filled="f" strokeweight=".12pt">
                <v:path arrowok="t"/>
              </v:shape>
            </v:group>
            <v:group id="_x0000_s3111" style="position:absolute;left:8875;top:2189;width:2;height:2" coordorigin="8875,2189" coordsize="2,2">
              <v:shape id="_x0000_s3112" style="position:absolute;left:8875;top:2189;width:2;height:2" coordorigin="8875,2189" coordsize="0,0" path="m8875,2189r,e" filled="f" strokeweight=".12pt">
                <v:path arrowok="t"/>
              </v:shape>
            </v:group>
            <v:group id="_x0000_s3109" style="position:absolute;left:8866;top:2088;width:12;height:2" coordorigin="8866,2088" coordsize="12,2">
              <v:shape id="_x0000_s3110" style="position:absolute;left:8866;top:2088;width:12;height:2" coordorigin="8866,2088" coordsize="12,0" path="m8866,2088r12,e" filled="f" strokeweight=".12pt">
                <v:path arrowok="t"/>
              </v:shape>
            </v:group>
            <v:group id="_x0000_s3107" style="position:absolute;left:8866;top:2184;width:2;height:2" coordorigin="8866,2184" coordsize="2,2">
              <v:shape id="_x0000_s3108" style="position:absolute;left:8866;top:2184;width:2;height:2" coordorigin="8866,2184" coordsize="0,0" path="m8866,2184r,e" filled="f" strokeweight=".12pt">
                <v:path arrowok="t"/>
              </v:shape>
            </v:group>
            <v:group id="_x0000_s3105" style="position:absolute;left:8870;top:2184;width:2;height:2" coordorigin="8870,2184" coordsize="2,2">
              <v:shape id="_x0000_s3106" style="position:absolute;left:8870;top:2184;width:2;height:2" coordorigin="8870,2184" coordsize="0,0" path="m8870,2184r,e" filled="f" strokeweight=".12pt">
                <v:path arrowok="t"/>
              </v:shape>
            </v:group>
            <v:group id="_x0000_s3103" style="position:absolute;left:8870;top:2187;width:2;height:2" coordorigin="8870,2187" coordsize="2,2">
              <v:shape id="_x0000_s3104" style="position:absolute;left:8870;top:2187;width:2;height:2" coordorigin="8870,2187" coordsize="0,0" path="m8870,2187r,e" filled="f" strokeweight=".12pt">
                <v:path arrowok="t"/>
              </v:shape>
            </v:group>
            <v:group id="_x0000_s3101" style="position:absolute;left:8875;top:2184;width:2;height:2" coordorigin="8875,2184" coordsize="2,2">
              <v:shape id="_x0000_s3102" style="position:absolute;left:8875;top:2184;width:2;height:2" coordorigin="8875,2184" coordsize="0,0" path="m8875,2184r,e" filled="f" strokeweight=".12pt">
                <v:path arrowok="t"/>
              </v:shape>
            </v:group>
            <v:group id="_x0000_s3099" style="position:absolute;left:8875;top:2187;width:2;height:2" coordorigin="8875,2187" coordsize="2,2">
              <v:shape id="_x0000_s3100" style="position:absolute;left:8875;top:2187;width:2;height:2" coordorigin="8875,2187" coordsize="0,0" path="m8875,2187r,e" filled="f" strokeweight=".12pt">
                <v:path arrowok="t"/>
              </v:shape>
            </v:group>
            <v:group id="_x0000_s3097" style="position:absolute;left:8878;top:2184;width:2;height:2" coordorigin="8878,2184" coordsize="2,2">
              <v:shape id="_x0000_s3098" style="position:absolute;left:8878;top:2184;width:2;height:2" coordorigin="8878,2184" coordsize="0,0" path="m8878,2184r,e" filled="f" strokeweight=".12pt">
                <v:path arrowok="t"/>
              </v:shape>
            </v:group>
            <v:group id="_x0000_s3095" style="position:absolute;left:8864;top:2074;width:15;height:2" coordorigin="8864,2074" coordsize="15,2">
              <v:shape id="_x0000_s3096" style="position:absolute;left:8864;top:2074;width:15;height:2" coordorigin="8864,2074" coordsize="15,0" path="m8864,2074r15,e" filled="f" strokeweight=".04486mm">
                <v:path arrowok="t"/>
              </v:shape>
            </v:group>
            <v:group id="_x0000_s3093" style="position:absolute;left:8861;top:2055;width:22;height:2" coordorigin="8861,2055" coordsize="22,2">
              <v:shape id="_x0000_s3094" style="position:absolute;left:8861;top:2055;width:22;height:2" coordorigin="8861,2055" coordsize="22,0" path="m8861,2055r21,e" filled="f" strokeweight=".12pt">
                <v:path arrowok="t"/>
              </v:shape>
            </v:group>
            <v:group id="_x0000_s3091" style="position:absolute;left:8861;top:2055;width:2;height:2" coordorigin="8861,2055" coordsize="2,2">
              <v:shape id="_x0000_s3092" style="position:absolute;left:8861;top:2055;width:2;height:2" coordorigin="8861,2055" coordsize="0,0" path="m8861,2055r,e" filled="f" strokeweight=".12pt">
                <v:path arrowok="t"/>
              </v:shape>
            </v:group>
            <v:group id="_x0000_s3089" style="position:absolute;left:8880;top:2047;width:3;height:2" coordorigin="8880,2047" coordsize="3,2">
              <v:shape id="_x0000_s3090" style="position:absolute;left:8880;top:2047;width:3;height:2" coordorigin="8880,2047" coordsize="3,0" path="m8882,2047r-2,e" filled="f" strokeweight=".12pt">
                <v:path arrowok="t"/>
              </v:shape>
            </v:group>
            <v:group id="_x0000_s3087" style="position:absolute;left:8878;top:2047;width:3;height:2" coordorigin="8878,2047" coordsize="3,2">
              <v:shape id="_x0000_s3088" style="position:absolute;left:8878;top:2047;width:3;height:2" coordorigin="8878,2047" coordsize="3,0" path="m8880,2047r-2,e" filled="f" strokeweight=".12pt">
                <v:path arrowok="t"/>
              </v:shape>
            </v:group>
            <v:group id="_x0000_s3085" style="position:absolute;left:8861;top:2047;width:3;height:2" coordorigin="8861,2047" coordsize="3,2">
              <v:shape id="_x0000_s3086" style="position:absolute;left:8861;top:2047;width:3;height:2" coordorigin="8861,2047" coordsize="3,0" path="m8861,2047r2,e" filled="f" strokeweight=".12pt">
                <v:path arrowok="t"/>
              </v:shape>
            </v:group>
            <v:group id="_x0000_s3083" style="position:absolute;left:8863;top:2047;width:3;height:2" coordorigin="8863,2047" coordsize="3,2">
              <v:shape id="_x0000_s3084" style="position:absolute;left:8863;top:2047;width:3;height:2" coordorigin="8863,2047" coordsize="3,0" path="m8866,2047r-3,e" filled="f" strokeweight=".12pt">
                <v:path arrowok="t"/>
              </v:shape>
            </v:group>
            <v:group id="_x0000_s3081" style="position:absolute;left:8863;top:2047;width:17;height:2" coordorigin="8863,2047" coordsize="17,2">
              <v:shape id="_x0000_s3082" style="position:absolute;left:8863;top:2047;width:17;height:2" coordorigin="8863,2047" coordsize="17,0" path="m8863,2047r17,e" filled="f" strokeweight=".12pt">
                <v:path arrowok="t"/>
              </v:shape>
            </v:group>
            <v:group id="_x0000_s3079" style="position:absolute;left:8878;top:2047;width:2;height:41" coordorigin="8878,2047" coordsize="2,41">
              <v:shape id="_x0000_s3080" style="position:absolute;left:8878;top:2047;width:2;height:41" coordorigin="8878,2047" coordsize="0,41" path="m8878,2047r,41e" filled="f" strokeweight=".12pt">
                <v:path arrowok="t"/>
              </v:shape>
            </v:group>
            <v:group id="_x0000_s3077" style="position:absolute;left:8882;top:2047;width:2;height:8" coordorigin="8882,2047" coordsize="2,8">
              <v:shape id="_x0000_s3078" style="position:absolute;left:8882;top:2047;width:2;height:8" coordorigin="8882,2047" coordsize="0,8" path="m8882,2055r,-8e" filled="f" strokeweight=".12pt">
                <v:path arrowok="t"/>
              </v:shape>
            </v:group>
            <v:group id="_x0000_s3075" style="position:absolute;left:8866;top:2074;width:2;height:15" coordorigin="8866,2074" coordsize="2,15">
              <v:shape id="_x0000_s3076" style="position:absolute;left:8866;top:2074;width:2;height:15" coordorigin="8866,2074" coordsize="0,15" path="m8866,2074r,14e" filled="f" strokeweight=".12pt">
                <v:path arrowok="t"/>
              </v:shape>
            </v:group>
            <v:group id="_x0000_s3073" style="position:absolute;left:8882;top:2055;width:2;height:2" coordorigin="8882,2055" coordsize="2,2">
              <v:shape id="_x0000_s3074" style="position:absolute;left:8882;top:2055;width:2;height:2" coordorigin="8882,2055" coordsize="0,0" path="m8882,2055r,e" filled="f" strokeweight=".12pt">
                <v:path arrowok="t"/>
              </v:shape>
            </v:group>
            <v:group id="_x0000_s2047" style="position:absolute;left:8755;top:2242;width:15;height:2" coordorigin="8755,2242" coordsize="15,2">
              <v:shape id="_x0000_s3072" style="position:absolute;left:8755;top:2242;width:15;height:2" coordorigin="8755,2242" coordsize="15,0" path="m8755,2242r15,e" filled="f" strokeweight=".12pt">
                <v:path arrowok="t"/>
              </v:shape>
            </v:group>
            <v:group id="_x0000_s2045" style="position:absolute;left:8866;top:2242;width:12;height:2" coordorigin="8866,2242" coordsize="12,2">
              <v:shape id="_x0000_s2046" style="position:absolute;left:8866;top:2242;width:12;height:2" coordorigin="8866,2242" coordsize="12,0" path="m8866,2242r12,e" filled="f" strokeweight=".12pt">
                <v:path arrowok="t"/>
              </v:shape>
            </v:group>
            <v:group id="_x0000_s2043" style="position:absolute;left:4030;top:4930;width:2;height:75" coordorigin="4030,4930" coordsize="2,75">
              <v:shape id="_x0000_s2044" style="position:absolute;left:4030;top:4930;width:2;height:75" coordorigin="4030,4930" coordsize="0,75" path="m4030,4930r,74e" filled="f" strokeweight=".12pt">
                <v:path arrowok="t"/>
              </v:shape>
            </v:group>
            <v:group id="_x0000_s2041" style="position:absolute;left:2897;top:747;width:77;height:2" coordorigin="2897,747" coordsize="77,2">
              <v:shape id="_x0000_s2042" style="position:absolute;left:2897;top:747;width:77;height:2" coordorigin="2897,747" coordsize="77,0" path="m2897,747r77,e" filled="f" strokeweight=".12pt">
                <v:path arrowok="t"/>
              </v:shape>
            </v:group>
            <v:group id="_x0000_s2039" style="position:absolute;left:2983;top:756;width:2;height:1179" coordorigin="2983,756" coordsize="2,1179">
              <v:shape id="_x0000_s2040" style="position:absolute;left:2983;top:756;width:2;height:1179" coordorigin="2983,756" coordsize="0,1179" path="m2983,756r,1179e" filled="f" strokeweight=".12pt">
                <v:path arrowok="t"/>
              </v:shape>
            </v:group>
            <v:group id="_x0000_s2037" style="position:absolute;left:2904;top:744;width:89;height:2" coordorigin="2904,744" coordsize="89,2">
              <v:shape id="_x0000_s2038" style="position:absolute;left:2904;top:744;width:89;height:2" coordorigin="2904,744" coordsize="89,0" path="m2904,744r89,e" filled="f" strokecolor="#7f7f7f" strokeweight=".35pt">
                <v:path arrowok="t"/>
              </v:shape>
            </v:group>
            <v:group id="_x0000_s2035" style="position:absolute;left:2909;top:747;width:84;height:2" coordorigin="2909,747" coordsize="84,2">
              <v:shape id="_x0000_s2036" style="position:absolute;left:2909;top:747;width:84;height:2" coordorigin="2909,747" coordsize="84,0" path="m2909,747r84,e" filled="f" strokecolor="#7f7f7f" strokeweight=".1pt">
                <v:path arrowok="t"/>
              </v:shape>
            </v:group>
            <v:group id="_x0000_s2033" style="position:absolute;left:2978;top:747;width:15;height:3" coordorigin="2978,747" coordsize="15,3">
              <v:shape id="_x0000_s2034" style="position:absolute;left:2978;top:747;width:15;height:3" coordorigin="2978,747" coordsize="15,3" path="m2978,747r3,2l2993,749r-15,-2xe" fillcolor="#7f7f7f" stroked="f">
                <v:path arrowok="t"/>
              </v:shape>
            </v:group>
            <v:group id="_x0000_s2031" style="position:absolute;left:2978;top:747;width:15;height:3" coordorigin="2978,747" coordsize="15,3">
              <v:shape id="_x0000_s2032" style="position:absolute;left:2978;top:747;width:15;height:3" coordorigin="2978,747" coordsize="15,3" path="m2993,747r-15,l2993,749r,-2xe" fillcolor="#7f7f7f" stroked="f">
                <v:path arrowok="t"/>
              </v:shape>
            </v:group>
            <v:group id="_x0000_s2029" style="position:absolute;left:2981;top:749;width:12;height:3" coordorigin="2981,749" coordsize="12,3">
              <v:shape id="_x0000_s2030" style="position:absolute;left:2981;top:749;width:12;height:3" coordorigin="2981,749" coordsize="12,3" path="m2981,749r2,2l2993,751r-12,-2xe" fillcolor="#7f7f7f" stroked="f">
                <v:path arrowok="t"/>
              </v:shape>
            </v:group>
            <v:group id="_x0000_s2027" style="position:absolute;left:2981;top:749;width:12;height:3" coordorigin="2981,749" coordsize="12,3">
              <v:shape id="_x0000_s2028" style="position:absolute;left:2981;top:749;width:12;height:3" coordorigin="2981,749" coordsize="12,3" path="m2993,749r-12,l2993,751r,-2xe" fillcolor="#7f7f7f" stroked="f">
                <v:path arrowok="t"/>
              </v:shape>
            </v:group>
            <v:group id="_x0000_s2025" style="position:absolute;left:2983;top:751;width:10;height:3" coordorigin="2983,751" coordsize="10,3">
              <v:shape id="_x0000_s2026" style="position:absolute;left:2983;top:751;width:10;height:3" coordorigin="2983,751" coordsize="10,3" path="m2983,751r,3l2993,754r-10,-3xe" fillcolor="#7f7f7f" stroked="f">
                <v:path arrowok="t"/>
              </v:shape>
            </v:group>
            <v:group id="_x0000_s2023" style="position:absolute;left:2983;top:751;width:10;height:3" coordorigin="2983,751" coordsize="10,3">
              <v:shape id="_x0000_s2024" style="position:absolute;left:2983;top:751;width:10;height:3" coordorigin="2983,751" coordsize="10,3" path="m2993,751r-10,l2993,754r,-3xe" fillcolor="#7f7f7f" stroked="f">
                <v:path arrowok="t"/>
              </v:shape>
            </v:group>
            <v:group id="_x0000_s2021" style="position:absolute;left:2983;top:754;width:10;height:3" coordorigin="2983,754" coordsize="10,3">
              <v:shape id="_x0000_s2022" style="position:absolute;left:2983;top:754;width:10;height:3" coordorigin="2983,754" coordsize="10,3" path="m2983,754r,2l2993,756r-10,-2xe" fillcolor="#7f7f7f" stroked="f">
                <v:path arrowok="t"/>
              </v:shape>
            </v:group>
            <v:group id="_x0000_s2019" style="position:absolute;left:2983;top:754;width:10;height:3" coordorigin="2983,754" coordsize="10,3">
              <v:shape id="_x0000_s2020" style="position:absolute;left:2983;top:754;width:10;height:3" coordorigin="2983,754" coordsize="10,3" path="m2993,754r-10,l2993,756r,-2xe" fillcolor="#7f7f7f" stroked="f">
                <v:path arrowok="t"/>
              </v:shape>
            </v:group>
            <v:group id="_x0000_s2017" style="position:absolute;left:2983;top:756;width:10;height:2" coordorigin="2983,756" coordsize="10,2">
              <v:shape id="_x0000_s2018" style="position:absolute;left:2983;top:756;width:10;height:2" coordorigin="2983,756" coordsize="10,0" path="m2983,756r10,e" filled="f" strokecolor="#7f7f7f" strokeweight=".1pt">
                <v:path arrowok="t"/>
              </v:shape>
            </v:group>
            <v:group id="_x0000_s2015" style="position:absolute;left:2983;top:756;width:10;height:63" coordorigin="2983,756" coordsize="10,63">
              <v:shape id="_x0000_s2016" style="position:absolute;left:2983;top:756;width:10;height:63" coordorigin="2983,756" coordsize="10,63" path="m2983,756r,63l2993,819r-10,-63xe" fillcolor="#7f7f7f" stroked="f">
                <v:path arrowok="t"/>
              </v:shape>
            </v:group>
            <v:group id="_x0000_s2013" style="position:absolute;left:2983;top:756;width:10;height:63" coordorigin="2983,756" coordsize="10,63">
              <v:shape id="_x0000_s2014" style="position:absolute;left:2983;top:756;width:10;height:63" coordorigin="2983,756" coordsize="10,63" path="m2993,756r-10,l2993,819r,-63xe" fillcolor="#7f7f7f" stroked="f">
                <v:path arrowok="t"/>
              </v:shape>
            </v:group>
            <v:group id="_x0000_s2011" style="position:absolute;left:2983;top:819;width:10;height:3" coordorigin="2983,819" coordsize="10,3">
              <v:shape id="_x0000_s2012" style="position:absolute;left:2983;top:819;width:10;height:3" coordorigin="2983,819" coordsize="10,3" path="m2983,819r,2l2993,821r-10,-2xe" fillcolor="#7f7f7f" stroked="f">
                <v:path arrowok="t"/>
              </v:shape>
            </v:group>
            <v:group id="_x0000_s2009" style="position:absolute;left:2983;top:819;width:10;height:3" coordorigin="2983,819" coordsize="10,3">
              <v:shape id="_x0000_s2010" style="position:absolute;left:2983;top:819;width:10;height:3" coordorigin="2983,819" coordsize="10,3" path="m2993,819r-10,l2993,821r,-2xe" fillcolor="#7f7f7f" stroked="f">
                <v:path arrowok="t"/>
              </v:shape>
            </v:group>
            <v:group id="_x0000_s2007" style="position:absolute;left:2983;top:821;width:10;height:2" coordorigin="2983,821" coordsize="10,2">
              <v:shape id="_x0000_s2008" style="position:absolute;left:2983;top:821;width:10;height:2" coordorigin="2983,821" coordsize="10,0" path="m2983,821r10,e" filled="f" strokecolor="#7f7f7f" strokeweight=".1pt">
                <v:path arrowok="t"/>
              </v:shape>
            </v:group>
            <v:group id="_x0000_s2005" style="position:absolute;left:2986;top:821;width:8;height:3" coordorigin="2986,821" coordsize="8,3">
              <v:shape id="_x0000_s2006" style="position:absolute;left:2986;top:821;width:8;height:3" coordorigin="2986,821" coordsize="8,3" path="m2986,821r,2l2993,823r-7,-2xe" fillcolor="#7f7f7f" stroked="f">
                <v:path arrowok="t"/>
              </v:shape>
            </v:group>
            <v:group id="_x0000_s2003" style="position:absolute;left:2986;top:821;width:8;height:3" coordorigin="2986,821" coordsize="8,3">
              <v:shape id="_x0000_s2004" style="position:absolute;left:2986;top:821;width:8;height:3" coordorigin="2986,821" coordsize="8,3" path="m2993,821r-7,l2993,823r,-2xe" fillcolor="#7f7f7f" stroked="f">
                <v:path arrowok="t"/>
              </v:shape>
            </v:group>
            <v:group id="_x0000_s2001" style="position:absolute;left:2986;top:823;width:8;height:2" coordorigin="2986,823" coordsize="8,2">
              <v:shape id="_x0000_s2002" style="position:absolute;left:2986;top:823;width:8;height:2" coordorigin="2986,823" coordsize="8,0" path="m2986,823r7,e" filled="f" strokecolor="#7f7f7f" strokeweight=".1pt">
                <v:path arrowok="t"/>
              </v:shape>
            </v:group>
            <v:group id="_x0000_s1999" style="position:absolute;left:2988;top:823;width:5;height:3" coordorigin="2988,823" coordsize="5,3">
              <v:shape id="_x0000_s2000" style="position:absolute;left:2988;top:823;width:5;height:3" coordorigin="2988,823" coordsize="5,3" path="m2988,823r,3l2993,826r-5,-3xe" fillcolor="#7f7f7f" stroked="f">
                <v:path arrowok="t"/>
              </v:shape>
            </v:group>
            <v:group id="_x0000_s1997" style="position:absolute;left:2988;top:823;width:5;height:3" coordorigin="2988,823" coordsize="5,3">
              <v:shape id="_x0000_s1998" style="position:absolute;left:2988;top:823;width:5;height:3" coordorigin="2988,823" coordsize="5,3" path="m2993,823r-5,l2993,826r,-3xe" fillcolor="#7f7f7f" stroked="f">
                <v:path arrowok="t"/>
              </v:shape>
            </v:group>
            <v:group id="_x0000_s1995" style="position:absolute;left:2988;top:826;width:5;height:2" coordorigin="2988,826" coordsize="5,2">
              <v:shape id="_x0000_s1996" style="position:absolute;left:2988;top:826;width:5;height:2" coordorigin="2988,826" coordsize="5,0" path="m2988,826r5,e" filled="f" strokecolor="#7f7f7f" strokeweight=".1pt">
                <v:path arrowok="t"/>
              </v:shape>
            </v:group>
            <v:group id="_x0000_s1993" style="position:absolute;left:2904;top:737;width:89;height:89" coordorigin="2904,737" coordsize="89,89">
              <v:shape id="_x0000_s1994" style="position:absolute;left:2904;top:737;width:89;height:89" coordorigin="2904,737" coordsize="89,89" path="m2993,737r-89,l2904,742r2,l2906,744r3,3l2978,747r3,2l2983,751r,70l2986,821r,2l2988,823r,3l2993,826r,-89xe" filled="f" strokeweight=".12pt">
                <v:path arrowok="t"/>
              </v:shape>
            </v:group>
            <v:group id="_x0000_s1991" style="position:absolute;left:2976;top:747;width:2;height:1188" coordorigin="2976,747" coordsize="2,1188">
              <v:shape id="_x0000_s1992" style="position:absolute;left:2976;top:747;width:2;height:1188" coordorigin="2976,747" coordsize="0,1188" path="m2976,747r,1188e" filled="f" strokeweight=".12pt">
                <v:path arrowok="t"/>
              </v:shape>
            </v:group>
            <v:group id="_x0000_s1989" style="position:absolute;left:2897;top:747;width:2;height:1188" coordorigin="2897,747" coordsize="2,1188">
              <v:shape id="_x0000_s1990" style="position:absolute;left:2897;top:747;width:2;height:1188" coordorigin="2897,747" coordsize="0,1188" path="m2897,747r,1188e" filled="f" strokeweight=".12pt">
                <v:path arrowok="t"/>
              </v:shape>
            </v:group>
            <v:group id="_x0000_s1987" style="position:absolute;left:2993;top:737;width:2;height:89" coordorigin="2993,737" coordsize="2,89">
              <v:shape id="_x0000_s1988" style="position:absolute;left:2993;top:737;width:2;height:89" coordorigin="2993,737" coordsize="0,89" path="m2993,826r,-89e" filled="f" strokeweight=".12pt">
                <v:path arrowok="t"/>
              </v:shape>
            </v:group>
            <v:group id="_x0000_s1985" style="position:absolute;left:2974;top:747;width:10;height:10" coordorigin="2974,747" coordsize="10,10">
              <v:shape id="_x0000_s1986" style="position:absolute;left:2974;top:747;width:10;height:10" coordorigin="2974,747" coordsize="10,10" path="m2983,756r,-2l2981,749r-3,-2l2974,747e" filled="f" strokeweight=".12pt">
                <v:path arrowok="t"/>
              </v:shape>
            </v:group>
            <v:group id="_x0000_s1983" style="position:absolute;left:2904;top:737;width:89;height:5" coordorigin="2904,737" coordsize="89,5">
              <v:shape id="_x0000_s1984" style="position:absolute;left:2904;top:737;width:89;height:5" coordorigin="2904,737" coordsize="89,5" path="m2993,737r-89,l2904,742e" filled="f" strokeweight=".12pt">
                <v:path arrowok="t"/>
              </v:shape>
            </v:group>
            <v:group id="_x0000_s1981" style="position:absolute;left:2906;top:742;width:5;height:5" coordorigin="2906,742" coordsize="5,5">
              <v:shape id="_x0000_s1982" style="position:absolute;left:2906;top:742;width:5;height:5" coordorigin="2906,742" coordsize="5,5" path="m2906,742r,2l2911,747e" filled="f" strokeweight=".12pt">
                <v:path arrowok="t"/>
              </v:shape>
            </v:group>
            <v:group id="_x0000_s1979" style="position:absolute;left:2990;top:826;width:3;height:2" coordorigin="2990,826" coordsize="3,2">
              <v:shape id="_x0000_s1980" style="position:absolute;left:2990;top:826;width:3;height:2" coordorigin="2990,826" coordsize="3,0" path="m2990,826r3,e" filled="f" strokeweight=".12pt">
                <v:path arrowok="t"/>
              </v:shape>
            </v:group>
            <v:group id="_x0000_s1977" style="position:absolute;left:2983;top:819;width:8;height:8" coordorigin="2983,819" coordsize="8,8">
              <v:shape id="_x0000_s1978" style="position:absolute;left:2983;top:819;width:8;height:8" coordorigin="2983,819" coordsize="8,8" path="m2983,819r3,4l2990,826e" filled="f" strokeweight=".12pt">
                <v:path arrowok="t"/>
              </v:shape>
            </v:group>
            <v:group id="_x0000_s1975" style="position:absolute;left:2899;top:1523;width:77;height:2" coordorigin="2899,1523" coordsize="77,2">
              <v:shape id="_x0000_s1976" style="position:absolute;left:2899;top:1523;width:77;height:2" coordorigin="2899,1523" coordsize="77,0" path="m2899,1523r77,e" filled="f" strokecolor="#7f7f7f" strokeweight=".46pt">
                <v:path arrowok="t"/>
              </v:shape>
            </v:group>
            <v:group id="_x0000_s1973" style="position:absolute;left:2902;top:1527;width:75;height:2" coordorigin="2902,1527" coordsize="75,2">
              <v:shape id="_x0000_s1974" style="position:absolute;left:2902;top:1527;width:75;height:2" coordorigin="2902,1527" coordsize="75,0" path="m2902,1527r74,e" filled="f" strokecolor="#7f7f7f" strokeweight=".1pt">
                <v:path arrowok="t"/>
              </v:shape>
            </v:group>
            <v:group id="_x0000_s1971" style="position:absolute;left:2964;top:1527;width:12;height:3" coordorigin="2964,1527" coordsize="12,3">
              <v:shape id="_x0000_s1972" style="position:absolute;left:2964;top:1527;width:12;height:3" coordorigin="2964,1527" coordsize="12,3" path="m2964,1527r,2l2976,1529r-12,-2xe" fillcolor="#7f7f7f" stroked="f">
                <v:path arrowok="t"/>
              </v:shape>
            </v:group>
            <v:group id="_x0000_s1969" style="position:absolute;left:2964;top:1527;width:12;height:3" coordorigin="2964,1527" coordsize="12,3">
              <v:shape id="_x0000_s1970" style="position:absolute;left:2964;top:1527;width:12;height:3" coordorigin="2964,1527" coordsize="12,3" path="m2976,1527r-12,l2976,1529r,-2xe" fillcolor="#7f7f7f" stroked="f">
                <v:path arrowok="t"/>
              </v:shape>
            </v:group>
            <v:group id="_x0000_s1967" style="position:absolute;left:2964;top:1529;width:12;height:2" coordorigin="2964,1529" coordsize="12,2">
              <v:shape id="_x0000_s1968" style="position:absolute;left:2964;top:1529;width:12;height:2" coordorigin="2964,1529" coordsize="12,0" path="m2964,1529r12,e" filled="f" strokecolor="#7f7f7f" strokeweight=".1pt">
                <v:path arrowok="t"/>
              </v:shape>
            </v:group>
            <v:group id="_x0000_s1965" style="position:absolute;left:2966;top:1529;width:10;height:3" coordorigin="2966,1529" coordsize="10,3">
              <v:shape id="_x0000_s1966" style="position:absolute;left:2966;top:1529;width:10;height:3" coordorigin="2966,1529" coordsize="10,3" path="m2966,1529r,2l2976,1531r-10,-2xe" fillcolor="#7f7f7f" stroked="f">
                <v:path arrowok="t"/>
              </v:shape>
            </v:group>
            <v:group id="_x0000_s1963" style="position:absolute;left:2966;top:1529;width:10;height:3" coordorigin="2966,1529" coordsize="10,3">
              <v:shape id="_x0000_s1964" style="position:absolute;left:2966;top:1529;width:10;height:3" coordorigin="2966,1529" coordsize="10,3" path="m2976,1529r-10,l2976,1531r,-2xe" fillcolor="#7f7f7f" stroked="f">
                <v:path arrowok="t"/>
              </v:shape>
            </v:group>
            <v:group id="_x0000_s1961" style="position:absolute;left:2966;top:1531;width:10;height:3" coordorigin="2966,1531" coordsize="10,3">
              <v:shape id="_x0000_s1962" style="position:absolute;left:2966;top:1531;width:10;height:3" coordorigin="2966,1531" coordsize="10,3" path="m2966,1531r,3l2976,1534r-10,-3xe" fillcolor="#7f7f7f" stroked="f">
                <v:path arrowok="t"/>
              </v:shape>
            </v:group>
            <v:group id="_x0000_s1959" style="position:absolute;left:2966;top:1531;width:10;height:3" coordorigin="2966,1531" coordsize="10,3">
              <v:shape id="_x0000_s1960" style="position:absolute;left:2966;top:1531;width:10;height:3" coordorigin="2966,1531" coordsize="10,3" path="m2976,1531r-10,l2976,1534r,-3xe" fillcolor="#7f7f7f" stroked="f">
                <v:path arrowok="t"/>
              </v:shape>
            </v:group>
            <v:group id="_x0000_s1957" style="position:absolute;left:2966;top:1534;width:10;height:2" coordorigin="2966,1534" coordsize="10,2">
              <v:shape id="_x0000_s1958" style="position:absolute;left:2966;top:1534;width:10;height:2" coordorigin="2966,1534" coordsize="10,0" path="m2966,1534r10,e" filled="f" strokecolor="#7f7f7f" strokeweight=".1pt">
                <v:path arrowok="t"/>
              </v:shape>
            </v:group>
            <v:group id="_x0000_s1955" style="position:absolute;left:2969;top:1534;width:8;height:3" coordorigin="2969,1534" coordsize="8,3">
              <v:shape id="_x0000_s1956" style="position:absolute;left:2969;top:1534;width:8;height:3" coordorigin="2969,1534" coordsize="8,3" path="m2969,1534r,2l2976,1536r-7,-2xe" fillcolor="#7f7f7f" stroked="f">
                <v:path arrowok="t"/>
              </v:shape>
            </v:group>
            <v:group id="_x0000_s1953" style="position:absolute;left:2969;top:1534;width:8;height:3" coordorigin="2969,1534" coordsize="8,3">
              <v:shape id="_x0000_s1954" style="position:absolute;left:2969;top:1534;width:8;height:3" coordorigin="2969,1534" coordsize="8,3" path="m2976,1534r-7,l2976,1536r,-2xe" fillcolor="#7f7f7f" stroked="f">
                <v:path arrowok="t"/>
              </v:shape>
            </v:group>
            <v:group id="_x0000_s1951" style="position:absolute;left:2969;top:1536;width:8;height:56" coordorigin="2969,1536" coordsize="8,56">
              <v:shape id="_x0000_s1952" style="position:absolute;left:2969;top:1536;width:8;height:56" coordorigin="2969,1536" coordsize="8,56" path="m2969,1536r,55l2976,1591r-7,-55xe" fillcolor="#7f7f7f" stroked="f">
                <v:path arrowok="t"/>
              </v:shape>
            </v:group>
            <v:group id="_x0000_s1949" style="position:absolute;left:2969;top:1536;width:8;height:56" coordorigin="2969,1536" coordsize="8,56">
              <v:shape id="_x0000_s1950" style="position:absolute;left:2969;top:1536;width:8;height:56" coordorigin="2969,1536" coordsize="8,56" path="m2976,1536r-7,l2976,1591r,-55xe" fillcolor="#7f7f7f" stroked="f">
                <v:path arrowok="t"/>
              </v:shape>
            </v:group>
            <v:group id="_x0000_s1947" style="position:absolute;left:2969;top:1593;width:8;height:2" coordorigin="2969,1593" coordsize="8,2">
              <v:shape id="_x0000_s1948" style="position:absolute;left:2969;top:1593;width:8;height:2" coordorigin="2969,1593" coordsize="8,0" path="m2969,1593r7,e" filled="f" strokecolor="#7f7f7f" strokeweight=".22pt">
                <v:path arrowok="t"/>
              </v:shape>
            </v:group>
            <v:group id="_x0000_s1945" style="position:absolute;left:2969;top:1591;width:8;height:3" coordorigin="2969,1591" coordsize="8,3">
              <v:shape id="_x0000_s1946" style="position:absolute;left:2969;top:1591;width:8;height:3" coordorigin="2969,1591" coordsize="8,3" path="m2969,1591r,3l2976,1594r-7,-3xe" fillcolor="#7f7f7f" stroked="f">
                <v:path arrowok="t"/>
              </v:shape>
            </v:group>
            <v:group id="_x0000_s1943" style="position:absolute;left:2969;top:1591;width:8;height:3" coordorigin="2969,1591" coordsize="8,3">
              <v:shape id="_x0000_s1944" style="position:absolute;left:2969;top:1591;width:8;height:3" coordorigin="2969,1591" coordsize="8,3" path="m2976,1591r-7,l2976,1594r,-3xe" fillcolor="#7f7f7f" stroked="f">
                <v:path arrowok="t"/>
              </v:shape>
            </v:group>
            <v:group id="_x0000_s1941" style="position:absolute;left:2969;top:1594;width:8;height:3" coordorigin="2969,1594" coordsize="8,3">
              <v:shape id="_x0000_s1942" style="position:absolute;left:2969;top:1594;width:8;height:3" coordorigin="2969,1594" coordsize="8,3" path="m2969,1594r2,2l2976,1596r-7,-2xe" fillcolor="#7f7f7f" stroked="f">
                <v:path arrowok="t"/>
              </v:shape>
            </v:group>
            <v:group id="_x0000_s1939" style="position:absolute;left:2969;top:1594;width:8;height:3" coordorigin="2969,1594" coordsize="8,3">
              <v:shape id="_x0000_s1940" style="position:absolute;left:2969;top:1594;width:8;height:3" coordorigin="2969,1594" coordsize="8,3" path="m2976,1594r-7,l2976,1596r,-2xe" fillcolor="#7f7f7f" stroked="f">
                <v:path arrowok="t"/>
              </v:shape>
            </v:group>
            <v:group id="_x0000_s1937" style="position:absolute;left:2971;top:1596;width:5;height:2" coordorigin="2971,1596" coordsize="5,2">
              <v:shape id="_x0000_s1938" style="position:absolute;left:2971;top:1596;width:5;height:2" coordorigin="2971,1596" coordsize="5,0" path="m2971,1596r5,e" filled="f" strokecolor="#7f7f7f" strokeweight=".1pt">
                <v:path arrowok="t"/>
              </v:shape>
            </v:group>
            <v:group id="_x0000_s1935" style="position:absolute;left:2899;top:1519;width:77;height:77" coordorigin="2899,1519" coordsize="77,77">
              <v:shape id="_x0000_s1936" style="position:absolute;left:2899;top:1519;width:77;height:77" coordorigin="2899,1519" coordsize="77,77" path="m2976,1519r-77,l2899,1524r3,l2902,1527r57,l2964,1527r,2l2966,1529r,5l2969,1534r,60l2971,1596r5,l2976,1519xe" filled="f" strokeweight=".12pt">
                <v:path arrowok="t"/>
              </v:shape>
            </v:group>
            <v:group id="_x0000_s1933" style="position:absolute;left:2899;top:1519;width:77;height:77" coordorigin="2899,1519" coordsize="77,77">
              <v:shape id="_x0000_s1934" style="position:absolute;left:2899;top:1519;width:77;height:77" coordorigin="2899,1519" coordsize="77,77" path="m2899,1519r77,l2976,1596r-2,e" filled="f" strokeweight=".12pt">
                <v:path arrowok="t"/>
              </v:shape>
            </v:group>
            <v:group id="_x0000_s1931" style="position:absolute;left:2969;top:1591;width:5;height:5" coordorigin="2969,1591" coordsize="5,5">
              <v:shape id="_x0000_s1932" style="position:absolute;left:2969;top:1591;width:5;height:5" coordorigin="2969,1591" coordsize="5,5" path="m2969,1591r,3l2974,1596e" filled="f" strokeweight=".12pt">
                <v:path arrowok="t"/>
              </v:shape>
            </v:group>
            <v:group id="_x0000_s1929" style="position:absolute;left:2969;top:1536;width:2;height:56" coordorigin="2969,1536" coordsize="2,56">
              <v:shape id="_x0000_s1930" style="position:absolute;left:2969;top:1536;width:2;height:56" coordorigin="2969,1536" coordsize="0,56" path="m2969,1591r,-55e" filled="f" strokeweight=".12pt">
                <v:path arrowok="t"/>
              </v:shape>
            </v:group>
            <v:group id="_x0000_s1927" style="position:absolute;left:2959;top:1527;width:10;height:10" coordorigin="2959,1527" coordsize="10,10">
              <v:shape id="_x0000_s1928" style="position:absolute;left:2959;top:1527;width:10;height:10" coordorigin="2959,1527" coordsize="10,10" path="m2969,1536r-3,-5l2964,1529r-5,-2e" filled="f" strokeweight=".12pt">
                <v:path arrowok="t"/>
              </v:shape>
            </v:group>
            <v:group id="_x0000_s1925" style="position:absolute;left:2898;top:1521;width:3;height:2" coordorigin="2898,1521" coordsize="3,2">
              <v:shape id="_x0000_s1926" style="position:absolute;left:2898;top:1521;width:3;height:2" coordorigin="2898,1521" coordsize="3,0" path="m2898,1521r2,e" filled="f" strokeweight=".12pt">
                <v:path arrowok="t"/>
              </v:shape>
            </v:group>
            <v:group id="_x0000_s1923" style="position:absolute;left:2904;top:1527;width:56;height:2" coordorigin="2904,1527" coordsize="56,2">
              <v:shape id="_x0000_s1924" style="position:absolute;left:2904;top:1527;width:56;height:2" coordorigin="2904,1527" coordsize="56,0" path="m2904,1527r55,e" filled="f" strokeweight=".12pt">
                <v:path arrowok="t"/>
              </v:shape>
            </v:group>
            <v:group id="_x0000_s1921" style="position:absolute;left:2899;top:1522;width:5;height:5" coordorigin="2899,1522" coordsize="5,5">
              <v:shape id="_x0000_s1922" style="position:absolute;left:2899;top:1522;width:5;height:5" coordorigin="2899,1522" coordsize="5,5" path="m2899,1522r,2l2904,1527e" filled="f" strokeweight=".12pt">
                <v:path arrowok="t"/>
              </v:shape>
            </v:group>
            <v:group id="_x0000_s1919" style="position:absolute;left:2899;top:1137;width:77;height:2" coordorigin="2899,1137" coordsize="77,2">
              <v:shape id="_x0000_s1920" style="position:absolute;left:2899;top:1137;width:77;height:2" coordorigin="2899,1137" coordsize="77,0" path="m2899,1137r77,e" filled="f" strokecolor="#7f7f7f" strokeweight=".46pt">
                <v:path arrowok="t"/>
              </v:shape>
            </v:group>
            <v:group id="_x0000_s1917" style="position:absolute;left:2902;top:1140;width:75;height:2" coordorigin="2902,1140" coordsize="75,2">
              <v:shape id="_x0000_s1918" style="position:absolute;left:2902;top:1140;width:75;height:2" coordorigin="2902,1140" coordsize="75,0" path="m2902,1140r74,e" filled="f" strokecolor="#7f7f7f" strokeweight=".1pt">
                <v:path arrowok="t"/>
              </v:shape>
            </v:group>
            <v:group id="_x0000_s1915" style="position:absolute;left:2959;top:1140;width:17;height:3" coordorigin="2959,1140" coordsize="17,3">
              <v:shape id="_x0000_s1916" style="position:absolute;left:2959;top:1140;width:17;height:3" coordorigin="2959,1140" coordsize="17,3" path="m2959,1140r,3l2976,1143r-17,-3xe" fillcolor="#7f7f7f" stroked="f">
                <v:path arrowok="t"/>
              </v:shape>
            </v:group>
            <v:group id="_x0000_s1913" style="position:absolute;left:2959;top:1140;width:17;height:3" coordorigin="2959,1140" coordsize="17,3">
              <v:shape id="_x0000_s1914" style="position:absolute;left:2959;top:1140;width:17;height:3" coordorigin="2959,1140" coordsize="17,3" path="m2976,1140r-17,l2976,1143r,-3xe" fillcolor="#7f7f7f" stroked="f">
                <v:path arrowok="t"/>
              </v:shape>
            </v:group>
            <v:group id="_x0000_s1911" style="position:absolute;left:2959;top:1143;width:17;height:2" coordorigin="2959,1143" coordsize="17,2">
              <v:shape id="_x0000_s1912" style="position:absolute;left:2959;top:1143;width:17;height:2" coordorigin="2959,1143" coordsize="17,0" path="m2959,1143r17,e" filled="f" strokecolor="#7f7f7f" strokeweight=".1pt">
                <v:path arrowok="t"/>
              </v:shape>
            </v:group>
            <v:group id="_x0000_s1909" style="position:absolute;left:2964;top:1143;width:12;height:3" coordorigin="2964,1143" coordsize="12,3">
              <v:shape id="_x0000_s1910" style="position:absolute;left:2964;top:1143;width:12;height:3" coordorigin="2964,1143" coordsize="12,3" path="m2964,1143r,2l2976,1145r-12,-2xe" fillcolor="#7f7f7f" stroked="f">
                <v:path arrowok="t"/>
              </v:shape>
            </v:group>
            <v:group id="_x0000_s1907" style="position:absolute;left:2964;top:1143;width:12;height:3" coordorigin="2964,1143" coordsize="12,3">
              <v:shape id="_x0000_s1908" style="position:absolute;left:2964;top:1143;width:12;height:3" coordorigin="2964,1143" coordsize="12,3" path="m2976,1143r-12,l2976,1145r,-2xe" fillcolor="#7f7f7f" stroked="f">
                <v:path arrowok="t"/>
              </v:shape>
            </v:group>
            <v:group id="_x0000_s1905" style="position:absolute;left:2964;top:1145;width:12;height:2" coordorigin="2964,1145" coordsize="12,2">
              <v:shape id="_x0000_s1906" style="position:absolute;left:2964;top:1145;width:12;height:2" coordorigin="2964,1145" coordsize="12,0" path="m2964,1145r12,e" filled="f" strokecolor="#7f7f7f" strokeweight=".1pt">
                <v:path arrowok="t"/>
              </v:shape>
            </v:group>
            <v:group id="_x0000_s1903" style="position:absolute;left:2966;top:1145;width:10;height:3" coordorigin="2966,1145" coordsize="10,3">
              <v:shape id="_x0000_s1904" style="position:absolute;left:2966;top:1145;width:10;height:3" coordorigin="2966,1145" coordsize="10,3" path="m2966,1145r,2l2976,1147r-10,-2xe" fillcolor="#7f7f7f" stroked="f">
                <v:path arrowok="t"/>
              </v:shape>
            </v:group>
            <v:group id="_x0000_s1901" style="position:absolute;left:2966;top:1145;width:10;height:3" coordorigin="2966,1145" coordsize="10,3">
              <v:shape id="_x0000_s1902" style="position:absolute;left:2966;top:1145;width:10;height:3" coordorigin="2966,1145" coordsize="10,3" path="m2976,1145r-10,l2976,1147r,-2xe" fillcolor="#7f7f7f" stroked="f">
                <v:path arrowok="t"/>
              </v:shape>
            </v:group>
            <v:group id="_x0000_s1899" style="position:absolute;left:2966;top:1147;width:10;height:3" coordorigin="2966,1147" coordsize="10,3">
              <v:shape id="_x0000_s1900" style="position:absolute;left:2966;top:1147;width:10;height:3" coordorigin="2966,1147" coordsize="10,3" path="m2966,1147r3,3l2976,1150r-10,-3xe" fillcolor="#7f7f7f" stroked="f">
                <v:path arrowok="t"/>
              </v:shape>
            </v:group>
            <v:group id="_x0000_s1897" style="position:absolute;left:2966;top:1147;width:10;height:3" coordorigin="2966,1147" coordsize="10,3">
              <v:shape id="_x0000_s1898" style="position:absolute;left:2966;top:1147;width:10;height:3" coordorigin="2966,1147" coordsize="10,3" path="m2976,1147r-10,l2976,1150r,-3xe" fillcolor="#7f7f7f" stroked="f">
                <v:path arrowok="t"/>
              </v:shape>
            </v:group>
            <v:group id="_x0000_s1895" style="position:absolute;left:2969;top:1150;width:8;height:3" coordorigin="2969,1150" coordsize="8,3">
              <v:shape id="_x0000_s1896" style="position:absolute;left:2969;top:1150;width:8;height:3" coordorigin="2969,1150" coordsize="8,3" path="m2969,1150r,2l2976,1152r-7,-2xe" fillcolor="#7f7f7f" stroked="f">
                <v:path arrowok="t"/>
              </v:shape>
            </v:group>
            <v:group id="_x0000_s1893" style="position:absolute;left:2969;top:1150;width:8;height:3" coordorigin="2969,1150" coordsize="8,3">
              <v:shape id="_x0000_s1894" style="position:absolute;left:2969;top:1150;width:8;height:3" coordorigin="2969,1150" coordsize="8,3" path="m2976,1150r-7,l2976,1152r,-2xe" fillcolor="#7f7f7f" stroked="f">
                <v:path arrowok="t"/>
              </v:shape>
            </v:group>
            <v:group id="_x0000_s1891" style="position:absolute;left:2969;top:1152;width:8;height:53" coordorigin="2969,1152" coordsize="8,53">
              <v:shape id="_x0000_s1892" style="position:absolute;left:2969;top:1152;width:8;height:53" coordorigin="2969,1152" coordsize="8,53" path="m2969,1152r,53l2976,1205r-7,-53xe" fillcolor="#7f7f7f" stroked="f">
                <v:path arrowok="t"/>
              </v:shape>
            </v:group>
            <v:group id="_x0000_s1889" style="position:absolute;left:2969;top:1152;width:8;height:53" coordorigin="2969,1152" coordsize="8,53">
              <v:shape id="_x0000_s1890" style="position:absolute;left:2969;top:1152;width:8;height:53" coordorigin="2969,1152" coordsize="8,53" path="m2976,1152r-7,l2976,1205r,-53xe" fillcolor="#7f7f7f" stroked="f">
                <v:path arrowok="t"/>
              </v:shape>
            </v:group>
            <v:group id="_x0000_s1887" style="position:absolute;left:2969;top:1207;width:8;height:2" coordorigin="2969,1207" coordsize="8,2">
              <v:shape id="_x0000_s1888" style="position:absolute;left:2969;top:1207;width:8;height:2" coordorigin="2969,1207" coordsize="8,0" path="m2969,1207r7,e" filled="f" strokecolor="#7f7f7f" strokeweight=".34pt">
                <v:path arrowok="t"/>
              </v:shape>
            </v:group>
            <v:group id="_x0000_s1885" style="position:absolute;left:2969;top:1205;width:8;height:3" coordorigin="2969,1205" coordsize="8,3">
              <v:shape id="_x0000_s1886" style="position:absolute;left:2969;top:1205;width:8;height:3" coordorigin="2969,1205" coordsize="8,3" path="m2969,1205r,2l2976,1207r-7,-2xe" fillcolor="#7f7f7f" stroked="f">
                <v:path arrowok="t"/>
              </v:shape>
            </v:group>
            <v:group id="_x0000_s1883" style="position:absolute;left:2969;top:1205;width:8;height:3" coordorigin="2969,1205" coordsize="8,3">
              <v:shape id="_x0000_s1884" style="position:absolute;left:2969;top:1205;width:8;height:3" coordorigin="2969,1205" coordsize="8,3" path="m2976,1205r-7,l2976,1207r,-2xe" fillcolor="#7f7f7f" stroked="f">
                <v:path arrowok="t"/>
              </v:shape>
            </v:group>
            <v:group id="_x0000_s1881" style="position:absolute;left:2969;top:1207;width:8;height:3" coordorigin="2969,1207" coordsize="8,3">
              <v:shape id="_x0000_s1882" style="position:absolute;left:2969;top:1207;width:8;height:3" coordorigin="2969,1207" coordsize="8,3" path="m2969,1207r,3l2976,1210r-7,-3xe" fillcolor="#7f7f7f" stroked="f">
                <v:path arrowok="t"/>
              </v:shape>
            </v:group>
            <v:group id="_x0000_s1879" style="position:absolute;left:2969;top:1207;width:8;height:3" coordorigin="2969,1207" coordsize="8,3">
              <v:shape id="_x0000_s1880" style="position:absolute;left:2969;top:1207;width:8;height:3" coordorigin="2969,1207" coordsize="8,3" path="m2976,1207r-7,l2976,1210r,-3xe" fillcolor="#7f7f7f" stroked="f">
                <v:path arrowok="t"/>
              </v:shape>
            </v:group>
            <v:group id="_x0000_s1877" style="position:absolute;left:2971;top:1210;width:5;height:2" coordorigin="2971,1210" coordsize="5,2">
              <v:shape id="_x0000_s1878" style="position:absolute;left:2971;top:1210;width:5;height:2" coordorigin="2971,1210" coordsize="5,0" path="m2971,1210r5,e" filled="f" strokecolor="#7f7f7f" strokeweight=".1pt">
                <v:path arrowok="t"/>
              </v:shape>
            </v:group>
            <v:group id="_x0000_s1875" style="position:absolute;left:2899;top:1133;width:77;height:77" coordorigin="2899,1133" coordsize="77,77">
              <v:shape id="_x0000_s1876" style="position:absolute;left:2899;top:1133;width:77;height:77" coordorigin="2899,1133" coordsize="77,77" path="m2976,1133r-77,l2899,1140r3,l2959,1140r,3l2964,1143r,2l2966,1145r,2l2969,1150r,60l2971,1210r5,l2976,1133xe" filled="f" strokeweight=".12pt">
                <v:path arrowok="t"/>
              </v:shape>
            </v:group>
            <v:group id="_x0000_s1873" style="position:absolute;left:2899;top:1133;width:77;height:77" coordorigin="2899,1133" coordsize="77,77">
              <v:shape id="_x0000_s1874" style="position:absolute;left:2899;top:1133;width:77;height:77" coordorigin="2899,1133" coordsize="77,77" path="m2899,1133r77,l2976,1210r-2,e" filled="f" strokeweight=".12pt">
                <v:path arrowok="t"/>
              </v:shape>
            </v:group>
            <v:group id="_x0000_s1871" style="position:absolute;left:2969;top:1205;width:5;height:5" coordorigin="2969,1205" coordsize="5,5">
              <v:shape id="_x0000_s1872" style="position:absolute;left:2969;top:1205;width:5;height:5" coordorigin="2969,1205" coordsize="5,5" path="m2969,1205r,5l2974,1210e" filled="f" strokeweight=".12pt">
                <v:path arrowok="t"/>
              </v:shape>
            </v:group>
            <v:group id="_x0000_s1869" style="position:absolute;left:2969;top:1152;width:2;height:53" coordorigin="2969,1152" coordsize="2,53">
              <v:shape id="_x0000_s1870" style="position:absolute;left:2969;top:1152;width:2;height:53" coordorigin="2969,1152" coordsize="0,53" path="m2969,1205r,-53e" filled="f" strokeweight=".12pt">
                <v:path arrowok="t"/>
              </v:shape>
            </v:group>
            <v:group id="_x0000_s1867" style="position:absolute;left:2959;top:1143;width:10;height:10" coordorigin="2959,1143" coordsize="10,10">
              <v:shape id="_x0000_s1868" style="position:absolute;left:2959;top:1143;width:10;height:10" coordorigin="2959,1143" coordsize="10,10" path="m2969,1152r-3,-5l2964,1143r-5,e" filled="f" strokeweight=".12pt">
                <v:path arrowok="t"/>
              </v:shape>
            </v:group>
            <v:group id="_x0000_s1865" style="position:absolute;left:2898;top:1134;width:3;height:2" coordorigin="2898,1134" coordsize="3,2">
              <v:shape id="_x0000_s1866" style="position:absolute;left:2898;top:1134;width:3;height:2" coordorigin="2898,1134" coordsize="3,0" path="m2898,1134r2,e" filled="f" strokeweight=".12pt">
                <v:path arrowok="t"/>
              </v:shape>
            </v:group>
            <v:group id="_x0000_s1863" style="position:absolute;left:2904;top:1140;width:56;height:2" coordorigin="2904,1140" coordsize="56,2">
              <v:shape id="_x0000_s1864" style="position:absolute;left:2904;top:1140;width:56;height:2" coordorigin="2904,1140" coordsize="56,0" path="m2904,1140r55,e" filled="f" strokeweight=".12pt">
                <v:path arrowok="t"/>
              </v:shape>
            </v:group>
            <v:group id="_x0000_s1861" style="position:absolute;left:2899;top:1135;width:5;height:5" coordorigin="2899,1135" coordsize="5,5">
              <v:shape id="_x0000_s1862" style="position:absolute;left:2899;top:1135;width:5;height:5" coordorigin="2899,1135" coordsize="5,5" path="m2899,1135r,5l2904,1140e" filled="f" strokeweight=".12pt">
                <v:path arrowok="t"/>
              </v:shape>
            </v:group>
            <v:group id="_x0000_s1859" style="position:absolute;left:2884;top:1942;width:202;height:2" coordorigin="2884,1942" coordsize="202,2">
              <v:shape id="_x0000_s1860" style="position:absolute;left:2884;top:1942;width:202;height:2" coordorigin="2884,1942" coordsize="202,0" path="m2884,1942r201,e" filled="f" strokeweight=".94pt">
                <v:path arrowok="t"/>
              </v:shape>
            </v:group>
            <v:group id="_x0000_s1857" style="position:absolute;left:3031;top:1949;width:2;height:173" coordorigin="3031,1949" coordsize="2,173">
              <v:shape id="_x0000_s1858" style="position:absolute;left:3031;top:1949;width:2;height:173" coordorigin="3031,1949" coordsize="0,173" path="m3031,1949r,173e" filled="f" strokeweight=".12pt">
                <v:path arrowok="t"/>
              </v:shape>
            </v:group>
            <v:group id="_x0000_s1855" style="position:absolute;left:3046;top:1925;width:2;height:197" coordorigin="3046,1925" coordsize="2,197">
              <v:shape id="_x0000_s1856" style="position:absolute;left:3046;top:1925;width:2;height:197" coordorigin="3046,1925" coordsize="0,197" path="m3046,1925r,197e" filled="f" strokeweight=".12pt">
                <v:path arrowok="t"/>
              </v:shape>
            </v:group>
            <v:group id="_x0000_s1853" style="position:absolute;left:3034;top:1925;width:2;height:138" coordorigin="3034,1925" coordsize="2,138">
              <v:shape id="_x0000_s1854" style="position:absolute;left:3034;top:1925;width:2;height:138" coordorigin="3034,1925" coordsize="0,138" path="m3034,1925r,138e" filled="f" strokeweight=".12pt">
                <v:path arrowok="t"/>
              </v:shape>
            </v:group>
            <v:group id="_x0000_s1851" style="position:absolute;left:3046;top:2079;width:3;height:15" coordorigin="3046,2079" coordsize="3,15">
              <v:shape id="_x0000_s1852" style="position:absolute;left:3046;top:2079;width:3;height:15" coordorigin="3046,2079" coordsize="3,15" path="m3046,2079r2,14e" filled="f" strokeweight=".12pt">
                <v:path arrowok="t"/>
              </v:shape>
            </v:group>
            <v:group id="_x0000_s1849" style="position:absolute;left:3036;top:2076;width:3;height:17" coordorigin="3036,2076" coordsize="3,17">
              <v:shape id="_x0000_s1850" style="position:absolute;left:3036;top:2076;width:3;height:17" coordorigin="3036,2076" coordsize="3,17" path="m3036,2093r2,-17e" filled="f" strokeweight=".12pt">
                <v:path arrowok="t"/>
              </v:shape>
            </v:group>
            <v:group id="_x0000_s1847" style="position:absolute;left:3041;top:2076;width:2;height:17" coordorigin="3041,2076" coordsize="2,17">
              <v:shape id="_x0000_s1848" style="position:absolute;left:3041;top:2076;width:2;height:17" coordorigin="3041,2076" coordsize="0,17" path="m3041,2076r,17e" filled="f" strokeweight=".12pt">
                <v:path arrowok="t"/>
              </v:shape>
            </v:group>
            <v:group id="_x0000_s1845" style="position:absolute;left:3031;top:2086;width:8;height:10" coordorigin="3031,2086" coordsize="8,10">
              <v:shape id="_x0000_s1846" style="position:absolute;left:3031;top:2086;width:8;height:10" coordorigin="3031,2086" coordsize="8,10" path="m3036,2095r-5,l3038,2086e" filled="f" strokeweight=".12pt">
                <v:path arrowok="t"/>
              </v:shape>
            </v:group>
            <v:group id="_x0000_s1843" style="position:absolute;left:3030;top:2098;width:20;height:2" coordorigin="3030,2098" coordsize="20,2">
              <v:shape id="_x0000_s1844" style="position:absolute;left:3030;top:2098;width:20;height:2" coordorigin="3030,2098" coordsize="20,0" path="m3030,2098r19,e" filled="f" strokeweight=".1295mm">
                <v:path arrowok="t"/>
              </v:shape>
            </v:group>
            <v:group id="_x0000_s1841" style="position:absolute;left:3034;top:2086;width:3;height:10" coordorigin="3034,2086" coordsize="3,10">
              <v:shape id="_x0000_s1842" style="position:absolute;left:3034;top:2086;width:3;height:10" coordorigin="3034,2086" coordsize="3,10" path="m3036,2095r-2,-9e" filled="f" strokeweight=".12pt">
                <v:path arrowok="t"/>
              </v:shape>
            </v:group>
            <v:group id="_x0000_s1839" style="position:absolute;left:3041;top:2086;width:8;height:10" coordorigin="3041,2086" coordsize="8,10">
              <v:shape id="_x0000_s1840" style="position:absolute;left:3041;top:2086;width:8;height:10" coordorigin="3041,2086" coordsize="8,10" path="m3048,2095r-7,-9e" filled="f" strokeweight=".12pt">
                <v:path arrowok="t"/>
              </v:shape>
            </v:group>
            <v:group id="_x0000_s1837" style="position:absolute;left:3041;top:2086;width:5;height:10" coordorigin="3041,2086" coordsize="5,10">
              <v:shape id="_x0000_s1838" style="position:absolute;left:3041;top:2086;width:5;height:10" coordorigin="3041,2086" coordsize="5,10" path="m3041,2095r5,-9e" filled="f" strokeweight=".12pt">
                <v:path arrowok="t"/>
              </v:shape>
            </v:group>
            <v:group id="_x0000_s1835" style="position:absolute;left:3036;top:2105;width:8;height:2" coordorigin="3036,2105" coordsize="8,2">
              <v:shape id="_x0000_s1836" style="position:absolute;left:3036;top:2105;width:8;height:2" coordorigin="3036,2105" coordsize="8,0" path="m3043,2105r-7,e" filled="f" strokeweight=".12pt">
                <v:path arrowok="t"/>
              </v:shape>
            </v:group>
            <v:group id="_x0000_s1833" style="position:absolute;left:3035;top:2103;width:10;height:2" coordorigin="3035,2103" coordsize="10,2">
              <v:shape id="_x0000_s1834" style="position:absolute;left:3035;top:2103;width:10;height:2" coordorigin="3035,2103" coordsize="10,0" path="m3035,2103r9,e" filled="f" strokeweight=".0102mm">
                <v:path arrowok="t"/>
              </v:shape>
            </v:group>
            <v:group id="_x0000_s1831" style="position:absolute;left:3041;top:2095;width:8;height:2" coordorigin="3041,2095" coordsize="8,2">
              <v:shape id="_x0000_s1832" style="position:absolute;left:3041;top:2095;width:8;height:2" coordorigin="3041,2095" coordsize="8,0" path="m3041,2095r7,e" filled="f" strokeweight=".12pt">
                <v:path arrowok="t"/>
              </v:shape>
            </v:group>
            <v:group id="_x0000_s1829" style="position:absolute;left:3038;top:2088;width:3;height:2" coordorigin="3038,2088" coordsize="3,2">
              <v:shape id="_x0000_s1830" style="position:absolute;left:3038;top:2088;width:3;height:2" coordorigin="3038,2088" coordsize="3,0" path="m3041,2088r-3,e" filled="f" strokeweight=".12pt">
                <v:path arrowok="t"/>
              </v:shape>
            </v:group>
            <v:group id="_x0000_s1827" style="position:absolute;left:3046;top:2093;width:2;height:2" coordorigin="3046,2093" coordsize="2,2">
              <v:shape id="_x0000_s1828" style="position:absolute;left:3046;top:2093;width:2;height:2" coordorigin="3046,2093" coordsize="0,0" path="m3046,2093r,e" filled="f" strokeweight=".12pt">
                <v:path arrowok="t"/>
              </v:shape>
            </v:group>
            <v:group id="_x0000_s1825" style="position:absolute;left:3041;top:2093;width:2;height:2" coordorigin="3041,2093" coordsize="2,2">
              <v:shape id="_x0000_s1826" style="position:absolute;left:3041;top:2093;width:2;height:2" coordorigin="3041,2093" coordsize="0,0" path="m3041,2093r,e" filled="f" strokeweight=".12pt">
                <v:path arrowok="t"/>
              </v:shape>
            </v:group>
            <v:group id="_x0000_s1823" style="position:absolute;left:3041;top:2086;width:5;height:2" coordorigin="3041,2086" coordsize="5,2">
              <v:shape id="_x0000_s1824" style="position:absolute;left:3041;top:2086;width:5;height:2" coordorigin="3041,2086" coordsize="5,0" path="m3046,2086r-5,e" filled="f" strokeweight=".12pt">
                <v:path arrowok="t"/>
              </v:shape>
            </v:group>
            <v:group id="_x0000_s1821" style="position:absolute;left:3036;top:2093;width:2;height:2" coordorigin="3036,2093" coordsize="2,2">
              <v:shape id="_x0000_s1822" style="position:absolute;left:3036;top:2093;width:2;height:2" coordorigin="3036,2093" coordsize="0,0" path="m3036,2093r,e" filled="f" strokeweight=".12pt">
                <v:path arrowok="t"/>
              </v:shape>
            </v:group>
            <v:group id="_x0000_s1819" style="position:absolute;left:3034;top:2086;width:5;height:2" coordorigin="3034,2086" coordsize="5,2">
              <v:shape id="_x0000_s1820" style="position:absolute;left:3034;top:2086;width:5;height:2" coordorigin="3034,2086" coordsize="5,0" path="m3034,2086r4,e" filled="f" strokeweight=".12pt">
                <v:path arrowok="t"/>
              </v:shape>
            </v:group>
            <v:group id="_x0000_s1817" style="position:absolute;left:3031;top:2093;width:2;height:2" coordorigin="3031,2093" coordsize="2,2">
              <v:shape id="_x0000_s1818" style="position:absolute;left:3031;top:2093;width:2;height:2" coordorigin="3031,2093" coordsize="0,0" path="m3031,2093r,e" filled="f" strokeweight=".12pt">
                <v:path arrowok="t"/>
              </v:shape>
            </v:group>
            <v:group id="_x0000_s1815" style="position:absolute;left:3038;top:2071;width:3;height:5" coordorigin="3038,2071" coordsize="3,5">
              <v:shape id="_x0000_s1816" style="position:absolute;left:3038;top:2071;width:3;height:5" coordorigin="3038,2071" coordsize="3,5" path="m3038,2071r3,l3041,2076e" filled="f" strokeweight=".12pt">
                <v:path arrowok="t"/>
              </v:shape>
            </v:group>
            <v:group id="_x0000_s1813" style="position:absolute;left:3030;top:2073;width:17;height:2" coordorigin="3030,2073" coordsize="17,2">
              <v:shape id="_x0000_s1814" style="position:absolute;left:3030;top:2073;width:17;height:2" coordorigin="3030,2073" coordsize="17,0" path="m3030,2073r17,e" filled="f" strokeweight=".1372mm">
                <v:path arrowok="t"/>
              </v:shape>
            </v:group>
            <v:group id="_x0000_s1811" style="position:absolute;left:3032;top:2068;width:8;height:2" coordorigin="3032,2068" coordsize="8,2">
              <v:shape id="_x0000_s1812" style="position:absolute;left:3032;top:2068;width:8;height:2" coordorigin="3032,2068" coordsize="8,0" path="m3032,2068r8,e" filled="f" strokeweight=".22pt">
                <v:path arrowok="t"/>
              </v:shape>
            </v:group>
            <v:group id="_x0000_s1809" style="position:absolute;left:3036;top:2067;width:2;height:2" coordorigin="3036,2067" coordsize="2,2">
              <v:shape id="_x0000_s1810" style="position:absolute;left:3036;top:2067;width:2;height:2" coordorigin="3036,2067" coordsize="0,0" path="m3036,2067r,e" filled="f" strokeweight=".12pt">
                <v:path arrowok="t"/>
              </v:shape>
            </v:group>
            <v:group id="_x0000_s1807" style="position:absolute;left:3036;top:2069;width:3;height:2" coordorigin="3036,2069" coordsize="3,2">
              <v:shape id="_x0000_s1808" style="position:absolute;left:3036;top:2069;width:3;height:2" coordorigin="3036,2069" coordsize="3,0" path="m3038,2069r-2,e" filled="f" strokeweight=".12pt">
                <v:path arrowok="t"/>
              </v:shape>
            </v:group>
            <v:group id="_x0000_s1805" style="position:absolute;left:3034;top:2067;width:3;height:2" coordorigin="3034,2067" coordsize="3,2">
              <v:shape id="_x0000_s1806" style="position:absolute;left:3034;top:2067;width:3;height:2" coordorigin="3034,2067" coordsize="3,0" path="m3036,2067r-2,e" filled="f" strokeweight=".12pt">
                <v:path arrowok="t"/>
              </v:shape>
            </v:group>
            <v:group id="_x0000_s1803" style="position:absolute;left:3034;top:2059;width:12;height:2" coordorigin="3034,2059" coordsize="12,2">
              <v:shape id="_x0000_s1804" style="position:absolute;left:3034;top:2059;width:12;height:2" coordorigin="3034,2059" coordsize="12,0" path="m3046,2059r-12,e" filled="f" strokeweight=".12pt">
                <v:path arrowok="t"/>
              </v:shape>
            </v:group>
            <v:group id="_x0000_s1801" style="position:absolute;left:3034;top:1966;width:12;height:2" coordorigin="3034,1966" coordsize="12,2">
              <v:shape id="_x0000_s1802" style="position:absolute;left:3034;top:1966;width:12;height:2" coordorigin="3034,1966" coordsize="12,0" path="m3046,1966r-12,e" filled="f" strokeweight=".12pt">
                <v:path arrowok="t"/>
              </v:shape>
            </v:group>
            <v:group id="_x0000_s1799" style="position:absolute;left:3046;top:2064;width:2;height:2" coordorigin="3046,2064" coordsize="2,2">
              <v:shape id="_x0000_s1800" style="position:absolute;left:3046;top:2064;width:2;height:2" coordorigin="3046,2064" coordsize="0,0" path="m3046,2064r,e" filled="f" strokeweight=".12pt">
                <v:path arrowok="t"/>
              </v:shape>
            </v:group>
            <v:group id="_x0000_s1797" style="position:absolute;left:3046;top:2064;width:2;height:2" coordorigin="3046,2064" coordsize="2,2">
              <v:shape id="_x0000_s1798" style="position:absolute;left:3046;top:2064;width:2;height:2" coordorigin="3046,2064" coordsize="0,0" path="m3046,2064r,e" filled="f" strokeweight=".12pt">
                <v:path arrowok="t"/>
              </v:shape>
            </v:group>
            <v:group id="_x0000_s1795" style="position:absolute;left:3046;top:2064;width:2;height:2" coordorigin="3046,2064" coordsize="2,2">
              <v:shape id="_x0000_s1796" style="position:absolute;left:3046;top:2064;width:2;height:2" coordorigin="3046,2064" coordsize="0,0" path="m3046,2064r,e" filled="f" strokeweight=".12pt">
                <v:path arrowok="t"/>
              </v:shape>
            </v:group>
            <v:group id="_x0000_s1793" style="position:absolute;left:3041;top:2064;width:2;height:2" coordorigin="3041,2064" coordsize="2,2">
              <v:shape id="_x0000_s1794" style="position:absolute;left:3041;top:2064;width:2;height:2" coordorigin="3041,2064" coordsize="0,0" path="m3041,2064r,e" filled="f" strokeweight=".12pt">
                <v:path arrowok="t"/>
              </v:shape>
            </v:group>
            <v:group id="_x0000_s1791" style="position:absolute;left:3041;top:2064;width:2;height:2" coordorigin="3041,2064" coordsize="2,2">
              <v:shape id="_x0000_s1792" style="position:absolute;left:3041;top:2064;width:2;height:2" coordorigin="3041,2064" coordsize="0,0" path="m3041,2064r,e" filled="f" strokeweight=".12pt">
                <v:path arrowok="t"/>
              </v:shape>
            </v:group>
            <v:group id="_x0000_s1789" style="position:absolute;left:3041;top:2064;width:2;height:2" coordorigin="3041,2064" coordsize="2,2">
              <v:shape id="_x0000_s1790" style="position:absolute;left:3041;top:2064;width:2;height:2" coordorigin="3041,2064" coordsize="0,0" path="m3041,2064r,e" filled="f" strokeweight=".12pt">
                <v:path arrowok="t"/>
              </v:shape>
            </v:group>
            <v:group id="_x0000_s1787" style="position:absolute;left:3041;top:2064;width:2;height:2" coordorigin="3041,2064" coordsize="2,2">
              <v:shape id="_x0000_s1788" style="position:absolute;left:3041;top:2064;width:2;height:2" coordorigin="3041,2064" coordsize="0,0" path="m3041,2064r,e" filled="f" strokeweight=".12pt">
                <v:path arrowok="t"/>
              </v:shape>
            </v:group>
            <v:group id="_x0000_s1785" style="position:absolute;left:3036;top:2064;width:2;height:2" coordorigin="3036,2064" coordsize="2,2">
              <v:shape id="_x0000_s1786" style="position:absolute;left:3036;top:2064;width:2;height:2" coordorigin="3036,2064" coordsize="0,0" path="m3036,2064r,e" filled="f" strokeweight=".12pt">
                <v:path arrowok="t"/>
              </v:shape>
            </v:group>
            <v:group id="_x0000_s1783" style="position:absolute;left:3036;top:2064;width:2;height:2" coordorigin="3036,2064" coordsize="2,2">
              <v:shape id="_x0000_s1784" style="position:absolute;left:3036;top:2064;width:2;height:2" coordorigin="3036,2064" coordsize="0,0" path="m3036,2064r,e" filled="f" strokeweight=".12pt">
                <v:path arrowok="t"/>
              </v:shape>
            </v:group>
            <v:group id="_x0000_s1781" style="position:absolute;left:3036;top:2064;width:2;height:2" coordorigin="3036,2064" coordsize="2,2">
              <v:shape id="_x0000_s1782" style="position:absolute;left:3036;top:2064;width:2;height:2" coordorigin="3036,2064" coordsize="0,0" path="m3036,2064r,e" filled="f" strokeweight=".12pt">
                <v:path arrowok="t"/>
              </v:shape>
            </v:group>
            <v:group id="_x0000_s1779" style="position:absolute;left:3034;top:2064;width:2;height:2" coordorigin="3034,2064" coordsize="2,2">
              <v:shape id="_x0000_s1780" style="position:absolute;left:3034;top:2064;width:2;height:2" coordorigin="3034,2064" coordsize="0,0" path="m3034,2064r,e" filled="f" strokeweight=".12pt">
                <v:path arrowok="t"/>
              </v:shape>
            </v:group>
            <v:group id="_x0000_s1777" style="position:absolute;left:3034;top:2064;width:2;height:2" coordorigin="3034,2064" coordsize="2,2">
              <v:shape id="_x0000_s1778" style="position:absolute;left:3034;top:2064;width:2;height:2" coordorigin="3034,2064" coordsize="0,0" path="m3034,2064r,e" filled="f" strokeweight=".12pt">
                <v:path arrowok="t"/>
              </v:shape>
            </v:group>
            <v:group id="_x0000_s1775" style="position:absolute;left:3034;top:2064;width:2;height:2" coordorigin="3034,2064" coordsize="2,2">
              <v:shape id="_x0000_s1776" style="position:absolute;left:3034;top:2064;width:2;height:2" coordorigin="3034,2064" coordsize="0,0" path="m3034,2064r,e" filled="f" strokeweight=".12pt">
                <v:path arrowok="t"/>
              </v:shape>
            </v:group>
            <v:group id="_x0000_s1773" style="position:absolute;left:3036;top:2064;width:2;height:2" coordorigin="3036,2064" coordsize="2,2">
              <v:shape id="_x0000_s1774" style="position:absolute;left:3036;top:2064;width:2;height:2" coordorigin="3036,2064" coordsize="0,0" path="m3036,2064r,e" filled="f" strokeweight=".12pt">
                <v:path arrowok="t"/>
              </v:shape>
            </v:group>
            <v:group id="_x0000_s1771" style="position:absolute;left:3046;top:1951;width:2;height:2" coordorigin="3046,1951" coordsize="2,2">
              <v:shape id="_x0000_s1772" style="position:absolute;left:3046;top:1951;width:2;height:2" coordorigin="3046,1951" coordsize="0,0" path="m3046,1951r,e" filled="f" strokeweight=".12pt">
                <v:path arrowok="t"/>
              </v:shape>
            </v:group>
            <v:group id="_x0000_s1769" style="position:absolute;left:3034;top:1951;width:2;height:2" coordorigin="3034,1951" coordsize="2,2">
              <v:shape id="_x0000_s1770" style="position:absolute;left:3034;top:1951;width:2;height:2" coordorigin="3034,1951" coordsize="0,0" path="m3034,1951r,e" filled="f" strokeweight=".12pt">
                <v:path arrowok="t"/>
              </v:shape>
            </v:group>
            <v:group id="_x0000_s1767" style="position:absolute;left:3025;top:1933;width:27;height:2" coordorigin="3025,1933" coordsize="27,2">
              <v:shape id="_x0000_s1768" style="position:absolute;left:3025;top:1933;width:27;height:2" coordorigin="3025,1933" coordsize="27,0" path="m3025,1933r27,e" filled="f" strokeweight=".24pt">
                <v:path arrowok="t"/>
              </v:shape>
            </v:group>
            <v:group id="_x0000_s1765" style="position:absolute;left:3029;top:1925;width:3;height:2" coordorigin="3029,1925" coordsize="3,2">
              <v:shape id="_x0000_s1766" style="position:absolute;left:3029;top:1925;width:3;height:2" coordorigin="3029,1925" coordsize="3,0" path="m3029,1925r2,e" filled="f" strokeweight=".12pt">
                <v:path arrowok="t"/>
              </v:shape>
            </v:group>
            <v:group id="_x0000_s1763" style="position:absolute;left:3031;top:1927;width:3;height:2" coordorigin="3031,1927" coordsize="3,2">
              <v:shape id="_x0000_s1764" style="position:absolute;left:3031;top:1927;width:3;height:2" coordorigin="3031,1927" coordsize="3,0" path="m3034,1927r-3,e" filled="f" strokeweight=".12pt">
                <v:path arrowok="t"/>
              </v:shape>
            </v:group>
            <v:group id="_x0000_s1761" style="position:absolute;left:3048;top:1925;width:3;height:2" coordorigin="3048,1925" coordsize="3,2">
              <v:shape id="_x0000_s1762" style="position:absolute;left:3048;top:1925;width:3;height:2" coordorigin="3048,1925" coordsize="3,0" path="m3050,1925r-2,e" filled="f" strokeweight=".12pt">
                <v:path arrowok="t"/>
              </v:shape>
            </v:group>
            <v:group id="_x0000_s1759" style="position:absolute;left:3046;top:1927;width:3;height:2" coordorigin="3046,1927" coordsize="3,2">
              <v:shape id="_x0000_s1760" style="position:absolute;left:3046;top:1927;width:3;height:2" coordorigin="3046,1927" coordsize="3,0" path="m3048,1927r-2,e" filled="f" strokeweight=".12pt">
                <v:path arrowok="t"/>
              </v:shape>
            </v:group>
            <v:group id="_x0000_s1757" style="position:absolute;left:3031;top:1925;width:17;height:2" coordorigin="3031,1925" coordsize="17,2">
              <v:shape id="_x0000_s1758" style="position:absolute;left:3031;top:1925;width:17;height:2" coordorigin="3031,1925" coordsize="17,0" path="m3031,1925r17,e" filled="f" strokeweight=".12pt">
                <v:path arrowok="t"/>
              </v:shape>
            </v:group>
            <v:group id="_x0000_s1755" style="position:absolute;left:3050;top:1925;width:2;height:8" coordorigin="3050,1925" coordsize="2,8">
              <v:shape id="_x0000_s1756" style="position:absolute;left:3050;top:1925;width:2;height:8" coordorigin="3050,1925" coordsize="0,8" path="m3050,1932r,-7e" filled="f" strokeweight=".12pt">
                <v:path arrowok="t"/>
              </v:shape>
            </v:group>
            <v:group id="_x0000_s1753" style="position:absolute;left:3029;top:1925;width:2;height:8" coordorigin="3029,1925" coordsize="2,8">
              <v:shape id="_x0000_s1754" style="position:absolute;left:3029;top:1925;width:2;height:8" coordorigin="3029,1925" coordsize="0,8" path="m3029,1932r,-7e" filled="f" strokeweight=".12pt">
                <v:path arrowok="t"/>
              </v:shape>
            </v:group>
            <v:group id="_x0000_s1751" style="position:absolute;left:2923;top:1925;width:2;height:197" coordorigin="2923,1925" coordsize="2,197">
              <v:shape id="_x0000_s1752" style="position:absolute;left:2923;top:1925;width:2;height:197" coordorigin="2923,1925" coordsize="0,197" path="m2923,1925r,197e" filled="f" strokeweight=".12pt">
                <v:path arrowok="t"/>
              </v:shape>
            </v:group>
            <v:group id="_x0000_s1749" style="position:absolute;left:2935;top:1925;width:2;height:197" coordorigin="2935,1925" coordsize="2,197">
              <v:shape id="_x0000_s1750" style="position:absolute;left:2935;top:1925;width:2;height:197" coordorigin="2935,1925" coordsize="0,197" path="m2935,1925r,197e" filled="f" strokeweight=".12pt">
                <v:path arrowok="t"/>
              </v:shape>
            </v:group>
            <v:group id="_x0000_s1747" style="position:absolute;left:2921;top:2079;width:2;height:15" coordorigin="2921,2079" coordsize="2,15">
              <v:shape id="_x0000_s1748" style="position:absolute;left:2921;top:2079;width:2;height:15" coordorigin="2921,2079" coordsize="0,15" path="m2921,2093r,-14e" filled="f" strokeweight=".12pt">
                <v:path arrowok="t"/>
              </v:shape>
            </v:group>
            <v:group id="_x0000_s1745" style="position:absolute;left:2935;top:2079;width:3;height:15" coordorigin="2935,2079" coordsize="3,15">
              <v:shape id="_x0000_s1746" style="position:absolute;left:2935;top:2079;width:3;height:15" coordorigin="2935,2079" coordsize="3,15" path="m2935,2079r3,14e" filled="f" strokeweight=".12pt">
                <v:path arrowok="t"/>
              </v:shape>
            </v:group>
            <v:group id="_x0000_s1743" style="position:absolute;left:2926;top:2076;width:3;height:17" coordorigin="2926,2076" coordsize="3,17">
              <v:shape id="_x0000_s1744" style="position:absolute;left:2926;top:2076;width:3;height:17" coordorigin="2926,2076" coordsize="3,17" path="m2926,2093r2,-17e" filled="f" strokeweight=".12pt">
                <v:path arrowok="t"/>
              </v:shape>
            </v:group>
            <v:group id="_x0000_s1741" style="position:absolute;left:2930;top:2076;width:2;height:17" coordorigin="2930,2076" coordsize="2,17">
              <v:shape id="_x0000_s1742" style="position:absolute;left:2930;top:2076;width:2;height:17" coordorigin="2930,2076" coordsize="0,17" path="m2930,2076r,17e" filled="f" strokeweight=".12pt">
                <v:path arrowok="t"/>
              </v:shape>
            </v:group>
            <v:group id="_x0000_s1739" style="position:absolute;left:2921;top:2086;width:8;height:10" coordorigin="2921,2086" coordsize="8,10">
              <v:shape id="_x0000_s1740" style="position:absolute;left:2921;top:2086;width:8;height:10" coordorigin="2921,2086" coordsize="8,10" path="m2926,2095r-5,l2928,2086e" filled="f" strokeweight=".12pt">
                <v:path arrowok="t"/>
              </v:shape>
            </v:group>
            <v:group id="_x0000_s1737" style="position:absolute;left:2920;top:2098;width:20;height:2" coordorigin="2920,2098" coordsize="20,2">
              <v:shape id="_x0000_s1738" style="position:absolute;left:2920;top:2098;width:20;height:2" coordorigin="2920,2098" coordsize="20,0" path="m2920,2098r19,e" filled="f" strokeweight=".1295mm">
                <v:path arrowok="t"/>
              </v:shape>
            </v:group>
            <v:group id="_x0000_s1735" style="position:absolute;left:2923;top:2086;width:3;height:10" coordorigin="2923,2086" coordsize="3,10">
              <v:shape id="_x0000_s1736" style="position:absolute;left:2923;top:2086;width:3;height:10" coordorigin="2923,2086" coordsize="3,10" path="m2926,2095r-3,-9e" filled="f" strokeweight=".12pt">
                <v:path arrowok="t"/>
              </v:shape>
            </v:group>
            <v:group id="_x0000_s1733" style="position:absolute;left:2930;top:2086;width:8;height:10" coordorigin="2930,2086" coordsize="8,10">
              <v:shape id="_x0000_s1734" style="position:absolute;left:2930;top:2086;width:8;height:10" coordorigin="2930,2086" coordsize="8,10" path="m2938,2095r-8,-9e" filled="f" strokeweight=".12pt">
                <v:path arrowok="t"/>
              </v:shape>
            </v:group>
            <v:group id="_x0000_s1731" style="position:absolute;left:2930;top:2086;width:5;height:10" coordorigin="2930,2086" coordsize="5,10">
              <v:shape id="_x0000_s1732" style="position:absolute;left:2930;top:2086;width:5;height:10" coordorigin="2930,2086" coordsize="5,10" path="m2930,2095r5,-9e" filled="f" strokeweight=".12pt">
                <v:path arrowok="t"/>
              </v:shape>
            </v:group>
            <v:group id="_x0000_s1729" style="position:absolute;left:2926;top:2105;width:8;height:2" coordorigin="2926,2105" coordsize="8,2">
              <v:shape id="_x0000_s1730" style="position:absolute;left:2926;top:2105;width:8;height:2" coordorigin="2926,2105" coordsize="8,0" path="m2933,2105r-7,e" filled="f" strokeweight=".12pt">
                <v:path arrowok="t"/>
              </v:shape>
            </v:group>
            <v:group id="_x0000_s1727" style="position:absolute;left:2924;top:2103;width:10;height:2" coordorigin="2924,2103" coordsize="10,2">
              <v:shape id="_x0000_s1728" style="position:absolute;left:2924;top:2103;width:10;height:2" coordorigin="2924,2103" coordsize="10,0" path="m2924,2103r10,e" filled="f" strokeweight=".0102mm">
                <v:path arrowok="t"/>
              </v:shape>
            </v:group>
            <v:group id="_x0000_s1725" style="position:absolute;left:2930;top:2095;width:8;height:2" coordorigin="2930,2095" coordsize="8,2">
              <v:shape id="_x0000_s1726" style="position:absolute;left:2930;top:2095;width:8;height:2" coordorigin="2930,2095" coordsize="8,0" path="m2930,2095r8,e" filled="f" strokeweight=".12pt">
                <v:path arrowok="t"/>
              </v:shape>
            </v:group>
            <v:group id="_x0000_s1723" style="position:absolute;left:2928;top:2088;width:3;height:2" coordorigin="2928,2088" coordsize="3,2">
              <v:shape id="_x0000_s1724" style="position:absolute;left:2928;top:2088;width:3;height:2" coordorigin="2928,2088" coordsize="3,0" path="m2930,2088r-2,e" filled="f" strokeweight=".12pt">
                <v:path arrowok="t"/>
              </v:shape>
            </v:group>
            <v:group id="_x0000_s1721" style="position:absolute;left:2938;top:2093;width:2;height:2" coordorigin="2938,2093" coordsize="2,2">
              <v:shape id="_x0000_s1722" style="position:absolute;left:2938;top:2093;width:2;height:2" coordorigin="2938,2093" coordsize="0,0" path="m2938,2093r,e" filled="f" strokeweight=".12pt">
                <v:path arrowok="t"/>
              </v:shape>
            </v:group>
            <v:group id="_x0000_s1719" style="position:absolute;left:2930;top:2093;width:2;height:2" coordorigin="2930,2093" coordsize="2,2">
              <v:shape id="_x0000_s1720" style="position:absolute;left:2930;top:2093;width:2;height:2" coordorigin="2930,2093" coordsize="0,0" path="m2930,2093r,e" filled="f" strokeweight=".12pt">
                <v:path arrowok="t"/>
              </v:shape>
            </v:group>
            <v:group id="_x0000_s1717" style="position:absolute;left:2930;top:2086;width:5;height:2" coordorigin="2930,2086" coordsize="5,2">
              <v:shape id="_x0000_s1718" style="position:absolute;left:2930;top:2086;width:5;height:2" coordorigin="2930,2086" coordsize="5,0" path="m2935,2086r-5,e" filled="f" strokeweight=".12pt">
                <v:path arrowok="t"/>
              </v:shape>
            </v:group>
            <v:group id="_x0000_s1715" style="position:absolute;left:2926;top:2093;width:3;height:2" coordorigin="2926,2093" coordsize="3,2">
              <v:shape id="_x0000_s1716" style="position:absolute;left:2926;top:2093;width:3;height:2" coordorigin="2926,2093" coordsize="3,0" path="m2926,2093r2,e" filled="f" strokeweight=".12pt">
                <v:path arrowok="t"/>
              </v:shape>
            </v:group>
            <v:group id="_x0000_s1713" style="position:absolute;left:2923;top:2086;width:5;height:2" coordorigin="2923,2086" coordsize="5,2">
              <v:shape id="_x0000_s1714" style="position:absolute;left:2923;top:2086;width:5;height:2" coordorigin="2923,2086" coordsize="5,0" path="m2923,2086r5,e" filled="f" strokeweight=".12pt">
                <v:path arrowok="t"/>
              </v:shape>
            </v:group>
            <v:group id="_x0000_s1711" style="position:absolute;left:2921;top:2093;width:2;height:2" coordorigin="2921,2093" coordsize="2,2">
              <v:shape id="_x0000_s1712" style="position:absolute;left:2921;top:2093;width:2;height:2" coordorigin="2921,2093" coordsize="0,0" path="m2921,2093r,e" filled="f" strokeweight=".12pt">
                <v:path arrowok="t"/>
              </v:shape>
            </v:group>
            <v:group id="_x0000_s1709" style="position:absolute;left:2928;top:2071;width:3;height:5" coordorigin="2928,2071" coordsize="3,5">
              <v:shape id="_x0000_s1710" style="position:absolute;left:2928;top:2071;width:3;height:5" coordorigin="2928,2071" coordsize="3,5" path="m2928,2071r2,l2930,2076e" filled="f" strokeweight=".12pt">
                <v:path arrowok="t"/>
              </v:shape>
            </v:group>
            <v:group id="_x0000_s1707" style="position:absolute;left:2920;top:2073;width:17;height:2" coordorigin="2920,2073" coordsize="17,2">
              <v:shape id="_x0000_s1708" style="position:absolute;left:2920;top:2073;width:17;height:2" coordorigin="2920,2073" coordsize="17,0" path="m2920,2073r16,e" filled="f" strokeweight=".1372mm">
                <v:path arrowok="t"/>
              </v:shape>
            </v:group>
            <v:group id="_x0000_s1705" style="position:absolute;left:2922;top:2068;width:8;height:2" coordorigin="2922,2068" coordsize="8,2">
              <v:shape id="_x0000_s1706" style="position:absolute;left:2922;top:2068;width:8;height:2" coordorigin="2922,2068" coordsize="8,0" path="m2922,2068r7,e" filled="f" strokeweight=".22pt">
                <v:path arrowok="t"/>
              </v:shape>
            </v:group>
            <v:group id="_x0000_s1703" style="position:absolute;left:2926;top:2067;width:2;height:2" coordorigin="2926,2067" coordsize="2,2">
              <v:shape id="_x0000_s1704" style="position:absolute;left:2926;top:2067;width:2;height:2" coordorigin="2926,2067" coordsize="0,0" path="m2926,2067r,e" filled="f" strokeweight=".12pt">
                <v:path arrowok="t"/>
              </v:shape>
            </v:group>
            <v:group id="_x0000_s1701" style="position:absolute;left:2926;top:2069;width:3;height:2" coordorigin="2926,2069" coordsize="3,2">
              <v:shape id="_x0000_s1702" style="position:absolute;left:2926;top:2069;width:3;height:2" coordorigin="2926,2069" coordsize="3,0" path="m2928,2069r-2,e" filled="f" strokeweight=".12pt">
                <v:path arrowok="t"/>
              </v:shape>
            </v:group>
            <v:group id="_x0000_s1699" style="position:absolute;left:2923;top:2067;width:3;height:2" coordorigin="2923,2067" coordsize="3,2">
              <v:shape id="_x0000_s1700" style="position:absolute;left:2923;top:2067;width:3;height:2" coordorigin="2923,2067" coordsize="3,0" path="m2926,2067r-3,e" filled="f" strokeweight=".12pt">
                <v:path arrowok="t"/>
              </v:shape>
            </v:group>
            <v:group id="_x0000_s1697" style="position:absolute;left:2923;top:2059;width:12;height:2" coordorigin="2923,2059" coordsize="12,2">
              <v:shape id="_x0000_s1698" style="position:absolute;left:2923;top:2059;width:12;height:2" coordorigin="2923,2059" coordsize="12,0" path="m2935,2059r-12,e" filled="f" strokeweight=".12pt">
                <v:path arrowok="t"/>
              </v:shape>
            </v:group>
            <v:group id="_x0000_s1695" style="position:absolute;left:2923;top:1966;width:12;height:2" coordorigin="2923,1966" coordsize="12,2">
              <v:shape id="_x0000_s1696" style="position:absolute;left:2923;top:1966;width:12;height:2" coordorigin="2923,1966" coordsize="12,0" path="m2935,1966r-12,e" filled="f" strokeweight=".12pt">
                <v:path arrowok="t"/>
              </v:shape>
            </v:group>
            <v:group id="_x0000_s1693" style="position:absolute;left:2935;top:2064;width:2;height:2" coordorigin="2935,2064" coordsize="2,2">
              <v:shape id="_x0000_s1694" style="position:absolute;left:2935;top:2064;width:2;height:2" coordorigin="2935,2064" coordsize="0,0" path="m2935,2064r,e" filled="f" strokeweight=".12pt">
                <v:path arrowok="t"/>
              </v:shape>
            </v:group>
            <v:group id="_x0000_s1691" style="position:absolute;left:2935;top:2064;width:2;height:2" coordorigin="2935,2064" coordsize="2,2">
              <v:shape id="_x0000_s1692" style="position:absolute;left:2935;top:2064;width:2;height:2" coordorigin="2935,2064" coordsize="0,0" path="m2935,2064r,e" filled="f" strokeweight=".12pt">
                <v:path arrowok="t"/>
              </v:shape>
            </v:group>
            <v:group id="_x0000_s1689" style="position:absolute;left:2935;top:2064;width:2;height:2" coordorigin="2935,2064" coordsize="2,2">
              <v:shape id="_x0000_s1690" style="position:absolute;left:2935;top:2064;width:2;height:2" coordorigin="2935,2064" coordsize="0,0" path="m2935,2064r,e" filled="f" strokeweight=".12pt">
                <v:path arrowok="t"/>
              </v:shape>
            </v:group>
            <v:group id="_x0000_s1687" style="position:absolute;left:2930;top:2064;width:2;height:2" coordorigin="2930,2064" coordsize="2,2">
              <v:shape id="_x0000_s1688" style="position:absolute;left:2930;top:2064;width:2;height:2" coordorigin="2930,2064" coordsize="0,0" path="m2930,2064r,e" filled="f" strokeweight=".12pt">
                <v:path arrowok="t"/>
              </v:shape>
            </v:group>
            <v:group id="_x0000_s1685" style="position:absolute;left:2930;top:2064;width:2;height:2" coordorigin="2930,2064" coordsize="2,2">
              <v:shape id="_x0000_s1686" style="position:absolute;left:2930;top:2064;width:2;height:2" coordorigin="2930,2064" coordsize="0,0" path="m2930,2064r,e" filled="f" strokeweight=".12pt">
                <v:path arrowok="t"/>
              </v:shape>
            </v:group>
            <v:group id="_x0000_s1683" style="position:absolute;left:2930;top:2064;width:2;height:2" coordorigin="2930,2064" coordsize="2,2">
              <v:shape id="_x0000_s1684" style="position:absolute;left:2930;top:2064;width:2;height:2" coordorigin="2930,2064" coordsize="0,0" path="m2930,2064r,e" filled="f" strokeweight=".12pt">
                <v:path arrowok="t"/>
              </v:shape>
            </v:group>
            <v:group id="_x0000_s1681" style="position:absolute;left:2930;top:2064;width:2;height:2" coordorigin="2930,2064" coordsize="2,2">
              <v:shape id="_x0000_s1682" style="position:absolute;left:2930;top:2064;width:2;height:2" coordorigin="2930,2064" coordsize="0,0" path="m2930,2064r,e" filled="f" strokeweight=".12pt">
                <v:path arrowok="t"/>
              </v:shape>
            </v:group>
            <v:group id="_x0000_s1679" style="position:absolute;left:2926;top:2064;width:2;height:2" coordorigin="2926,2064" coordsize="2,2">
              <v:shape id="_x0000_s1680" style="position:absolute;left:2926;top:2064;width:2;height:2" coordorigin="2926,2064" coordsize="0,0" path="m2926,2064r,e" filled="f" strokeweight=".12pt">
                <v:path arrowok="t"/>
              </v:shape>
            </v:group>
            <v:group id="_x0000_s1677" style="position:absolute;left:2926;top:2064;width:2;height:2" coordorigin="2926,2064" coordsize="2,2">
              <v:shape id="_x0000_s1678" style="position:absolute;left:2926;top:2064;width:2;height:2" coordorigin="2926,2064" coordsize="0,0" path="m2926,2064r,e" filled="f" strokeweight=".12pt">
                <v:path arrowok="t"/>
              </v:shape>
            </v:group>
            <v:group id="_x0000_s1675" style="position:absolute;left:2926;top:2064;width:2;height:2" coordorigin="2926,2064" coordsize="2,2">
              <v:shape id="_x0000_s1676" style="position:absolute;left:2926;top:2064;width:2;height:2" coordorigin="2926,2064" coordsize="0,0" path="m2926,2064r,e" filled="f" strokeweight=".12pt">
                <v:path arrowok="t"/>
              </v:shape>
            </v:group>
            <v:group id="_x0000_s1673" style="position:absolute;left:2923;top:2064;width:2;height:2" coordorigin="2923,2064" coordsize="2,2">
              <v:shape id="_x0000_s1674" style="position:absolute;left:2923;top:2064;width:2;height:2" coordorigin="2923,2064" coordsize="0,0" path="m2923,2064r,e" filled="f" strokeweight=".12pt">
                <v:path arrowok="t"/>
              </v:shape>
            </v:group>
            <v:group id="_x0000_s1671" style="position:absolute;left:2923;top:2064;width:2;height:2" coordorigin="2923,2064" coordsize="2,2">
              <v:shape id="_x0000_s1672" style="position:absolute;left:2923;top:2064;width:2;height:2" coordorigin="2923,2064" coordsize="0,0" path="m2923,2064r,e" filled="f" strokeweight=".12pt">
                <v:path arrowok="t"/>
              </v:shape>
            </v:group>
            <v:group id="_x0000_s1669" style="position:absolute;left:2923;top:2064;width:2;height:2" coordorigin="2923,2064" coordsize="2,2">
              <v:shape id="_x0000_s1670" style="position:absolute;left:2923;top:2064;width:2;height:2" coordorigin="2923,2064" coordsize="0,0" path="m2923,2064r,e" filled="f" strokeweight=".12pt">
                <v:path arrowok="t"/>
              </v:shape>
            </v:group>
            <v:group id="_x0000_s1667" style="position:absolute;left:2926;top:2064;width:2;height:2" coordorigin="2926,2064" coordsize="2,2">
              <v:shape id="_x0000_s1668" style="position:absolute;left:2926;top:2064;width:2;height:2" coordorigin="2926,2064" coordsize="0,0" path="m2926,2064r,e" filled="f" strokeweight=".12pt">
                <v:path arrowok="t"/>
              </v:shape>
            </v:group>
            <v:group id="_x0000_s1665" style="position:absolute;left:2935;top:1951;width:2;height:2" coordorigin="2935,1951" coordsize="2,2">
              <v:shape id="_x0000_s1666" style="position:absolute;left:2935;top:1951;width:2;height:2" coordorigin="2935,1951" coordsize="0,0" path="m2935,1951r,e" filled="f" strokeweight=".12pt">
                <v:path arrowok="t"/>
              </v:shape>
            </v:group>
            <v:group id="_x0000_s1663" style="position:absolute;left:2923;top:1951;width:2;height:2" coordorigin="2923,1951" coordsize="2,2">
              <v:shape id="_x0000_s1664" style="position:absolute;left:2923;top:1951;width:2;height:2" coordorigin="2923,1951" coordsize="0,0" path="m2923,1951r,e" filled="f" strokeweight=".12pt">
                <v:path arrowok="t"/>
              </v:shape>
            </v:group>
            <v:group id="_x0000_s1661" style="position:absolute;left:2917;top:1933;width:24;height:2" coordorigin="2917,1933" coordsize="24,2">
              <v:shape id="_x0000_s1662" style="position:absolute;left:2917;top:1933;width:24;height:2" coordorigin="2917,1933" coordsize="24,0" path="m2917,1933r24,e" filled="f" strokeweight=".24pt">
                <v:path arrowok="t"/>
              </v:shape>
            </v:group>
            <v:group id="_x0000_s1659" style="position:absolute;left:2918;top:1925;width:3;height:2" coordorigin="2918,1925" coordsize="3,2">
              <v:shape id="_x0000_s1660" style="position:absolute;left:2918;top:1925;width:3;height:2" coordorigin="2918,1925" coordsize="3,0" path="m2918,1925r3,e" filled="f" strokeweight=".12pt">
                <v:path arrowok="t"/>
              </v:shape>
            </v:group>
            <v:group id="_x0000_s1657" style="position:absolute;left:2921;top:1927;width:3;height:2" coordorigin="2921,1927" coordsize="3,2">
              <v:shape id="_x0000_s1658" style="position:absolute;left:2921;top:1927;width:3;height:2" coordorigin="2921,1927" coordsize="3,0" path="m2923,1927r-2,e" filled="f" strokeweight=".12pt">
                <v:path arrowok="t"/>
              </v:shape>
            </v:group>
            <v:group id="_x0000_s1655" style="position:absolute;left:2938;top:1925;width:3;height:2" coordorigin="2938,1925" coordsize="3,2">
              <v:shape id="_x0000_s1656" style="position:absolute;left:2938;top:1925;width:3;height:2" coordorigin="2938,1925" coordsize="3,0" path="m2940,1925r-2,e" filled="f" strokeweight=".12pt">
                <v:path arrowok="t"/>
              </v:shape>
            </v:group>
            <v:group id="_x0000_s1653" style="position:absolute;left:2935;top:1927;width:3;height:2" coordorigin="2935,1927" coordsize="3,2">
              <v:shape id="_x0000_s1654" style="position:absolute;left:2935;top:1927;width:3;height:2" coordorigin="2935,1927" coordsize="3,0" path="m2938,1927r-3,e" filled="f" strokeweight=".12pt">
                <v:path arrowok="t"/>
              </v:shape>
            </v:group>
            <v:group id="_x0000_s1651" style="position:absolute;left:2921;top:1925;width:17;height:2" coordorigin="2921,1925" coordsize="17,2">
              <v:shape id="_x0000_s1652" style="position:absolute;left:2921;top:1925;width:17;height:2" coordorigin="2921,1925" coordsize="17,0" path="m2921,1925r17,e" filled="f" strokeweight=".12pt">
                <v:path arrowok="t"/>
              </v:shape>
            </v:group>
            <v:group id="_x0000_s1649" style="position:absolute;left:2940;top:1925;width:2;height:8" coordorigin="2940,1925" coordsize="2,8">
              <v:shape id="_x0000_s1650" style="position:absolute;left:2940;top:1925;width:2;height:8" coordorigin="2940,1925" coordsize="0,8" path="m2940,1932r,-7e" filled="f" strokeweight=".12pt">
                <v:path arrowok="t"/>
              </v:shape>
            </v:group>
            <v:group id="_x0000_s1647" style="position:absolute;left:2918;top:1925;width:2;height:8" coordorigin="2918,1925" coordsize="2,8">
              <v:shape id="_x0000_s1648" style="position:absolute;left:2918;top:1925;width:2;height:8" coordorigin="2918,1925" coordsize="0,8" path="m2918,1932r,-7e" filled="f" strokeweight=".12pt">
                <v:path arrowok="t"/>
              </v:shape>
            </v:group>
            <v:group id="_x0000_s1645" style="position:absolute;left:3031;top:2122;width:15;height:2" coordorigin="3031,2122" coordsize="15,2">
              <v:shape id="_x0000_s1646" style="position:absolute;left:3031;top:2122;width:15;height:2" coordorigin="3031,2122" coordsize="15,0" path="m3046,2122r-15,e" filled="f" strokeweight=".12pt">
                <v:path arrowok="t"/>
              </v:shape>
            </v:group>
            <v:group id="_x0000_s1643" style="position:absolute;left:2923;top:2122;width:12;height:2" coordorigin="2923,2122" coordsize="12,2">
              <v:shape id="_x0000_s1644" style="position:absolute;left:2923;top:2122;width:12;height:2" coordorigin="2923,2122" coordsize="12,0" path="m2935,2122r-12,e" filled="f" strokeweight=".12pt">
                <v:path arrowok="t"/>
              </v:shape>
            </v:group>
            <v:group id="_x0000_s1641" style="position:absolute;left:4030;top:4380;width:2;height:276" coordorigin="4030,4380" coordsize="2,276">
              <v:shape id="_x0000_s1642" style="position:absolute;left:4030;top:4380;width:2;height:276" coordorigin="4030,4380" coordsize="0,276" path="m4030,4380r,276e" filled="f" strokeweight=".12pt">
                <v:path arrowok="t"/>
              </v:shape>
            </v:group>
            <v:group id="_x0000_s1639" style="position:absolute;left:8981;top:2069;width:2;height:276" coordorigin="8981,2069" coordsize="2,276">
              <v:shape id="_x0000_s1640" style="position:absolute;left:8981;top:2069;width:2;height:276" coordorigin="8981,2069" coordsize="0,276" path="m8981,2345r,-276e" filled="f" strokeweight=".12pt">
                <v:path arrowok="t"/>
              </v:shape>
            </v:group>
            <v:group id="_x0000_s1637" style="position:absolute;left:7166;top:3005;width:2;height:219" coordorigin="7166,3005" coordsize="2,219">
              <v:shape id="_x0000_s1638" style="position:absolute;left:7166;top:3005;width:2;height:219" coordorigin="7166,3005" coordsize="0,219" path="m7166,3005r,218e" filled="f" strokeweight=".12pt">
                <v:path arrowok="t"/>
              </v:shape>
            </v:group>
            <v:group id="_x0000_s1635" style="position:absolute;left:4085;top:2345;width:550;height:771" coordorigin="4085,2345" coordsize="550,771">
              <v:shape id="_x0000_s1636" style="position:absolute;left:4085;top:2345;width:550;height:771" coordorigin="4085,2345" coordsize="550,771" path="m4634,3115l4085,2345e" filled="f" strokeweight=".12pt">
                <v:path arrowok="t"/>
              </v:shape>
            </v:group>
            <v:group id="_x0000_s1633" style="position:absolute;left:7937;top:2235;width:716;height:2" coordorigin="7937,2235" coordsize="716,2">
              <v:shape id="_x0000_s1634" style="position:absolute;left:7937;top:2235;width:716;height:2" coordorigin="7937,2235" coordsize="716,0" path="m8652,2235r-715,e" filled="f" strokeweight=".12pt">
                <v:path arrowok="t"/>
              </v:shape>
            </v:group>
            <v:group id="_x0000_s1631" style="position:absolute;left:5071;top:1849;width:221;height:2" coordorigin="5071,1849" coordsize="221,2">
              <v:shape id="_x0000_s1632" style="position:absolute;left:5071;top:1849;width:221;height:2" coordorigin="5071,1849" coordsize="221,0" path="m5071,1849r221,e" filled="f" strokeweight=".23pt">
                <v:path arrowok="t"/>
              </v:shape>
            </v:group>
            <v:group id="_x0000_s1629" style="position:absolute;left:5062;top:1851;width:3;height:8" coordorigin="5062,1851" coordsize="3,8">
              <v:shape id="_x0000_s1630" style="position:absolute;left:5062;top:1851;width:3;height:8" coordorigin="5062,1851" coordsize="3,8" path="m5064,1851r-2,7e" filled="f" strokeweight=".12pt">
                <v:path arrowok="t"/>
              </v:shape>
            </v:group>
            <v:group id="_x0000_s1627" style="position:absolute;left:5066;top:1848;width:5;height:3" coordorigin="5066,1848" coordsize="5,3">
              <v:shape id="_x0000_s1628" style="position:absolute;left:5066;top:1848;width:5;height:3" coordorigin="5066,1848" coordsize="5,3" path="m5071,1848r-5,3e" filled="f" strokeweight=".12pt">
                <v:path arrowok="t"/>
              </v:shape>
            </v:group>
            <v:group id="_x0000_s1625" style="position:absolute;left:5304;top:1858;width:10;height:5" coordorigin="5304,1858" coordsize="10,5">
              <v:shape id="_x0000_s1626" style="position:absolute;left:5304;top:1858;width:10;height:5" coordorigin="5304,1858" coordsize="10,5" path="m5304,1858r2,5l5314,1863e" filled="f" strokeweight=".12pt">
                <v:path arrowok="t"/>
              </v:shape>
            </v:group>
            <v:group id="_x0000_s1623" style="position:absolute;left:5292;top:1848;width:8;height:3" coordorigin="5292,1848" coordsize="8,3">
              <v:shape id="_x0000_s1624" style="position:absolute;left:5292;top:1848;width:8;height:3" coordorigin="5292,1848" coordsize="8,3" path="m5299,1851r-7,-3e" filled="f" strokeweight=".12pt">
                <v:path arrowok="t"/>
              </v:shape>
            </v:group>
            <v:group id="_x0000_s1621" style="position:absolute;left:5299;top:1851;width:5;height:8" coordorigin="5299,1851" coordsize="5,8">
              <v:shape id="_x0000_s1622" style="position:absolute;left:5299;top:1851;width:5;height:8" coordorigin="5299,1851" coordsize="5,8" path="m5299,1851r5,7e" filled="f" strokeweight=".12pt">
                <v:path arrowok="t"/>
              </v:shape>
            </v:group>
            <v:group id="_x0000_s1619" style="position:absolute;left:5314;top:1863;width:3;height:2" coordorigin="5314,1863" coordsize="3,2">
              <v:shape id="_x0000_s1620" style="position:absolute;left:5314;top:1863;width:3;height:2" coordorigin="5314,1863" coordsize="3,0" path="m5316,1863r-2,e" filled="f" strokeweight=".12pt">
                <v:path arrowok="t"/>
              </v:shape>
            </v:group>
            <v:group id="_x0000_s1617" style="position:absolute;left:5316;top:1858;width:10;height:5" coordorigin="5316,1858" coordsize="10,5">
              <v:shape id="_x0000_s1618" style="position:absolute;left:5316;top:1858;width:10;height:5" coordorigin="5316,1858" coordsize="10,5" path="m5316,1863r5,l5326,1858e" filled="f" strokeweight=".12pt">
                <v:path arrowok="t"/>
              </v:shape>
            </v:group>
            <v:group id="_x0000_s1615" style="position:absolute;left:5076;top:1752;width:12;height:147" coordorigin="5076,1752" coordsize="12,147">
              <v:shape id="_x0000_s1616" style="position:absolute;left:5076;top:1752;width:12;height:147" coordorigin="5076,1752" coordsize="12,147" path="m5088,1899r-12,-147e" filled="f" strokeweight=".12pt">
                <v:path arrowok="t"/>
              </v:shape>
            </v:group>
            <v:group id="_x0000_s1613" style="position:absolute;left:5054;top:1803;width:68;height:34" coordorigin="5054,1803" coordsize="68,34">
              <v:shape id="_x0000_s1614" style="position:absolute;left:5054;top:1803;width:68;height:34" coordorigin="5054,1803" coordsize="68,34" path="m5122,1822r-5,-7l5110,1810r-8,-3l5095,1803r-9,l5078,1805r-7,5l5064,1815r-5,7l5057,1829r-3,7e" filled="f" strokeweight=".12pt">
                <v:path arrowok="t"/>
              </v:shape>
            </v:group>
            <v:group id="_x0000_s1611" style="position:absolute;left:5064;top:1774;width:2;height:22" coordorigin="5064,1774" coordsize="2,22">
              <v:shape id="_x0000_s1612" style="position:absolute;left:5064;top:1774;width:2;height:22" coordorigin="5064,1774" coordsize="0,22" path="m5064,1774r,21e" filled="f" strokeweight=".12pt">
                <v:path arrowok="t"/>
              </v:shape>
            </v:group>
            <v:group id="_x0000_s1609" style="position:absolute;left:5064;top:1810;width:44;height:3" coordorigin="5064,1810" coordsize="44,3">
              <v:shape id="_x0000_s1610" style="position:absolute;left:5064;top:1810;width:44;height:3" coordorigin="5064,1810" coordsize="44,3" path="m5107,1810r-43,2e" filled="f" strokeweight=".12pt">
                <v:path arrowok="t"/>
              </v:shape>
            </v:group>
            <v:group id="_x0000_s1607" style="position:absolute;left:5071;top:1805;width:32;height:3" coordorigin="5071,1805" coordsize="32,3">
              <v:shape id="_x0000_s1608" style="position:absolute;left:5071;top:1805;width:32;height:3" coordorigin="5071,1805" coordsize="32,3" path="m5102,1805r-31,2e" filled="f" strokeweight=".12pt">
                <v:path arrowok="t"/>
              </v:shape>
            </v:group>
            <v:group id="_x0000_s1605" style="position:absolute;left:5090;top:1822;width:15;height:2" coordorigin="5090,1822" coordsize="15,2">
              <v:shape id="_x0000_s1606" style="position:absolute;left:5090;top:1822;width:15;height:2" coordorigin="5090,1822" coordsize="15,0" path="m5090,1822r15,e" filled="f" strokeweight=".12pt">
                <v:path arrowok="t"/>
              </v:shape>
            </v:group>
            <v:group id="_x0000_s1603" style="position:absolute;left:5095;top:1829;width:5;height:5" coordorigin="5095,1829" coordsize="5,5">
              <v:shape id="_x0000_s1604" style="position:absolute;left:5095;top:1829;width:5;height:5" coordorigin="5095,1829" coordsize="5,5" path="m5095,1834r3,-3l5100,1829e" filled="f" strokeweight=".12pt">
                <v:path arrowok="t"/>
              </v:shape>
            </v:group>
            <v:group id="_x0000_s1601" style="position:absolute;left:5090;top:1829;width:10;height:2" coordorigin="5090,1829" coordsize="10,2">
              <v:shape id="_x0000_s1602" style="position:absolute;left:5090;top:1829;width:10;height:2" coordorigin="5090,1829" coordsize="10,0" path="m5090,1829r10,e" filled="f" strokeweight=".12pt">
                <v:path arrowok="t"/>
              </v:shape>
            </v:group>
            <v:group id="_x0000_s1599" style="position:absolute;left:5057;top:1834;width:8;height:5" coordorigin="5057,1834" coordsize="8,5">
              <v:shape id="_x0000_s1600" style="position:absolute;left:5057;top:1834;width:8;height:5" coordorigin="5057,1834" coordsize="8,5" path="m5064,1834r-5,2l5057,1839e" filled="f" strokeweight=".12pt">
                <v:path arrowok="t"/>
              </v:shape>
            </v:group>
            <v:group id="_x0000_s1597" style="position:absolute;left:5062;top:1848;width:5;height:3" coordorigin="5062,1848" coordsize="5,3">
              <v:shape id="_x0000_s1598" style="position:absolute;left:5062;top:1848;width:5;height:3" coordorigin="5062,1848" coordsize="5,3" path="m5066,1848r-4,3e" filled="f" strokeweight=".12pt">
                <v:path arrowok="t"/>
              </v:shape>
            </v:group>
            <v:group id="_x0000_s1595" style="position:absolute;left:5078;top:1824;width:12;height:3" coordorigin="5078,1824" coordsize="12,3">
              <v:shape id="_x0000_s1596" style="position:absolute;left:5078;top:1824;width:12;height:3" coordorigin="5078,1824" coordsize="12,3" path="m5090,1824r-12,3e" filled="f" strokeweight=".12pt">
                <v:path arrowok="t"/>
              </v:shape>
            </v:group>
            <v:group id="_x0000_s1593" style="position:absolute;left:5064;top:1834;width:32;height:2" coordorigin="5064,1834" coordsize="32,2">
              <v:shape id="_x0000_s1594" style="position:absolute;left:5064;top:1834;width:32;height:2" coordorigin="5064,1834" coordsize="32,0" path="m5064,1834r31,e" filled="f" strokeweight=".12pt">
                <v:path arrowok="t"/>
              </v:shape>
            </v:group>
            <v:group id="_x0000_s1591" style="position:absolute;left:5068;top:1813;width:3;height:2" coordorigin="5068,1813" coordsize="3,2">
              <v:shape id="_x0000_s1592" style="position:absolute;left:5068;top:1813;width:3;height:2" coordorigin="5068,1813" coordsize="3,0" path="m5068,1813r2,e" filled="f" strokeweight=".12pt">
                <v:path arrowok="t"/>
              </v:shape>
            </v:group>
            <v:group id="_x0000_s1589" style="position:absolute;left:5068;top:1831;width:3;height:2" coordorigin="5068,1831" coordsize="3,2">
              <v:shape id="_x0000_s1590" style="position:absolute;left:5068;top:1831;width:3;height:2" coordorigin="5068,1831" coordsize="3,0" path="m5068,1831r2,e" filled="f" strokeweight=".24pt">
                <v:path arrowok="t"/>
              </v:shape>
            </v:group>
            <v:group id="_x0000_s1587" style="position:absolute;left:5088;top:1824;width:3;height:2" coordorigin="5088,1824" coordsize="3,2">
              <v:shape id="_x0000_s1588" style="position:absolute;left:5088;top:1824;width:3;height:2" coordorigin="5088,1824" coordsize="3,0" path="m5090,1824r-2,e" filled="f" strokeweight=".12pt">
                <v:path arrowok="t"/>
              </v:shape>
            </v:group>
            <v:group id="_x0000_s1585" style="position:absolute;left:5090;top:1822;width:2;height:2" coordorigin="5090,1822" coordsize="2,2">
              <v:shape id="_x0000_s1586" style="position:absolute;left:5090;top:1822;width:2;height:2" coordorigin="5090,1822" coordsize="0,0" path="m5090,1822r,e" filled="f" strokeweight=".12pt">
                <v:path arrowok="t"/>
              </v:shape>
            </v:group>
            <v:group id="_x0000_s1583" style="position:absolute;left:5086;top:1829;width:5;height:5" coordorigin="5086,1829" coordsize="5,5">
              <v:shape id="_x0000_s1584" style="position:absolute;left:5086;top:1829;width:5;height:5" coordorigin="5086,1829" coordsize="5,5" path="m5086,1834r2,-3l5090,1829e" filled="f" strokeweight=".12pt">
                <v:path arrowok="t"/>
              </v:shape>
            </v:group>
            <v:group id="_x0000_s1581" style="position:absolute;left:5090;top:1822;width:2;height:8" coordorigin="5090,1822" coordsize="2,8">
              <v:shape id="_x0000_s1582" style="position:absolute;left:5090;top:1822;width:2;height:8" coordorigin="5090,1822" coordsize="0,8" path="m5090,1822r,7e" filled="f" strokeweight=".12pt">
                <v:path arrowok="t"/>
              </v:shape>
            </v:group>
            <v:group id="_x0000_s1579" style="position:absolute;left:5057;top:1851;width:5;height:8" coordorigin="5057,1851" coordsize="5,8">
              <v:shape id="_x0000_s1580" style="position:absolute;left:5057;top:1851;width:5;height:8" coordorigin="5057,1851" coordsize="5,8" path="m5057,1858r5,-7e" filled="f" strokeweight=".12pt">
                <v:path arrowok="t"/>
              </v:shape>
            </v:group>
            <v:group id="_x0000_s1577" style="position:absolute;left:5119;top:1807;width:12;height:5" coordorigin="5119,1807" coordsize="12,5">
              <v:shape id="_x0000_s1578" style="position:absolute;left:5119;top:1807;width:12;height:5" coordorigin="5119,1807" coordsize="12,5" path="m5119,1812r12,-5e" filled="f" strokeweight=".12pt">
                <v:path arrowok="t"/>
              </v:shape>
            </v:group>
            <v:group id="_x0000_s1575" style="position:absolute;left:5119;top:1812;width:15;height:12" coordorigin="5119,1812" coordsize="15,12">
              <v:shape id="_x0000_s1576" style="position:absolute;left:5119;top:1812;width:15;height:12" coordorigin="5119,1812" coordsize="15,12" path="m5134,1819r,-4l5131,1812r-7,l5122,1815r-3,4l5122,1822r2,2l5131,1824r3,-2l5134,1819xe" filled="f" strokeweight=".12pt">
                <v:path arrowok="t"/>
              </v:shape>
            </v:group>
            <v:group id="_x0000_s1573" style="position:absolute;left:5110;top:1827;width:2;height:22" coordorigin="5110,1827" coordsize="2,22">
              <v:shape id="_x0000_s1574" style="position:absolute;left:5110;top:1827;width:2;height:22" coordorigin="5110,1827" coordsize="0,22" path="m5110,1827r,21e" filled="f" strokeweight=".36pt">
                <v:path arrowok="t"/>
              </v:shape>
            </v:group>
            <v:group id="_x0000_s1571" style="position:absolute;left:5104;top:1846;width:9;height:2" coordorigin="5104,1846" coordsize="9,2">
              <v:shape id="_x0000_s1572" style="position:absolute;left:5104;top:1846;width:9;height:2" coordorigin="5104,1846" coordsize="9,0" path="m5104,1846r8,e" filled="f" strokeweight=".04486mm">
                <v:path arrowok="t"/>
              </v:shape>
            </v:group>
            <v:group id="_x0000_s1569" style="position:absolute;left:5088;top:1810;width:32;height:3" coordorigin="5088,1810" coordsize="32,3">
              <v:shape id="_x0000_s1570" style="position:absolute;left:5088;top:1810;width:32;height:3" coordorigin="5088,1810" coordsize="32,3" path="m5119,1812r-17,-2l5088,1812e" filled="f" strokeweight=".12pt">
                <v:path arrowok="t"/>
              </v:shape>
            </v:group>
            <v:group id="_x0000_s1567" style="position:absolute;left:5107;top:1827;width:3;height:3" coordorigin="5107,1827" coordsize="3,3">
              <v:shape id="_x0000_s1568" style="position:absolute;left:5107;top:1827;width:3;height:3" coordorigin="5107,1827" coordsize="3,3" path="m5110,1829r-3,-2e" filled="f" strokeweight=".12pt">
                <v:path arrowok="t"/>
              </v:shape>
            </v:group>
            <v:group id="_x0000_s1565" style="position:absolute;left:5107;top:1827;width:2;height:2" coordorigin="5107,1827" coordsize="2,2">
              <v:shape id="_x0000_s1566" style="position:absolute;left:5107;top:1827;width:2;height:2" coordorigin="5107,1827" coordsize="0,0" path="m5107,1827r,e" filled="f" strokeweight=".12pt">
                <v:path arrowok="t"/>
              </v:shape>
            </v:group>
            <v:group id="_x0000_s1563" style="position:absolute;left:5100;top:1827;width:8;height:3" coordorigin="5100,1827" coordsize="8,3">
              <v:shape id="_x0000_s1564" style="position:absolute;left:5100;top:1827;width:8;height:3" coordorigin="5100,1827" coordsize="8,3" path="m5100,1829r7,-2e" filled="f" strokeweight=".12pt">
                <v:path arrowok="t"/>
              </v:shape>
            </v:group>
            <v:group id="_x0000_s1561" style="position:absolute;left:5105;top:1822;width:8;height:8" coordorigin="5105,1822" coordsize="8,8">
              <v:shape id="_x0000_s1562" style="position:absolute;left:5105;top:1822;width:8;height:8" coordorigin="5105,1822" coordsize="8,8" path="m5112,1829r-7,-7e" filled="f" strokeweight=".12pt">
                <v:path arrowok="t"/>
              </v:shape>
            </v:group>
            <v:group id="_x0000_s1559" style="position:absolute;left:5107;top:1824;width:12;height:3" coordorigin="5107,1824" coordsize="12,3">
              <v:shape id="_x0000_s1560" style="position:absolute;left:5107;top:1824;width:12;height:3" coordorigin="5107,1824" coordsize="12,3" path="m5119,1827r-12,-3e" filled="f" strokeweight=".12pt">
                <v:path arrowok="t"/>
              </v:shape>
            </v:group>
            <v:group id="_x0000_s1557" style="position:absolute;left:5119;top:1822;width:17;height:5" coordorigin="5119,1822" coordsize="17,5">
              <v:shape id="_x0000_s1558" style="position:absolute;left:5119;top:1822;width:17;height:5" coordorigin="5119,1822" coordsize="17,5" path="m5119,1827r17,-5e" filled="f" strokeweight=".12pt">
                <v:path arrowok="t"/>
              </v:shape>
            </v:group>
            <v:group id="_x0000_s1555" style="position:absolute;left:5090;top:1771;width:3;height:17" coordorigin="5090,1771" coordsize="3,17">
              <v:shape id="_x0000_s1556" style="position:absolute;left:5090;top:1771;width:3;height:17" coordorigin="5090,1771" coordsize="3,17" path="m5090,1771r3,17e" filled="f" strokeweight=".12pt">
                <v:path arrowok="t"/>
              </v:shape>
            </v:group>
            <v:group id="_x0000_s1553" style="position:absolute;left:5064;top:1769;width:27;height:5" coordorigin="5064,1769" coordsize="27,5">
              <v:shape id="_x0000_s1554" style="position:absolute;left:5064;top:1769;width:27;height:5" coordorigin="5064,1769" coordsize="27,5" path="m5090,1771r-14,-2l5064,1774r26,-3xe" filled="f" strokeweight=".12pt">
                <v:path arrowok="t"/>
              </v:shape>
            </v:group>
            <v:group id="_x0000_s1551" style="position:absolute;left:5232;top:1788;width:92;height:48" coordorigin="5232,1788" coordsize="92,48">
              <v:shape id="_x0000_s1552" style="position:absolute;left:5232;top:1788;width:92;height:48" coordorigin="5232,1788" coordsize="92,48" path="m5323,1836r-21,-38l5294,1793r-9,-2l5275,1788r-9,3l5258,1793r-9,2l5242,1803r-5,4l5232,1815e" filled="f" strokeweight=".12pt">
                <v:path arrowok="t"/>
              </v:shape>
            </v:group>
            <v:group id="_x0000_s1549" style="position:absolute;left:5275;top:1752;width:12;height:147" coordorigin="5275,1752" coordsize="12,147">
              <v:shape id="_x0000_s1550" style="position:absolute;left:5275;top:1752;width:12;height:147" coordorigin="5275,1752" coordsize="12,147" path="m5275,1899r12,-147e" filled="f" strokeweight=".12pt">
                <v:path arrowok="t"/>
              </v:shape>
            </v:group>
            <v:group id="_x0000_s1547" style="position:absolute;left:5297;top:1848;width:5;height:3" coordorigin="5297,1848" coordsize="5,3">
              <v:shape id="_x0000_s1548" style="position:absolute;left:5297;top:1848;width:5;height:3" coordorigin="5297,1848" coordsize="5,3" path="m5302,1851r-5,-3e" filled="f" strokeweight=".12pt">
                <v:path arrowok="t"/>
              </v:shape>
            </v:group>
            <v:group id="_x0000_s1545" style="position:absolute;left:5306;top:1858;width:10;height:5" coordorigin="5306,1858" coordsize="10,5">
              <v:shape id="_x0000_s1546" style="position:absolute;left:5306;top:1858;width:10;height:5" coordorigin="5306,1858" coordsize="10,5" path="m5306,1858r5,5l5316,1863e" filled="f" strokeweight=".12pt">
                <v:path arrowok="t"/>
              </v:shape>
            </v:group>
            <v:group id="_x0000_s1543" style="position:absolute;left:5302;top:1851;width:5;height:8" coordorigin="5302,1851" coordsize="5,8">
              <v:shape id="_x0000_s1544" style="position:absolute;left:5302;top:1851;width:5;height:8" coordorigin="5302,1851" coordsize="5,8" path="m5306,1858r-4,-7e" filled="f" strokeweight=".12pt">
                <v:path arrowok="t"/>
              </v:shape>
            </v:group>
            <v:group id="_x0000_s1541" style="position:absolute;left:5316;top:1858;width:8;height:5" coordorigin="5316,1858" coordsize="8,5">
              <v:shape id="_x0000_s1542" style="position:absolute;left:5316;top:1858;width:8;height:5" coordorigin="5316,1858" coordsize="8,5" path="m5316,1863r5,l5323,1858e" filled="f" strokeweight=".12pt">
                <v:path arrowok="t"/>
              </v:shape>
            </v:group>
            <v:group id="_x0000_s1539" style="position:absolute;left:5230;top:1822;width:15;height:5" coordorigin="5230,1822" coordsize="15,5">
              <v:shape id="_x0000_s1540" style="position:absolute;left:5230;top:1822;width:15;height:5" coordorigin="5230,1822" coordsize="15,5" path="m5230,1822r14,5e" filled="f" strokeweight=".12pt">
                <v:path arrowok="t"/>
              </v:shape>
            </v:group>
            <v:group id="_x0000_s1537" style="position:absolute;left:5230;top:1812;width:15;height:12" coordorigin="5230,1812" coordsize="15,12">
              <v:shape id="_x0000_s1538" style="position:absolute;left:5230;top:1812;width:15;height:12" coordorigin="5230,1812" coordsize="15,12" path="m5244,1819r-2,-4l5239,1812r-7,l5230,1815r,7l5232,1824r7,l5242,1822r2,-3xe" filled="f" strokeweight=".12pt">
                <v:path arrowok="t"/>
              </v:shape>
            </v:group>
            <v:group id="_x0000_s1535" style="position:absolute;left:5232;top:1807;width:15;height:5" coordorigin="5232,1807" coordsize="15,5">
              <v:shape id="_x0000_s1536" style="position:absolute;left:5232;top:1807;width:15;height:5" coordorigin="5232,1807" coordsize="15,5" path="m5232,1807r14,5e" filled="f" strokeweight=".12pt">
                <v:path arrowok="t"/>
              </v:shape>
            </v:group>
            <v:group id="_x0000_s1533" style="position:absolute;left:5299;top:1774;width:2;height:22" coordorigin="5299,1774" coordsize="2,22">
              <v:shape id="_x0000_s1534" style="position:absolute;left:5299;top:1774;width:2;height:22" coordorigin="5299,1774" coordsize="0,22" path="m5299,1774r,21e" filled="f" strokeweight=".12pt">
                <v:path arrowok="t"/>
              </v:shape>
            </v:group>
            <v:group id="_x0000_s1531" style="position:absolute;left:5270;top:1771;width:3;height:17" coordorigin="5270,1771" coordsize="3,17">
              <v:shape id="_x0000_s1532" style="position:absolute;left:5270;top:1771;width:3;height:17" coordorigin="5270,1771" coordsize="3,17" path="m5273,1771r-3,17e" filled="f" strokeweight=".12pt">
                <v:path arrowok="t"/>
              </v:shape>
            </v:group>
            <v:group id="_x0000_s1529" style="position:absolute;left:5244;top:1803;width:65;height:34" coordorigin="5244,1803" coordsize="65,34">
              <v:shape id="_x0000_s1530" style="position:absolute;left:5244;top:1803;width:65;height:34" coordorigin="5244,1803" coordsize="65,34" path="m5309,1836r,-7l5304,1822r-5,-7l5294,1810r-9,-5l5278,1803r-8,l5261,1807r-7,3l5249,1815r-5,7e" filled="f" strokeweight=".12pt">
                <v:path arrowok="t"/>
              </v:shape>
            </v:group>
            <v:group id="_x0000_s1527" style="position:absolute;left:5268;top:1834;width:32;height:2" coordorigin="5268,1834" coordsize="32,2">
              <v:shape id="_x0000_s1528" style="position:absolute;left:5268;top:1834;width:32;height:2" coordorigin="5268,1834" coordsize="32,0" path="m5299,1834r-31,e" filled="f" strokeweight=".12pt">
                <v:path arrowok="t"/>
              </v:shape>
            </v:group>
            <v:group id="_x0000_s1525" style="position:absolute;left:5256;top:1810;width:44;height:3" coordorigin="5256,1810" coordsize="44,3">
              <v:shape id="_x0000_s1526" style="position:absolute;left:5256;top:1810;width:44;height:3" coordorigin="5256,1810" coordsize="44,3" path="m5256,1810r43,2e" filled="f" strokeweight=".12pt">
                <v:path arrowok="t"/>
              </v:shape>
            </v:group>
            <v:group id="_x0000_s1523" style="position:absolute;left:5275;top:1824;width:10;height:3" coordorigin="5275,1824" coordsize="10,3">
              <v:shape id="_x0000_s1524" style="position:absolute;left:5275;top:1824;width:10;height:3" coordorigin="5275,1824" coordsize="10,3" path="m5275,1824r10,3e" filled="f" strokeweight=".12pt">
                <v:path arrowok="t"/>
              </v:shape>
            </v:group>
            <v:group id="_x0000_s1521" style="position:absolute;left:5261;top:1805;width:32;height:3" coordorigin="5261,1805" coordsize="32,3">
              <v:shape id="_x0000_s1522" style="position:absolute;left:5261;top:1805;width:32;height:3" coordorigin="5261,1805" coordsize="32,3" path="m5261,1805r31,2e" filled="f" strokeweight=".12pt">
                <v:path arrowok="t"/>
              </v:shape>
            </v:group>
            <v:group id="_x0000_s1519" style="position:absolute;left:5263;top:1829;width:5;height:5" coordorigin="5263,1829" coordsize="5,5">
              <v:shape id="_x0000_s1520" style="position:absolute;left:5263;top:1829;width:5;height:5" coordorigin="5263,1829" coordsize="5,5" path="m5263,1829r3,2l5268,1834e" filled="f" strokeweight=".12pt">
                <v:path arrowok="t"/>
              </v:shape>
            </v:group>
            <v:group id="_x0000_s1517" style="position:absolute;left:5275;top:1829;width:3;height:5" coordorigin="5275,1829" coordsize="3,5">
              <v:shape id="_x0000_s1518" style="position:absolute;left:5275;top:1829;width:3;height:5" coordorigin="5275,1829" coordsize="3,5" path="m5275,1829r,2l5278,1834e" filled="f" strokeweight=".12pt">
                <v:path arrowok="t"/>
              </v:shape>
            </v:group>
            <v:group id="_x0000_s1515" style="position:absolute;left:5251;top:1829;width:2;height:20" coordorigin="5251,1829" coordsize="2,20">
              <v:shape id="_x0000_s1516" style="position:absolute;left:5251;top:1829;width:2;height:20" coordorigin="5251,1829" coordsize="0,20" path="m5251,1829r,19e" filled="f" strokeweight=".12pt">
                <v:path arrowok="t"/>
              </v:shape>
            </v:group>
            <v:group id="_x0000_s1513" style="position:absolute;left:5251;top:1846;width:9;height:2" coordorigin="5251,1846" coordsize="9,2">
              <v:shape id="_x0000_s1514" style="position:absolute;left:5251;top:1846;width:9;height:2" coordorigin="5251,1846" coordsize="9,0" path="m5251,1846r9,e" filled="f" strokeweight=".04486mm">
                <v:path arrowok="t"/>
              </v:shape>
            </v:group>
            <v:group id="_x0000_s1511" style="position:absolute;left:5258;top:1827;width:5;height:3" coordorigin="5258,1827" coordsize="5,3">
              <v:shape id="_x0000_s1512" style="position:absolute;left:5258;top:1827;width:5;height:3" coordorigin="5258,1827" coordsize="5,3" path="m5258,1827r5,2e" filled="f" strokeweight=".12pt">
                <v:path arrowok="t"/>
              </v:shape>
            </v:group>
            <v:group id="_x0000_s1509" style="position:absolute;left:5255;top:1826;width:18;height:2" coordorigin="5255,1826" coordsize="18,2">
              <v:shape id="_x0000_s1510" style="position:absolute;left:5255;top:1826;width:18;height:2" coordorigin="5255,1826" coordsize="18,0" path="m5255,1826r18,e" filled="f" strokeweight=".59pt">
                <v:path arrowok="t"/>
              </v:shape>
            </v:group>
            <v:group id="_x0000_s1507" style="position:absolute;left:5246;top:1810;width:32;height:3" coordorigin="5246,1810" coordsize="32,3">
              <v:shape id="_x0000_s1508" style="position:absolute;left:5246;top:1810;width:32;height:3" coordorigin="5246,1810" coordsize="32,3" path="m5278,1812r-17,-2l5246,1812e" filled="f" strokeweight=".12pt">
                <v:path arrowok="t"/>
              </v:shape>
            </v:group>
            <v:group id="_x0000_s1505" style="position:absolute;left:5255;top:1809;width:3;height:2" coordorigin="5255,1809" coordsize="3,2">
              <v:shape id="_x0000_s1506" style="position:absolute;left:5255;top:1809;width:3;height:2" coordorigin="5255,1809" coordsize="3,0" path="m5255,1809r2,e" filled="f" strokeweight=".12pt">
                <v:path arrowok="t"/>
              </v:shape>
            </v:group>
            <v:group id="_x0000_s1503" style="position:absolute;left:5244;top:1824;width:12;height:3" coordorigin="5244,1824" coordsize="12,3">
              <v:shape id="_x0000_s1504" style="position:absolute;left:5244;top:1824;width:12;height:3" coordorigin="5244,1824" coordsize="12,3" path="m5256,1824r-12,3e" filled="f" strokeweight=".12pt">
                <v:path arrowok="t"/>
              </v:shape>
            </v:group>
            <v:group id="_x0000_s1501" style="position:absolute;left:5237;top:1819;width:3;height:3" coordorigin="5237,1819" coordsize="3,3">
              <v:shape id="_x0000_s1502" style="position:absolute;left:5237;top:1819;width:3;height:3" coordorigin="5237,1819" coordsize="3,3" path="m5237,1821r2,e" filled="f" strokeweight=".22pt">
                <v:path arrowok="t"/>
              </v:shape>
            </v:group>
            <v:group id="_x0000_s1499" style="position:absolute;left:5254;top:1827;width:3;height:3" coordorigin="5254,1827" coordsize="3,3">
              <v:shape id="_x0000_s1500" style="position:absolute;left:5254;top:1827;width:3;height:3" coordorigin="5254,1827" coordsize="3,3" path="m5256,1827r-2,2e" filled="f" strokeweight=".12pt">
                <v:path arrowok="t"/>
              </v:shape>
            </v:group>
            <v:group id="_x0000_s1497" style="position:absolute;left:5251;top:1822;width:8;height:8" coordorigin="5251,1822" coordsize="8,8">
              <v:shape id="_x0000_s1498" style="position:absolute;left:5251;top:1822;width:8;height:8" coordorigin="5251,1822" coordsize="8,8" path="m5251,1829r7,-7e" filled="f" strokeweight=".12pt">
                <v:path arrowok="t"/>
              </v:shape>
            </v:group>
            <v:group id="_x0000_s1495" style="position:absolute;left:5275;top:1824;width:2;height:2" coordorigin="5275,1824" coordsize="2,2">
              <v:shape id="_x0000_s1496" style="position:absolute;left:5275;top:1824;width:2;height:2" coordorigin="5275,1824" coordsize="0,0" path="m5275,1824r,e" filled="f" strokeweight=".12pt">
                <v:path arrowok="t"/>
              </v:shape>
            </v:group>
            <v:group id="_x0000_s1493" style="position:absolute;left:5273;top:1822;width:2;height:2" coordorigin="5273,1822" coordsize="2,2">
              <v:shape id="_x0000_s1494" style="position:absolute;left:5273;top:1822;width:2;height:2" coordorigin="5273,1822" coordsize="0,0" path="m5273,1822r,e" filled="f" strokeweight=".12pt">
                <v:path arrowok="t"/>
              </v:shape>
            </v:group>
            <v:group id="_x0000_s1491" style="position:absolute;left:5273;top:1822;width:2;height:8" coordorigin="5273,1822" coordsize="2,8">
              <v:shape id="_x0000_s1492" style="position:absolute;left:5273;top:1822;width:2;height:8" coordorigin="5273,1822" coordsize="0,8" path="m5273,1822r,7e" filled="f" strokeweight=".12pt">
                <v:path arrowok="t"/>
              </v:shape>
            </v:group>
            <v:group id="_x0000_s1489" style="position:absolute;left:5299;top:1834;width:8;height:5" coordorigin="5299,1834" coordsize="8,5">
              <v:shape id="_x0000_s1490" style="position:absolute;left:5299;top:1834;width:8;height:5" coordorigin="5299,1834" coordsize="8,5" path="m5306,1839r-2,-3l5299,1834e" filled="f" strokeweight=".12pt">
                <v:path arrowok="t"/>
              </v:shape>
            </v:group>
            <v:group id="_x0000_s1487" style="position:absolute;left:5285;top:1812;width:36;height:20" coordorigin="5285,1812" coordsize="36,20">
              <v:shape id="_x0000_s1488" style="position:absolute;left:5285;top:1812;width:36;height:20" coordorigin="5285,1812" coordsize="36,20" path="m5321,1831r-7,-7l5306,1817r-9,-2l5285,1812e" filled="f" strokeweight=".12pt">
                <v:path arrowok="t"/>
              </v:shape>
            </v:group>
            <v:group id="_x0000_s1485" style="position:absolute;left:5282;top:1827;width:27;height:15" coordorigin="5282,1827" coordsize="27,15">
              <v:shape id="_x0000_s1486" style="position:absolute;left:5282;top:1827;width:27;height:15" coordorigin="5282,1827" coordsize="27,15" path="m5309,1841r-7,-7l5294,1829r-12,-2e" filled="f" strokeweight=".12pt">
                <v:path arrowok="t"/>
              </v:shape>
            </v:group>
            <v:group id="_x0000_s1483" style="position:absolute;left:5293;top:1831;width:3;height:2" coordorigin="5293,1831" coordsize="3,2">
              <v:shape id="_x0000_s1484" style="position:absolute;left:5293;top:1831;width:3;height:2" coordorigin="5293,1831" coordsize="3,0" path="m5293,1831r3,e" filled="f" strokeweight=".24pt">
                <v:path arrowok="t"/>
              </v:shape>
            </v:group>
            <v:group id="_x0000_s1481" style="position:absolute;left:5293;top:1813;width:3;height:2" coordorigin="5293,1813" coordsize="3,2">
              <v:shape id="_x0000_s1482" style="position:absolute;left:5293;top:1813;width:3;height:2" coordorigin="5293,1813" coordsize="3,0" path="m5293,1813r3,e" filled="f" strokeweight=".12pt">
                <v:path arrowok="t"/>
              </v:shape>
            </v:group>
            <v:group id="_x0000_s1479" style="position:absolute;left:5309;top:1839;width:15;height:5" coordorigin="5309,1839" coordsize="15,5">
              <v:shape id="_x0000_s1480" style="position:absolute;left:5309;top:1839;width:15;height:5" coordorigin="5309,1839" coordsize="15,5" path="m5309,1839r2,2l5316,1843r5,-2l5323,1839e" filled="f" strokeweight=".12pt">
                <v:path arrowok="t"/>
              </v:shape>
            </v:group>
            <v:group id="_x0000_s1477" style="position:absolute;left:5273;top:1771;width:27;height:3" coordorigin="5273,1771" coordsize="27,3">
              <v:shape id="_x0000_s1478" style="position:absolute;left:5273;top:1771;width:27;height:3" coordorigin="5273,1771" coordsize="27,3" path="m5273,1771r26,3e" filled="f" strokeweight=".12pt">
                <v:path arrowok="t"/>
              </v:shape>
            </v:group>
            <v:group id="_x0000_s1475" style="position:absolute;left:5273;top:1769;width:27;height:5" coordorigin="5273,1769" coordsize="27,5">
              <v:shape id="_x0000_s1476" style="position:absolute;left:5273;top:1769;width:27;height:5" coordorigin="5273,1769" coordsize="27,5" path="m5273,1771r14,-2l5299,1774e" filled="f" strokeweight=".12pt">
                <v:path arrowok="t"/>
              </v:shape>
            </v:group>
            <v:group id="_x0000_s1473" style="position:absolute;left:5266;top:1831;width:2;height:8" coordorigin="5266,1831" coordsize="2,8">
              <v:shape id="_x0000_s1474" style="position:absolute;left:5266;top:1831;width:2;height:8" coordorigin="5266,1831" coordsize="0,8" path="m5266,1839r,-8e" filled="f" strokeweight=".12pt">
                <v:path arrowok="t"/>
              </v:shape>
            </v:group>
            <v:group id="_x0000_s1471" style="position:absolute;left:5244;top:1827;width:17;height:3" coordorigin="5244,1827" coordsize="17,3">
              <v:shape id="_x0000_s1472" style="position:absolute;left:5244;top:1827;width:17;height:3" coordorigin="5244,1827" coordsize="17,3" path="m5261,1829r-17,-2e" filled="f" strokeweight=".12pt">
                <v:path arrowok="t"/>
              </v:shape>
            </v:group>
            <v:group id="_x0000_s1469" style="position:absolute;left:5201;top:1812;width:32;height:12" coordorigin="5201,1812" coordsize="32,12">
              <v:shape id="_x0000_s1470" style="position:absolute;left:5201;top:1812;width:32;height:12" coordorigin="5201,1812" coordsize="32,12" path="m5201,1812r31,12e" filled="f" strokeweight=".12pt">
                <v:path arrowok="t"/>
              </v:shape>
            </v:group>
            <v:group id="_x0000_s1467" style="position:absolute;left:5232;top:1824;width:10;height:3" coordorigin="5232,1824" coordsize="10,3">
              <v:shape id="_x0000_s1468" style="position:absolute;left:5232;top:1824;width:10;height:3" coordorigin="5232,1824" coordsize="10,3" path="m5232,1824r10,3e" filled="f" strokeweight=".12pt">
                <v:path arrowok="t"/>
              </v:shape>
            </v:group>
            <v:group id="_x0000_s1465" style="position:absolute;left:5155;top:1654;width:51;height:2" coordorigin="5155,1654" coordsize="51,2">
              <v:shape id="_x0000_s1466" style="position:absolute;left:5155;top:1654;width:51;height:2" coordorigin="5155,1654" coordsize="51,0" path="m5155,1654r51,e" filled="f" strokeweight=".12pt">
                <v:path arrowok="t"/>
              </v:shape>
            </v:group>
            <v:group id="_x0000_s1463" style="position:absolute;left:5206;top:1654;width:3;height:2" coordorigin="5206,1654" coordsize="3,2">
              <v:shape id="_x0000_s1464" style="position:absolute;left:5206;top:1654;width:3;height:2" coordorigin="5206,1654" coordsize="3,0" path="m5208,1654r-2,e" filled="f" strokeweight=".12pt">
                <v:path arrowok="t"/>
              </v:shape>
            </v:group>
            <v:group id="_x0000_s1461" style="position:absolute;left:5201;top:1695;width:20;height:8" coordorigin="5201,1695" coordsize="20,8">
              <v:shape id="_x0000_s1462" style="position:absolute;left:5201;top:1695;width:20;height:8" coordorigin="5201,1695" coordsize="20,8" path="m5201,1702r19,-7e" filled="f" strokeweight=".12pt">
                <v:path arrowok="t"/>
              </v:shape>
            </v:group>
            <v:group id="_x0000_s1459" style="position:absolute;left:5222;top:1666;width:2;height:24" coordorigin="5222,1666" coordsize="2,24">
              <v:shape id="_x0000_s1460" style="position:absolute;left:5222;top:1666;width:2;height:24" coordorigin="5222,1666" coordsize="0,24" path="m5222,1666r,24e" filled="f" strokeweight=".12pt">
                <v:path arrowok="t"/>
              </v:shape>
            </v:group>
            <v:group id="_x0000_s1457" style="position:absolute;left:5208;top:1654;width:12;height:12" coordorigin="5208,1654" coordsize="12,12">
              <v:shape id="_x0000_s1458" style="position:absolute;left:5208;top:1654;width:12;height:12" coordorigin="5208,1654" coordsize="12,12" path="m5220,1666r,-5l5218,1659r-5,-5l5208,1654e" filled="f" strokeweight=".12pt">
                <v:path arrowok="t"/>
              </v:shape>
            </v:group>
            <v:group id="_x0000_s1455" style="position:absolute;left:5220;top:1690;width:3;height:3" coordorigin="5220,1690" coordsize="3,3">
              <v:shape id="_x0000_s1456" style="position:absolute;left:5220;top:1690;width:3;height:3" coordorigin="5220,1690" coordsize="3,3" path="m5220,1692r2,-2e" filled="f" strokeweight=".12pt">
                <v:path arrowok="t"/>
              </v:shape>
            </v:group>
            <v:group id="_x0000_s1453" style="position:absolute;left:5191;top:1740;width:2;height:34" coordorigin="5191,1740" coordsize="2,34">
              <v:shape id="_x0000_s1454" style="position:absolute;left:5191;top:1740;width:2;height:34" coordorigin="5191,1740" coordsize="0,34" path="m5191,1774r,-34e" filled="f" strokeweight=".12pt">
                <v:path arrowok="t"/>
              </v:shape>
            </v:group>
            <v:group id="_x0000_s1451" style="position:absolute;left:5191;top:1709;width:3;height:32" coordorigin="5191,1709" coordsize="3,32">
              <v:shape id="_x0000_s1452" style="position:absolute;left:5191;top:1709;width:3;height:32" coordorigin="5191,1709" coordsize="3,32" path="m5194,1709r-3,14l5191,1740e" filled="f" strokeweight=".12pt">
                <v:path arrowok="t"/>
              </v:shape>
            </v:group>
            <v:group id="_x0000_s1449" style="position:absolute;left:5194;top:1707;width:3;height:3" coordorigin="5194,1707" coordsize="3,3">
              <v:shape id="_x0000_s1450" style="position:absolute;left:5194;top:1707;width:3;height:3" coordorigin="5194,1707" coordsize="3,3" path="m5196,1707r-2,2e" filled="f" strokeweight=".12pt">
                <v:path arrowok="t"/>
              </v:shape>
            </v:group>
            <v:group id="_x0000_s1447" style="position:absolute;left:5196;top:1702;width:5;height:5" coordorigin="5196,1702" coordsize="5,5">
              <v:shape id="_x0000_s1448" style="position:absolute;left:5196;top:1702;width:5;height:5" coordorigin="5196,1702" coordsize="5,5" path="m5201,1702r-5,5e" filled="f" strokeweight=".12pt">
                <v:path arrowok="t"/>
              </v:shape>
            </v:group>
            <v:group id="_x0000_s1445" style="position:absolute;left:5261;top:1829;width:3;height:3" coordorigin="5261,1829" coordsize="3,3">
              <v:shape id="_x0000_s1446" style="position:absolute;left:5261;top:1829;width:3;height:3" coordorigin="5261,1829" coordsize="3,3" path="m5263,1831r,-2l5261,1829e" filled="f" strokeweight=".12pt">
                <v:path arrowok="t"/>
              </v:shape>
            </v:group>
            <v:group id="_x0000_s1443" style="position:absolute;left:5261;top:1839;width:3;height:3" coordorigin="5261,1839" coordsize="3,3">
              <v:shape id="_x0000_s1444" style="position:absolute;left:5261;top:1839;width:3;height:3" coordorigin="5261,1839" coordsize="3,3" path="m5261,1841r2,-2e" filled="f" strokeweight=".12pt">
                <v:path arrowok="t"/>
              </v:shape>
            </v:group>
            <v:group id="_x0000_s1441" style="position:absolute;left:5191;top:1774;width:3;height:32" coordorigin="5191,1774" coordsize="3,32">
              <v:shape id="_x0000_s1442" style="position:absolute;left:5191;top:1774;width:3;height:32" coordorigin="5191,1774" coordsize="3,32" path="m5191,1774r,17l5194,1805e" filled="f" strokeweight=".12pt">
                <v:path arrowok="t"/>
              </v:shape>
            </v:group>
            <v:group id="_x0000_s1439" style="position:absolute;left:5194;top:1805;width:3;height:3" coordorigin="5194,1805" coordsize="3,3">
              <v:shape id="_x0000_s1440" style="position:absolute;left:5194;top:1805;width:3;height:3" coordorigin="5194,1805" coordsize="3,3" path="m5194,1805r2,2e" filled="f" strokeweight=".12pt">
                <v:path arrowok="t"/>
              </v:shape>
            </v:group>
            <v:group id="_x0000_s1437" style="position:absolute;left:5196;top:1807;width:5;height:5" coordorigin="5196,1807" coordsize="5,5">
              <v:shape id="_x0000_s1438" style="position:absolute;left:5196;top:1807;width:5;height:5" coordorigin="5196,1807" coordsize="5,5" path="m5196,1807r5,5e" filled="f" strokeweight=".12pt">
                <v:path arrowok="t"/>
              </v:shape>
            </v:group>
            <v:group id="_x0000_s1435" style="position:absolute;left:5165;top:1807;width:3;height:5" coordorigin="5165,1807" coordsize="3,5">
              <v:shape id="_x0000_s1436" style="position:absolute;left:5165;top:1807;width:3;height:5" coordorigin="5165,1807" coordsize="3,5" path="m5165,1812r2,-5e" filled="f" strokeweight=".12pt">
                <v:path arrowok="t"/>
              </v:shape>
            </v:group>
            <v:group id="_x0000_s1433" style="position:absolute;left:5167;top:1805;width:3;height:3" coordorigin="5167,1805" coordsize="3,3">
              <v:shape id="_x0000_s1434" style="position:absolute;left:5167;top:1805;width:3;height:3" coordorigin="5167,1805" coordsize="3,3" path="m5167,1807r3,-2e" filled="f" strokeweight=".12pt">
                <v:path arrowok="t"/>
              </v:shape>
            </v:group>
            <v:group id="_x0000_s1431" style="position:absolute;left:5170;top:1774;width:3;height:32" coordorigin="5170,1774" coordsize="3,32">
              <v:shape id="_x0000_s1432" style="position:absolute;left:5170;top:1774;width:3;height:32" coordorigin="5170,1774" coordsize="3,32" path="m5170,1805r2,-14l5172,1774e" filled="f" strokeweight=".12pt">
                <v:path arrowok="t"/>
              </v:shape>
            </v:group>
            <v:group id="_x0000_s1429" style="position:absolute;left:5100;top:1839;width:3;height:3" coordorigin="5100,1839" coordsize="3,3">
              <v:shape id="_x0000_s1430" style="position:absolute;left:5100;top:1839;width:3;height:3" coordorigin="5100,1839" coordsize="3,3" path="m5100,1839r2,2e" filled="f" strokeweight=".12pt">
                <v:path arrowok="t"/>
              </v:shape>
            </v:group>
            <v:group id="_x0000_s1427" style="position:absolute;left:5100;top:1829;width:3;height:3" coordorigin="5100,1829" coordsize="3,3">
              <v:shape id="_x0000_s1428" style="position:absolute;left:5100;top:1829;width:3;height:3" coordorigin="5100,1829" coordsize="3,3" path="m5102,1829r-2,l5100,1831e" filled="f" strokeweight=".12pt">
                <v:path arrowok="t"/>
              </v:shape>
            </v:group>
            <v:group id="_x0000_s1425" style="position:absolute;left:5165;top:1702;width:3;height:5" coordorigin="5165,1702" coordsize="3,5">
              <v:shape id="_x0000_s1426" style="position:absolute;left:5165;top:1702;width:3;height:5" coordorigin="5165,1702" coordsize="3,5" path="m5167,1707r-2,-5e" filled="f" strokeweight=".12pt">
                <v:path arrowok="t"/>
              </v:shape>
            </v:group>
            <v:group id="_x0000_s1423" style="position:absolute;left:5167;top:1707;width:3;height:3" coordorigin="5167,1707" coordsize="3,3">
              <v:shape id="_x0000_s1424" style="position:absolute;left:5167;top:1707;width:3;height:3" coordorigin="5167,1707" coordsize="3,3" path="m5170,1709r-3,-2e" filled="f" strokeweight=".12pt">
                <v:path arrowok="t"/>
              </v:shape>
            </v:group>
            <v:group id="_x0000_s1421" style="position:absolute;left:5170;top:1709;width:3;height:32" coordorigin="5170,1709" coordsize="3,32">
              <v:shape id="_x0000_s1422" style="position:absolute;left:5170;top:1709;width:3;height:32" coordorigin="5170,1709" coordsize="3,32" path="m5172,1740r,-17l5170,1709e" filled="f" strokeweight=".12pt">
                <v:path arrowok="t"/>
              </v:shape>
            </v:group>
            <v:group id="_x0000_s1419" style="position:absolute;left:5172;top:1740;width:2;height:34" coordorigin="5172,1740" coordsize="2,34">
              <v:shape id="_x0000_s1420" style="position:absolute;left:5172;top:1740;width:2;height:34" coordorigin="5172,1740" coordsize="0,34" path="m5172,1774r,-34e" filled="f" strokeweight=".12pt">
                <v:path arrowok="t"/>
              </v:shape>
            </v:group>
            <v:group id="_x0000_s1417" style="position:absolute;left:5141;top:1690;width:3;height:3" coordorigin="5141,1690" coordsize="3,3">
              <v:shape id="_x0000_s1418" style="position:absolute;left:5141;top:1690;width:3;height:3" coordorigin="5141,1690" coordsize="3,3" path="m5141,1690r2,2e" filled="f" strokeweight=".12pt">
                <v:path arrowok="t"/>
              </v:shape>
            </v:group>
            <v:group id="_x0000_s1415" style="position:absolute;left:5143;top:1654;width:12;height:12" coordorigin="5143,1654" coordsize="12,12">
              <v:shape id="_x0000_s1416" style="position:absolute;left:5143;top:1654;width:12;height:12" coordorigin="5143,1654" coordsize="12,12" path="m5155,1654r-5,l5146,1659r-3,2l5143,1666e" filled="f" strokeweight=".12pt">
                <v:path arrowok="t"/>
              </v:shape>
            </v:group>
            <v:group id="_x0000_s1413" style="position:absolute;left:5141;top:1666;width:3;height:24" coordorigin="5141,1666" coordsize="3,24">
              <v:shape id="_x0000_s1414" style="position:absolute;left:5141;top:1666;width:3;height:24" coordorigin="5141,1666" coordsize="3,24" path="m5143,1666r-2,24e" filled="f" strokeweight=".12pt">
                <v:path arrowok="t"/>
              </v:shape>
            </v:group>
            <v:group id="_x0000_s1411" style="position:absolute;left:5143;top:1695;width:22;height:8" coordorigin="5143,1695" coordsize="22,8">
              <v:shape id="_x0000_s1412" style="position:absolute;left:5143;top:1695;width:22;height:8" coordorigin="5143,1695" coordsize="22,8" path="m5165,1702r-22,-7e" filled="f" strokeweight=".12pt">
                <v:path arrowok="t"/>
              </v:shape>
            </v:group>
            <v:group id="_x0000_s1409" style="position:absolute;left:5122;top:1824;width:10;height:3" coordorigin="5122,1824" coordsize="10,3">
              <v:shape id="_x0000_s1410" style="position:absolute;left:5122;top:1824;width:10;height:3" coordorigin="5122,1824" coordsize="10,3" path="m5122,1827r9,-3e" filled="f" strokeweight=".12pt">
                <v:path arrowok="t"/>
              </v:shape>
            </v:group>
            <v:group id="_x0000_s1407" style="position:absolute;left:5131;top:1812;width:34;height:12" coordorigin="5131,1812" coordsize="34,12">
              <v:shape id="_x0000_s1408" style="position:absolute;left:5131;top:1812;width:34;height:12" coordorigin="5131,1812" coordsize="34,12" path="m5165,1812r-34,12e" filled="f" strokeweight=".12pt">
                <v:path arrowok="t"/>
              </v:shape>
            </v:group>
            <v:group id="_x0000_s1405" style="position:absolute;left:5102;top:1827;width:20;height:3" coordorigin="5102,1827" coordsize="20,3">
              <v:shape id="_x0000_s1406" style="position:absolute;left:5102;top:1827;width:20;height:3" coordorigin="5102,1827" coordsize="20,3" path="m5102,1829r20,-2e" filled="f" strokeweight=".12pt">
                <v:path arrowok="t"/>
              </v:shape>
            </v:group>
            <v:group id="_x0000_s1403" style="position:absolute;left:5100;top:1831;width:2;height:8" coordorigin="5100,1831" coordsize="2,8">
              <v:shape id="_x0000_s1404" style="position:absolute;left:5100;top:1831;width:2;height:8" coordorigin="5100,1831" coordsize="0,8" path="m5100,1839r,-8e" filled="f" strokeweight=".12pt">
                <v:path arrowok="t"/>
              </v:shape>
            </v:group>
            <v:group id="_x0000_s1401" style="position:absolute;left:5102;top:1841;width:159;height:2" coordorigin="5102,1841" coordsize="159,2">
              <v:shape id="_x0000_s1402" style="position:absolute;left:5102;top:1841;width:159;height:2" coordorigin="5102,1841" coordsize="159,0" path="m5102,1841r159,e" filled="f" strokeweight=".12pt">
                <v:path arrowok="t"/>
              </v:shape>
            </v:group>
            <v:group id="_x0000_s1399" style="position:absolute;left:5182;top:1642;width:2;height:200" coordorigin="5182,1642" coordsize="2,200">
              <v:shape id="_x0000_s1400" style="position:absolute;left:5182;top:1642;width:2;height:200" coordorigin="5182,1642" coordsize="0,200" path="m5182,1841r,-199e" filled="f" strokeweight=".12pt">
                <v:path arrowok="t"/>
              </v:shape>
            </v:group>
            <v:group id="_x0000_s1397" style="position:absolute;left:5126;top:1807;width:15;height:15" coordorigin="5126,1807" coordsize="15,15">
              <v:shape id="_x0000_s1398" style="position:absolute;left:5126;top:1807;width:15;height:15" coordorigin="5126,1807" coordsize="15,15" path="m5141,1815r,-3l5136,1810r-2,-3l5131,1810r-5,2l5126,1819r5,3l5136,1822r5,-3l5141,1815xe" filled="f" strokeweight=".12pt">
                <v:path arrowok="t"/>
              </v:shape>
            </v:group>
            <v:group id="_x0000_s1395" style="position:absolute;left:5222;top:1807;width:15;height:15" coordorigin="5222,1807" coordsize="15,15">
              <v:shape id="_x0000_s1396" style="position:absolute;left:5222;top:1807;width:15;height:15" coordorigin="5222,1807" coordsize="15,15" path="m5237,1815r,-3l5234,1810r-4,-3l5227,1810r-2,2l5222,1815r3,4l5227,1822r7,l5237,1819r,-4xe" filled="f" strokeweight=".12pt">
                <v:path arrowok="t"/>
              </v:shape>
            </v:group>
            <v:group id="_x0000_s1393" style="position:absolute;left:5309;top:1829;width:15;height:15" coordorigin="5309,1829" coordsize="15,15">
              <v:shape id="_x0000_s1394" style="position:absolute;left:5309;top:1829;width:15;height:15" coordorigin="5309,1829" coordsize="15,15" path="m5323,1836r,-2l5318,1829r-4,l5309,1834r,5l5314,1843r4,l5323,1839r,-3xe" filled="f" strokeweight=".12pt">
                <v:path arrowok="t"/>
              </v:shape>
            </v:group>
            <v:group id="_x0000_s1391" style="position:absolute;left:3535;top:4380;width:495;height:2" coordorigin="3535,4380" coordsize="495,2">
              <v:shape id="_x0000_s1392" style="position:absolute;left:3535;top:4380;width:495;height:2" coordorigin="3535,4380" coordsize="495,0" path="m3535,4380r495,e" filled="f" strokeweight=".12pt">
                <v:path arrowok="t"/>
              </v:shape>
            </v:group>
            <v:group id="_x0000_s1389" style="position:absolute;left:7771;top:4380;width:495;height:2" coordorigin="7771,4380" coordsize="495,2">
              <v:shape id="_x0000_s1390" style="position:absolute;left:7771;top:4380;width:495;height:2" coordorigin="7771,4380" coordsize="495,0" path="m8266,4380r-495,e" filled="f" strokeweight=".12pt">
                <v:path arrowok="t"/>
              </v:shape>
            </v:group>
            <v:group id="_x0000_s1387" style="position:absolute;left:3535;top:4656;width:495;height:2" coordorigin="3535,4656" coordsize="495,2">
              <v:shape id="_x0000_s1388" style="position:absolute;left:3535;top:4656;width:495;height:2" coordorigin="3535,4656" coordsize="495,0" path="m3535,4656r495,e" filled="f" strokeweight=".12pt">
                <v:path arrowok="t"/>
              </v:shape>
            </v:group>
            <v:group id="_x0000_s1385" style="position:absolute;left:7771;top:4656;width:495;height:2" coordorigin="7771,4656" coordsize="495,2">
              <v:shape id="_x0000_s1386" style="position:absolute;left:7771;top:4656;width:495;height:2" coordorigin="7771,4656" coordsize="495,0" path="m8266,4656r-495,e" filled="f" strokeweight=".12pt">
                <v:path arrowok="t"/>
              </v:shape>
            </v:group>
            <v:group id="_x0000_s1383" style="position:absolute;left:3535;top:4930;width:495;height:2" coordorigin="3535,4930" coordsize="495,2">
              <v:shape id="_x0000_s1384" style="position:absolute;left:3535;top:4930;width:495;height:2" coordorigin="3535,4930" coordsize="495,0" path="m3535,4930r495,e" filled="f" strokeweight=".12pt">
                <v:path arrowok="t"/>
              </v:shape>
            </v:group>
            <v:group id="_x0000_s1381" style="position:absolute;left:7771;top:4930;width:495;height:2" coordorigin="7771,4930" coordsize="495,2">
              <v:shape id="_x0000_s1382" style="position:absolute;left:7771;top:4930;width:495;height:2" coordorigin="7771,4930" coordsize="495,0" path="m8266,4930r-495,e" filled="f" strokeweight=".12pt">
                <v:path arrowok="t"/>
              </v:shape>
            </v:group>
            <v:group id="_x0000_s1379" style="position:absolute;left:4627;top:3058;width:44;height:46" coordorigin="4627,3058" coordsize="44,46">
              <v:shape id="_x0000_s1380" style="position:absolute;left:4627;top:3058;width:44;height:46" coordorigin="4627,3058" coordsize="44,46" path="m4627,3103r43,-45e" filled="f" strokeweight=".12pt">
                <v:path arrowok="t"/>
              </v:shape>
            </v:group>
            <v:group id="_x0000_s1377" style="position:absolute;left:4634;top:3063;width:130;height:132" coordorigin="4634,3063" coordsize="130,132">
              <v:shape id="_x0000_s1378" style="position:absolute;left:4634;top:3063;width:130;height:132" coordorigin="4634,3063" coordsize="130,132" path="m4634,3195r130,-132e" filled="f" strokeweight=".12pt">
                <v:path arrowok="t"/>
              </v:shape>
            </v:group>
            <v:group id="_x0000_s1375" style="position:absolute;left:4702;top:3067;width:159;height:156" coordorigin="4702,3067" coordsize="159,156">
              <v:shape id="_x0000_s1376" style="position:absolute;left:4702;top:3067;width:159;height:156" coordorigin="4702,3067" coordsize="159,156" path="m4702,3223r158,-156e" filled="f" strokeweight=".12pt">
                <v:path arrowok="t"/>
              </v:shape>
            </v:group>
            <v:group id="_x0000_s1373" style="position:absolute;left:4802;top:3072;width:152;height:152" coordorigin="4802,3072" coordsize="152,152">
              <v:shape id="_x0000_s1374" style="position:absolute;left:4802;top:3072;width:152;height:152" coordorigin="4802,3072" coordsize="152,152" path="m4802,3223r152,-151e" filled="f" strokeweight=".12pt">
                <v:path arrowok="t"/>
              </v:shape>
            </v:group>
            <v:group id="_x0000_s1371" style="position:absolute;left:4901;top:3077;width:149;height:147" coordorigin="4901,3077" coordsize="149,147">
              <v:shape id="_x0000_s1372" style="position:absolute;left:4901;top:3077;width:149;height:147" coordorigin="4901,3077" coordsize="149,147" path="m4901,3223r149,-146e" filled="f" strokeweight=".12pt">
                <v:path arrowok="t"/>
              </v:shape>
            </v:group>
            <v:group id="_x0000_s1369" style="position:absolute;left:4999;top:3082;width:144;height:142" coordorigin="4999,3082" coordsize="144,142">
              <v:shape id="_x0000_s1370" style="position:absolute;left:4999;top:3082;width:144;height:142" coordorigin="4999,3082" coordsize="144,142" path="m4999,3223r144,-141e" filled="f" strokeweight=".12pt">
                <v:path arrowok="t"/>
              </v:shape>
            </v:group>
            <v:group id="_x0000_s1367" style="position:absolute;left:5098;top:3084;width:140;height:140" coordorigin="5098,3084" coordsize="140,140">
              <v:shape id="_x0000_s1368" style="position:absolute;left:5098;top:3084;width:140;height:140" coordorigin="5098,3084" coordsize="140,140" path="m5098,3223r139,-139e" filled="f" strokeweight=".12pt">
                <v:path arrowok="t"/>
              </v:shape>
            </v:group>
            <v:group id="_x0000_s1365" style="position:absolute;left:5196;top:3089;width:137;height:135" coordorigin="5196,3089" coordsize="137,135">
              <v:shape id="_x0000_s1366" style="position:absolute;left:5196;top:3089;width:137;height:135" coordorigin="5196,3089" coordsize="137,135" path="m5196,3223r137,-134e" filled="f" strokeweight=".12pt">
                <v:path arrowok="t"/>
              </v:shape>
            </v:group>
            <v:group id="_x0000_s1363" style="position:absolute;left:5294;top:3094;width:132;height:130" coordorigin="5294,3094" coordsize="132,130">
              <v:shape id="_x0000_s1364" style="position:absolute;left:5294;top:3094;width:132;height:130" coordorigin="5294,3094" coordsize="132,130" path="m5294,3223r132,-129e" filled="f" strokeweight=".12pt">
                <v:path arrowok="t"/>
              </v:shape>
            </v:group>
            <v:group id="_x0000_s1361" style="position:absolute;left:5395;top:3099;width:128;height:125" coordorigin="5395,3099" coordsize="128,125">
              <v:shape id="_x0000_s1362" style="position:absolute;left:5395;top:3099;width:128;height:125" coordorigin="5395,3099" coordsize="128,125" path="m5395,3223r127,-124e" filled="f" strokeweight=".12pt">
                <v:path arrowok="t"/>
              </v:shape>
            </v:group>
            <v:group id="_x0000_s1359" style="position:absolute;left:5494;top:3101;width:123;height:123" coordorigin="5494,3101" coordsize="123,123">
              <v:shape id="_x0000_s1360" style="position:absolute;left:5494;top:3101;width:123;height:123" coordorigin="5494,3101" coordsize="123,123" path="m5494,3223r122,-122e" filled="f" strokeweight=".12pt">
                <v:path arrowok="t"/>
              </v:shape>
            </v:group>
            <v:group id="_x0000_s1357" style="position:absolute;left:5592;top:3106;width:118;height:118" coordorigin="5592,3106" coordsize="118,118">
              <v:shape id="_x0000_s1358" style="position:absolute;left:5592;top:3106;width:118;height:118" coordorigin="5592,3106" coordsize="118,118" path="m5592,3223r118,-117e" filled="f" strokeweight=".12pt">
                <v:path arrowok="t"/>
              </v:shape>
            </v:group>
            <v:group id="_x0000_s1355" style="position:absolute;left:5690;top:3130;width:96;height:94" coordorigin="5690,3130" coordsize="96,94">
              <v:shape id="_x0000_s1356" style="position:absolute;left:5690;top:3130;width:96;height:94" coordorigin="5690,3130" coordsize="96,94" path="m5690,3223r96,-93e" filled="f" strokeweight=".12pt">
                <v:path arrowok="t"/>
              </v:shape>
            </v:group>
            <v:group id="_x0000_s1353" style="position:absolute;left:5794;top:3120;width:3;height:3" coordorigin="5794,3120" coordsize="3,3">
              <v:shape id="_x0000_s1354" style="position:absolute;left:5794;top:3120;width:3;height:3" coordorigin="5794,3120" coordsize="3,3" path="m5794,3123r2,-3e" filled="f" strokeweight=".12pt">
                <v:path arrowok="t"/>
              </v:shape>
            </v:group>
            <v:group id="_x0000_s1351" style="position:absolute;left:5789;top:3171;width:56;height:53" coordorigin="5789,3171" coordsize="56,53">
              <v:shape id="_x0000_s1352" style="position:absolute;left:5789;top:3171;width:56;height:53" coordorigin="5789,3171" coordsize="56,53" path="m5789,3223r55,-52e" filled="f" strokeweight=".12pt">
                <v:path arrowok="t"/>
              </v:shape>
            </v:group>
            <v:group id="_x0000_s1349" style="position:absolute;left:5957;top:3120;width:36;height:36" coordorigin="5957,3120" coordsize="36,36">
              <v:shape id="_x0000_s1350" style="position:absolute;left:5957;top:3120;width:36;height:36" coordorigin="5957,3120" coordsize="36,36" path="m5957,3156r36,-36e" filled="f" strokeweight=".12pt">
                <v:path arrowok="t"/>
              </v:shape>
            </v:group>
            <v:group id="_x0000_s1347" style="position:absolute;left:5988;top:3106;width:118;height:118" coordorigin="5988,3106" coordsize="118,118">
              <v:shape id="_x0000_s1348" style="position:absolute;left:5988;top:3106;width:118;height:118" coordorigin="5988,3106" coordsize="118,118" path="m5988,3223r118,-117e" filled="f" strokeweight=".12pt">
                <v:path arrowok="t"/>
              </v:shape>
            </v:group>
            <v:group id="_x0000_s1345" style="position:absolute;left:6086;top:3207;width:17;height:17" coordorigin="6086,3207" coordsize="17,17">
              <v:shape id="_x0000_s1346" style="position:absolute;left:6086;top:3207;width:17;height:17" coordorigin="6086,3207" coordsize="17,17" path="m6086,3223r17,-16e" filled="f" strokeweight=".12pt">
                <v:path arrowok="t"/>
              </v:shape>
            </v:group>
            <v:group id="_x0000_s1343" style="position:absolute;left:6156;top:3101;width:53;height:53" coordorigin="6156,3101" coordsize="53,53">
              <v:shape id="_x0000_s1344" style="position:absolute;left:6156;top:3101;width:53;height:53" coordorigin="6156,3101" coordsize="53,53" path="m6156,3154r53,-53e" filled="f" strokeweight=".12pt">
                <v:path arrowok="t"/>
              </v:shape>
            </v:group>
            <v:group id="_x0000_s1341" style="position:absolute;left:6185;top:3096;width:130;height:128" coordorigin="6185,3096" coordsize="130,128">
              <v:shape id="_x0000_s1342" style="position:absolute;left:6185;top:3096;width:130;height:128" coordorigin="6185,3096" coordsize="130,128" path="m6185,3223r129,-127e" filled="f" strokeweight=".12pt">
                <v:path arrowok="t"/>
              </v:shape>
            </v:group>
            <v:group id="_x0000_s1339" style="position:absolute;left:6283;top:3091;width:132;height:132" coordorigin="6283,3091" coordsize="132,132">
              <v:shape id="_x0000_s1340" style="position:absolute;left:6283;top:3091;width:132;height:132" coordorigin="6283,3091" coordsize="132,132" path="m6283,3223r132,-132e" filled="f" strokeweight=".12pt">
                <v:path arrowok="t"/>
              </v:shape>
            </v:group>
            <v:group id="_x0000_s1337" style="position:absolute;left:6382;top:3087;width:140;height:137" coordorigin="6382,3087" coordsize="140,137">
              <v:shape id="_x0000_s1338" style="position:absolute;left:6382;top:3087;width:140;height:137" coordorigin="6382,3087" coordsize="140,137" path="m6382,3223r139,-136e" filled="f" strokeweight=".12pt">
                <v:path arrowok="t"/>
              </v:shape>
            </v:group>
            <v:group id="_x0000_s1335" style="position:absolute;left:6482;top:3082;width:142;height:142" coordorigin="6482,3082" coordsize="142,142">
              <v:shape id="_x0000_s1336" style="position:absolute;left:6482;top:3082;width:142;height:142" coordorigin="6482,3082" coordsize="142,142" path="m6482,3223r142,-141e" filled="f" strokeweight=".12pt">
                <v:path arrowok="t"/>
              </v:shape>
            </v:group>
            <v:group id="_x0000_s1333" style="position:absolute;left:6581;top:3079;width:147;height:144" coordorigin="6581,3079" coordsize="147,144">
              <v:shape id="_x0000_s1334" style="position:absolute;left:6581;top:3079;width:147;height:144" coordorigin="6581,3079" coordsize="147,144" path="m6581,3223r146,-144e" filled="f" strokeweight=".12pt">
                <v:path arrowok="t"/>
              </v:shape>
            </v:group>
            <v:group id="_x0000_s1331" style="position:absolute;left:6679;top:3075;width:152;height:149" coordorigin="6679,3075" coordsize="152,149">
              <v:shape id="_x0000_s1332" style="position:absolute;left:6679;top:3075;width:152;height:149" coordorigin="6679,3075" coordsize="152,149" path="m6679,3223r151,-148e" filled="f" strokeweight=".12pt">
                <v:path arrowok="t"/>
              </v:shape>
            </v:group>
            <v:group id="_x0000_s1329" style="position:absolute;left:6778;top:3070;width:156;height:154" coordorigin="6778,3070" coordsize="156,154">
              <v:shape id="_x0000_s1330" style="position:absolute;left:6778;top:3070;width:156;height:154" coordorigin="6778,3070" coordsize="156,154" path="m6778,3223r156,-153e" filled="f" strokeweight=".12pt">
                <v:path arrowok="t"/>
              </v:shape>
            </v:group>
            <v:group id="_x0000_s1327" style="position:absolute;left:6876;top:3065;width:161;height:159" coordorigin="6876,3065" coordsize="161,159">
              <v:shape id="_x0000_s1328" style="position:absolute;left:6876;top:3065;width:161;height:159" coordorigin="6876,3065" coordsize="161,159" path="m6876,3223r161,-158e" filled="f" strokeweight=".12pt">
                <v:path arrowok="t"/>
              </v:shape>
            </v:group>
            <v:group id="_x0000_s1325" style="position:absolute;left:6974;top:3060;width:166;height:164" coordorigin="6974,3060" coordsize="166,164">
              <v:shape id="_x0000_s1326" style="position:absolute;left:6974;top:3060;width:166;height:164" coordorigin="6974,3060" coordsize="166,164" path="m6974,3223r166,-163e" filled="f" strokeweight=".12pt">
                <v:path arrowok="t"/>
              </v:shape>
            </v:group>
            <v:group id="_x0000_s1323" style="position:absolute;left:7075;top:3135;width:92;height:89" coordorigin="7075,3135" coordsize="92,89">
              <v:shape id="_x0000_s1324" style="position:absolute;left:7075;top:3135;width:92;height:89" coordorigin="7075,3135" coordsize="92,89" path="m7075,3223r91,-88e" filled="f" strokeweight=".12pt">
                <v:path arrowok="t"/>
              </v:shape>
            </v:group>
            <v:group id="_x0000_s1321" style="position:absolute;left:4634;top:3202;width:24;height:22" coordorigin="4634,3202" coordsize="24,22">
              <v:shape id="_x0000_s1322" style="position:absolute;left:4634;top:3202;width:24;height:22" coordorigin="4634,3202" coordsize="24,22" path="m4658,3223r-24,-21e" filled="f" strokeweight=".12pt">
                <v:path arrowok="t"/>
              </v:shape>
            </v:group>
            <v:group id="_x0000_s1319" style="position:absolute;left:4606;top:3075;width:152;height:149" coordorigin="4606,3075" coordsize="152,149">
              <v:shape id="_x0000_s1320" style="position:absolute;left:4606;top:3075;width:152;height:149" coordorigin="4606,3075" coordsize="152,149" path="m4757,3223l4606,3075e" filled="f" strokeweight=".12pt">
                <v:path arrowok="t"/>
              </v:shape>
            </v:group>
            <v:group id="_x0000_s1317" style="position:absolute;left:4692;top:3060;width:164;height:164" coordorigin="4692,3060" coordsize="164,164">
              <v:shape id="_x0000_s1318" style="position:absolute;left:4692;top:3060;width:164;height:164" coordorigin="4692,3060" coordsize="164,164" path="m4855,3223l4692,3060e" filled="f" strokeweight=".12pt">
                <v:path arrowok="t"/>
              </v:shape>
            </v:group>
            <v:group id="_x0000_s1315" style="position:absolute;left:4795;top:3065;width:159;height:159" coordorigin="4795,3065" coordsize="159,159">
              <v:shape id="_x0000_s1316" style="position:absolute;left:4795;top:3065;width:159;height:159" coordorigin="4795,3065" coordsize="159,159" path="m4954,3223l4795,3065e" filled="f" strokeweight=".12pt">
                <v:path arrowok="t"/>
              </v:shape>
            </v:group>
            <v:group id="_x0000_s1313" style="position:absolute;left:4898;top:3070;width:154;height:154" coordorigin="4898,3070" coordsize="154,154">
              <v:shape id="_x0000_s1314" style="position:absolute;left:4898;top:3070;width:154;height:154" coordorigin="4898,3070" coordsize="154,154" path="m5052,3223l4898,3070e" filled="f" strokeweight=".12pt">
                <v:path arrowok="t"/>
              </v:shape>
            </v:group>
            <v:group id="_x0000_s1311" style="position:absolute;left:5002;top:3075;width:149;height:149" coordorigin="5002,3075" coordsize="149,149">
              <v:shape id="_x0000_s1312" style="position:absolute;left:5002;top:3075;width:149;height:149" coordorigin="5002,3075" coordsize="149,149" path="m5150,3223l5002,3075e" filled="f" strokeweight=".12pt">
                <v:path arrowok="t"/>
              </v:shape>
            </v:group>
            <v:group id="_x0000_s1309" style="position:absolute;left:5105;top:3079;width:147;height:144" coordorigin="5105,3079" coordsize="147,144">
              <v:shape id="_x0000_s1310" style="position:absolute;left:5105;top:3079;width:147;height:144" coordorigin="5105,3079" coordsize="147,144" path="m5251,3223l5105,3079e" filled="f" strokeweight=".12pt">
                <v:path arrowok="t"/>
              </v:shape>
            </v:group>
            <v:group id="_x0000_s1307" style="position:absolute;left:5208;top:3084;width:142;height:140" coordorigin="5208,3084" coordsize="142,140">
              <v:shape id="_x0000_s1308" style="position:absolute;left:5208;top:3084;width:142;height:140" coordorigin="5208,3084" coordsize="142,140" path="m5350,3223l5208,3084e" filled="f" strokeweight=".12pt">
                <v:path arrowok="t"/>
              </v:shape>
            </v:group>
            <v:group id="_x0000_s1305" style="position:absolute;left:5311;top:3089;width:137;height:135" coordorigin="5311,3089" coordsize="137,135">
              <v:shape id="_x0000_s1306" style="position:absolute;left:5311;top:3089;width:137;height:135" coordorigin="5311,3089" coordsize="137,135" path="m5448,3223l5311,3089e" filled="f" strokeweight=".12pt">
                <v:path arrowok="t"/>
              </v:shape>
            </v:group>
            <v:group id="_x0000_s1303" style="position:absolute;left:5414;top:3094;width:132;height:130" coordorigin="5414,3094" coordsize="132,130">
              <v:shape id="_x0000_s1304" style="position:absolute;left:5414;top:3094;width:132;height:130" coordorigin="5414,3094" coordsize="132,130" path="m5546,3223l5414,3094e" filled="f" strokeweight=".12pt">
                <v:path arrowok="t"/>
              </v:shape>
            </v:group>
            <v:group id="_x0000_s1301" style="position:absolute;left:5520;top:3099;width:125;height:125" coordorigin="5520,3099" coordsize="125,125">
              <v:shape id="_x0000_s1302" style="position:absolute;left:5520;top:3099;width:125;height:125" coordorigin="5520,3099" coordsize="125,125" path="m5645,3223l5520,3099e" filled="f" strokeweight=".12pt">
                <v:path arrowok="t"/>
              </v:shape>
            </v:group>
            <v:group id="_x0000_s1299" style="position:absolute;left:5623;top:3101;width:123;height:123" coordorigin="5623,3101" coordsize="123,123">
              <v:shape id="_x0000_s1300" style="position:absolute;left:5623;top:3101;width:123;height:123" coordorigin="5623,3101" coordsize="123,123" path="m5746,3223l5623,3101e" filled="f" strokeweight=".12pt">
                <v:path arrowok="t"/>
              </v:shape>
            </v:group>
            <v:group id="_x0000_s1297" style="position:absolute;left:5726;top:3106;width:118;height:118" coordorigin="5726,3106" coordsize="118,118">
              <v:shape id="_x0000_s1298" style="position:absolute;left:5726;top:3106;width:118;height:118" coordorigin="5726,3106" coordsize="118,118" path="m5844,3223l5726,3106e" filled="f" strokeweight=".12pt">
                <v:path arrowok="t"/>
              </v:shape>
            </v:group>
            <v:group id="_x0000_s1295" style="position:absolute;left:5842;top:3125;width:3;height:3" coordorigin="5842,3125" coordsize="3,3">
              <v:shape id="_x0000_s1296" style="position:absolute;left:5842;top:3125;width:3;height:3" coordorigin="5842,3125" coordsize="3,3" path="m5844,3127r-2,-2e" filled="f" strokeweight=".12pt">
                <v:path arrowok="t"/>
              </v:shape>
            </v:group>
            <v:group id="_x0000_s1293" style="position:absolute;left:5837;top:3120;width:5;height:3" coordorigin="5837,3120" coordsize="5,3">
              <v:shape id="_x0000_s1294" style="position:absolute;left:5837;top:3120;width:5;height:3" coordorigin="5837,3120" coordsize="5,3" path="m5842,3123r-5,-3e" filled="f" strokeweight=".12pt">
                <v:path arrowok="t"/>
              </v:shape>
            </v:group>
            <v:group id="_x0000_s1291" style="position:absolute;left:5957;top:3139;width:84;height:84" coordorigin="5957,3139" coordsize="84,84">
              <v:shape id="_x0000_s1292" style="position:absolute;left:5957;top:3139;width:84;height:84" coordorigin="5957,3139" coordsize="84,84" path="m6041,3223r-84,-84e" filled="f" strokeweight=".12pt">
                <v:path arrowok="t"/>
              </v:shape>
            </v:group>
            <v:group id="_x0000_s1289" style="position:absolute;left:6122;top:3207;width:17;height:17" coordorigin="6122,3207" coordsize="17,17">
              <v:shape id="_x0000_s1290" style="position:absolute;left:6122;top:3207;width:17;height:17" coordorigin="6122,3207" coordsize="17,17" path="m6139,3223r-17,-16e" filled="f" strokeweight=".12pt">
                <v:path arrowok="t"/>
              </v:shape>
            </v:group>
            <v:group id="_x0000_s1287" style="position:absolute;left:6024;top:3108;width:60;height:60" coordorigin="6024,3108" coordsize="60,60">
              <v:shape id="_x0000_s1288" style="position:absolute;left:6024;top:3108;width:60;height:60" coordorigin="6024,3108" coordsize="60,60" path="m6084,3168r-60,-60e" filled="f" strokeweight=".12pt">
                <v:path arrowok="t"/>
              </v:shape>
            </v:group>
            <v:group id="_x0000_s1285" style="position:absolute;left:6156;top:3142;width:82;height:82" coordorigin="6156,3142" coordsize="82,82">
              <v:shape id="_x0000_s1286" style="position:absolute;left:6156;top:3142;width:82;height:82" coordorigin="6156,3142" coordsize="82,82" path="m6238,3223r-82,-81e" filled="f" strokeweight=".12pt">
                <v:path arrowok="t"/>
              </v:shape>
            </v:group>
            <v:group id="_x0000_s1283" style="position:absolute;left:6120;top:3106;width:27;height:27" coordorigin="6120,3106" coordsize="27,27">
              <v:shape id="_x0000_s1284" style="position:absolute;left:6120;top:3106;width:27;height:27" coordorigin="6120,3106" coordsize="27,27" path="m6146,3132r-26,-26e" filled="f" strokeweight=".12pt">
                <v:path arrowok="t"/>
              </v:shape>
            </v:group>
            <v:group id="_x0000_s1281" style="position:absolute;left:6214;top:3101;width:125;height:123" coordorigin="6214,3101" coordsize="125,123">
              <v:shape id="_x0000_s1282" style="position:absolute;left:6214;top:3101;width:125;height:123" coordorigin="6214,3101" coordsize="125,123" path="m6338,3223l6214,3101e" filled="f" strokeweight=".12pt">
                <v:path arrowok="t"/>
              </v:shape>
            </v:group>
            <v:group id="_x0000_s1279" style="position:absolute;left:6310;top:3096;width:128;height:128" coordorigin="6310,3096" coordsize="128,128">
              <v:shape id="_x0000_s1280" style="position:absolute;left:6310;top:3096;width:128;height:128" coordorigin="6310,3096" coordsize="128,128" path="m6437,3223l6310,3096e" filled="f" strokeweight=".12pt">
                <v:path arrowok="t"/>
              </v:shape>
            </v:group>
            <v:group id="_x0000_s1277" style="position:absolute;left:6403;top:3091;width:132;height:132" coordorigin="6403,3091" coordsize="132,132">
              <v:shape id="_x0000_s1278" style="position:absolute;left:6403;top:3091;width:132;height:132" coordorigin="6403,3091" coordsize="132,132" path="m6535,3223l6403,3091e" filled="f" strokeweight=".12pt">
                <v:path arrowok="t"/>
              </v:shape>
            </v:group>
            <v:group id="_x0000_s1275" style="position:absolute;left:6497;top:3089;width:137;height:135" coordorigin="6497,3089" coordsize="137,135">
              <v:shape id="_x0000_s1276" style="position:absolute;left:6497;top:3089;width:137;height:135" coordorigin="6497,3089" coordsize="137,135" path="m6634,3223l6497,3089e" filled="f" strokeweight=".12pt">
                <v:path arrowok="t"/>
              </v:shape>
            </v:group>
            <v:group id="_x0000_s1273" style="position:absolute;left:6593;top:3084;width:140;height:140" coordorigin="6593,3084" coordsize="140,140">
              <v:shape id="_x0000_s1274" style="position:absolute;left:6593;top:3084;width:140;height:140" coordorigin="6593,3084" coordsize="140,140" path="m6732,3223l6593,3084e" filled="f" strokeweight=".12pt">
                <v:path arrowok="t"/>
              </v:shape>
            </v:group>
            <v:group id="_x0000_s1271" style="position:absolute;left:6689;top:3079;width:142;height:144" coordorigin="6689,3079" coordsize="142,144">
              <v:shape id="_x0000_s1272" style="position:absolute;left:6689;top:3079;width:142;height:144" coordorigin="6689,3079" coordsize="142,144" path="m6830,3223l6689,3079e" filled="f" strokeweight=".12pt">
                <v:path arrowok="t"/>
              </v:shape>
            </v:group>
            <v:group id="_x0000_s1269" style="position:absolute;left:6782;top:3077;width:149;height:147" coordorigin="6782,3077" coordsize="149,147">
              <v:shape id="_x0000_s1270" style="position:absolute;left:6782;top:3077;width:149;height:147" coordorigin="6782,3077" coordsize="149,147" path="m6931,3223l6782,3077e" filled="f" strokeweight=".12pt">
                <v:path arrowok="t"/>
              </v:shape>
            </v:group>
            <v:group id="_x0000_s1267" style="position:absolute;left:6876;top:3072;width:154;height:152" coordorigin="6876,3072" coordsize="154,152">
              <v:shape id="_x0000_s1268" style="position:absolute;left:6876;top:3072;width:154;height:152" coordorigin="6876,3072" coordsize="154,152" path="m7030,3223l6876,3072e" filled="f" strokeweight=".12pt">
                <v:path arrowok="t"/>
              </v:shape>
            </v:group>
            <v:group id="_x0000_s1265" style="position:absolute;left:6972;top:3067;width:156;height:156" coordorigin="6972,3067" coordsize="156,156">
              <v:shape id="_x0000_s1266" style="position:absolute;left:6972;top:3067;width:156;height:156" coordorigin="6972,3067" coordsize="156,156" path="m7128,3223l6972,3067e" filled="f" strokeweight=".12pt">
                <v:path arrowok="t"/>
              </v:shape>
            </v:group>
            <v:group id="_x0000_s1263" style="position:absolute;left:7066;top:3063;width:101;height:101" coordorigin="7066,3063" coordsize="101,101">
              <v:shape id="_x0000_s1264" style="position:absolute;left:7066;top:3063;width:101;height:101" coordorigin="7066,3063" coordsize="101,101" path="m7166,3163l7066,3063e" filled="f" strokeweight=".12pt">
                <v:path arrowok="t"/>
              </v:shape>
            </v:group>
            <v:group id="_x0000_s1261" style="position:absolute;left:7162;top:3060;width:5;height:5" coordorigin="7162,3060" coordsize="5,5">
              <v:shape id="_x0000_s1262" style="position:absolute;left:7162;top:3060;width:5;height:5" coordorigin="7162,3060" coordsize="5,5" path="m7166,3065r-4,-5e" filled="f" strokeweight=".12pt">
                <v:path arrowok="t"/>
              </v:shape>
            </v:group>
            <v:group id="_x0000_s1259" style="position:absolute;left:3809;top:4656;width:2;height:274" coordorigin="3809,4656" coordsize="2,274">
              <v:shape id="_x0000_s1260" style="position:absolute;left:3809;top:4656;width:2;height:274" coordorigin="3809,4656" coordsize="0,274" path="m3809,4656r,274e" filled="f" strokeweight=".12pt">
                <v:path arrowok="t"/>
              </v:shape>
            </v:group>
            <v:group id="_x0000_s1257" style="position:absolute;left:3326;top:2223;width:538;height:12" coordorigin="3326,2223" coordsize="538,12">
              <v:shape id="_x0000_s1258" style="position:absolute;left:3326;top:2223;width:538;height:12" coordorigin="3326,2223" coordsize="538,12" path="m3326,2227r,8l3864,2235r,-12l3326,2227xe" filled="f" strokeweight=".12pt">
                <v:path arrowok="t"/>
              </v:shape>
            </v:group>
            <v:group id="_x0000_s1255" style="position:absolute;left:3809;top:4104;width:2;height:276" coordorigin="3809,4104" coordsize="2,276">
              <v:shape id="_x0000_s1256" style="position:absolute;left:3809;top:4104;width:2;height:276" coordorigin="3809,4104" coordsize="0,276" path="m3809,4104r,276e" filled="f" strokeweight=".12pt">
                <v:path arrowok="t"/>
              </v:shape>
            </v:group>
            <v:group id="_x0000_s1253" style="position:absolute;left:5899;top:699;width:2;height:4306" coordorigin="5899,699" coordsize="2,4306">
              <v:shape id="_x0000_s1254" style="position:absolute;left:5899;top:699;width:2;height:4306" coordorigin="5899,699" coordsize="0,4306" path="m5899,5004r,-4305e" filled="f" strokeweight=".12pt">
                <v:path arrowok="t"/>
              </v:shape>
            </v:group>
            <v:group id="_x0000_s1251" style="position:absolute;left:7931;top:1959;width:2;height:274" coordorigin="7931,1959" coordsize="2,274">
              <v:shape id="_x0000_s1252" style="position:absolute;left:7931;top:1959;width:2;height:274" coordorigin="7931,1959" coordsize="0,274" path="m7931,1959r,273e" filled="f" strokecolor="#d6d6d6" strokeweight=".7pt">
                <v:path arrowok="t"/>
              </v:shape>
            </v:group>
            <v:group id="_x0000_s1249" style="position:absolute;left:7931;top:1957;width:2;height:276" coordorigin="7931,1957" coordsize="2,276">
              <v:shape id="_x0000_s1250" style="position:absolute;left:7931;top:1957;width:2;height:276" coordorigin="7931,1957" coordsize="0,276" path="m7931,1957r,276e" filled="f" strokeweight=".82pt">
                <v:path arrowok="t"/>
              </v:shape>
            </v:group>
            <v:group id="_x0000_s1247" style="position:absolute;left:7164;top:2227;width:771;height:778" coordorigin="7164,2227" coordsize="771,778">
              <v:shape id="_x0000_s1248" style="position:absolute;left:7164;top:2227;width:771;height:778" coordorigin="7164,2227" coordsize="771,778" path="m7927,2227r-763,778l7934,2237r-7,-10xe" fillcolor="#d6d6d6" stroked="f">
                <v:path arrowok="t"/>
              </v:shape>
            </v:group>
            <v:group id="_x0000_s1245" style="position:absolute;left:7157;top:2227;width:771;height:778" coordorigin="7157,2227" coordsize="771,778">
              <v:shape id="_x0000_s1246" style="position:absolute;left:7157;top:2227;width:771;height:778" coordorigin="7157,2227" coordsize="771,778" path="m7927,2227r-770,771l7164,3005r763,-778xe" fillcolor="#d6d6d6" stroked="f">
                <v:path arrowok="t"/>
              </v:shape>
            </v:group>
            <v:group id="_x0000_s1243" style="position:absolute;left:7157;top:2227;width:778;height:778" coordorigin="7157,2227" coordsize="778,778">
              <v:shape id="_x0000_s1244" style="position:absolute;left:7157;top:2227;width:778;height:778" coordorigin="7157,2227" coordsize="778,778" path="m7934,2237r-7,-10l7157,2998r7,7l7934,2237xe" filled="f" strokeweight=".12pt">
                <v:path arrowok="t"/>
              </v:shape>
            </v:group>
            <v:group id="_x0000_s1241" style="position:absolute;left:7154;top:3003;width:12;height:51" coordorigin="7154,3003" coordsize="12,51">
              <v:shape id="_x0000_s1242" style="position:absolute;left:7154;top:3003;width:12;height:51" coordorigin="7154,3003" coordsize="12,51" path="m7166,3003r-12,l7166,3053r,-50xe" fillcolor="#d6d6d6" stroked="f">
                <v:path arrowok="t"/>
              </v:shape>
            </v:group>
            <v:group id="_x0000_s1239" style="position:absolute;left:7154;top:3003;width:12;height:51" coordorigin="7154,3003" coordsize="12,51">
              <v:shape id="_x0000_s1240" style="position:absolute;left:7154;top:3003;width:12;height:51" coordorigin="7154,3003" coordsize="12,51" path="m7154,3003r,50l7166,3053r-12,-50xe" fillcolor="#d6d6d6" stroked="f">
                <v:path arrowok="t"/>
              </v:shape>
            </v:group>
            <v:group id="_x0000_s1237" style="position:absolute;left:7154;top:3003;width:12;height:51" coordorigin="7154,3003" coordsize="12,51">
              <v:shape id="_x0000_s1238" style="position:absolute;left:7154;top:3003;width:12;height:51" coordorigin="7154,3003" coordsize="12,51" path="m7153,3028r15,e" filled="f" strokeweight="2.74pt">
                <v:path arrowok="t"/>
              </v:shape>
            </v:group>
            <v:group id="_x0000_s1235" style="position:absolute;left:6010;top:3046;width:1152;height:65" coordorigin="6010,3046" coordsize="1152,65">
              <v:shape id="_x0000_s1236" style="position:absolute;left:6010;top:3046;width:1152;height:65" coordorigin="6010,3046" coordsize="1152,65" path="m7159,3046r-1149,65l7162,3058r-3,-12xe" fillcolor="#d6d6d6" stroked="f">
                <v:path arrowok="t"/>
              </v:shape>
            </v:group>
            <v:group id="_x0000_s1233" style="position:absolute;left:6010;top:3046;width:1150;height:65" coordorigin="6010,3046" coordsize="1150,65">
              <v:shape id="_x0000_s1234" style="position:absolute;left:6010;top:3046;width:1150;height:65" coordorigin="6010,3046" coordsize="1150,65" path="m7159,3046r-1149,53l6010,3111r1149,-65xe" fillcolor="#d6d6d6" stroked="f">
                <v:path arrowok="t"/>
              </v:shape>
            </v:group>
            <v:group id="_x0000_s1231" style="position:absolute;left:6010;top:3046;width:1152;height:65" coordorigin="6010,3046" coordsize="1152,65">
              <v:shape id="_x0000_s1232" style="position:absolute;left:6010;top:3046;width:1152;height:65" coordorigin="6010,3046" coordsize="1152,65" path="m7162,3058r-3,-12l6010,3099r,12l7162,3058xe" filled="f" strokeweight=".12pt">
                <v:path arrowok="t"/>
              </v:shape>
            </v:group>
            <v:group id="_x0000_s1229" style="position:absolute;left:6005;top:3103;width:12;height:20" coordorigin="6005,3103" coordsize="12,20">
              <v:shape id="_x0000_s1230" style="position:absolute;left:6005;top:3103;width:12;height:20" coordorigin="6005,3103" coordsize="12,20" path="m6017,3103r-12,l6017,3123r,-20xe" fillcolor="#d6d6d6" stroked="f">
                <v:path arrowok="t"/>
              </v:shape>
            </v:group>
            <v:group id="_x0000_s1227" style="position:absolute;left:6005;top:3103;width:12;height:20" coordorigin="6005,3103" coordsize="12,20">
              <v:shape id="_x0000_s1228" style="position:absolute;left:6005;top:3103;width:12;height:20" coordorigin="6005,3103" coordsize="12,20" path="m6005,3103r,20l6017,3123r-12,-20xe" fillcolor="#d6d6d6" stroked="f">
                <v:path arrowok="t"/>
              </v:shape>
            </v:group>
            <v:group id="_x0000_s1225" style="position:absolute;left:5791;top:3124;width:219;height:2" coordorigin="5791,3124" coordsize="219,2">
              <v:shape id="_x0000_s1226" style="position:absolute;left:5791;top:3124;width:219;height:2" coordorigin="5791,3124" coordsize="219,0" path="m5791,3124r219,e" filled="f" strokecolor="#d6d6d6" strokeweight=".7pt">
                <v:path arrowok="t"/>
              </v:shape>
            </v:group>
            <v:group id="_x0000_s1223" style="position:absolute;left:5784;top:3103;width:12;height:20" coordorigin="5784,3103" coordsize="12,20">
              <v:shape id="_x0000_s1224" style="position:absolute;left:5784;top:3103;width:12;height:20" coordorigin="5784,3103" coordsize="12,20" path="m5784,3103r,20l5796,3123r-12,-20xe" fillcolor="#d6d6d6" stroked="f">
                <v:path arrowok="t"/>
              </v:shape>
            </v:group>
            <v:group id="_x0000_s1221" style="position:absolute;left:5784;top:3103;width:12;height:20" coordorigin="5784,3103" coordsize="12,20">
              <v:shape id="_x0000_s1222" style="position:absolute;left:5784;top:3103;width:12;height:20" coordorigin="5784,3103" coordsize="12,20" path="m5796,3103r-12,l5796,3123r,-20xe" fillcolor="#d6d6d6" stroked="f">
                <v:path arrowok="t"/>
              </v:shape>
            </v:group>
            <v:group id="_x0000_s1219" style="position:absolute;left:4596;top:3055;width:1196;height:56" coordorigin="4596,3055" coordsize="1196,56">
              <v:shape id="_x0000_s1220" style="position:absolute;left:4596;top:3055;width:1196;height:56" coordorigin="4596,3055" coordsize="1196,56" path="m4596,3055r1195,56l5791,3099,4596,3055xe" fillcolor="#d6d6d6" stroked="f">
                <v:path arrowok="t"/>
              </v:shape>
            </v:group>
            <v:group id="_x0000_s1217" style="position:absolute;left:4596;top:3043;width:1196;height:56" coordorigin="4596,3043" coordsize="1196,56">
              <v:shape id="_x0000_s1218" style="position:absolute;left:4596;top:3043;width:1196;height:56" coordorigin="4596,3043" coordsize="1196,56" path="m4596,3043r,12l5791,3099,4596,3043xe" fillcolor="#d6d6d6" stroked="f">
                <v:path arrowok="t"/>
              </v:shape>
            </v:group>
            <v:group id="_x0000_s1215" style="position:absolute;left:4596;top:3043;width:1196;height:68" coordorigin="4596,3043" coordsize="1196,68">
              <v:shape id="_x0000_s1216" style="position:absolute;left:4596;top:3043;width:1196;height:68" coordorigin="4596,3043" coordsize="1196,68" path="m5791,3111r,-12l4596,3043r,12l5791,3111xe" filled="f" strokeweight=".12pt">
                <v:path arrowok="t"/>
              </v:shape>
            </v:group>
            <v:group id="_x0000_s1213" style="position:absolute;left:4085;top:2345;width:516;height:708" coordorigin="4085,2345" coordsize="516,708">
              <v:shape id="_x0000_s1214" style="position:absolute;left:4085;top:2345;width:516;height:708" coordorigin="4085,2345" coordsize="516,708" path="m4085,2345r506,708l4601,3048,4085,2345xe" fillcolor="#d6d6d6" stroked="f">
                <v:path arrowok="t"/>
              </v:shape>
            </v:group>
            <v:group id="_x0000_s1211" style="position:absolute;left:4085;top:2340;width:516;height:708" coordorigin="4085,2340" coordsize="516,708">
              <v:shape id="_x0000_s1212" style="position:absolute;left:4085;top:2340;width:516;height:708" coordorigin="4085,2340" coordsize="516,708" path="m4094,2340r-9,5l4601,3048,4094,2340xe" fillcolor="#d6d6d6" stroked="f">
                <v:path arrowok="t"/>
              </v:shape>
            </v:group>
            <v:group id="_x0000_s1209" style="position:absolute;left:4085;top:2340;width:516;height:713" coordorigin="4085,2340" coordsize="516,713">
              <v:shape id="_x0000_s1210" style="position:absolute;left:4085;top:2340;width:516;height:713" coordorigin="4085,2340" coordsize="516,713" path="m4591,3053r10,-5l4094,2340r-9,5l4591,3053xe" filled="f" strokeweight=".12pt">
                <v:path arrowok="t"/>
              </v:shape>
            </v:group>
            <v:group id="_x0000_s1207" style="position:absolute;left:4091;top:1630;width:2;height:713" coordorigin="4091,1630" coordsize="2,713">
              <v:shape id="_x0000_s1208" style="position:absolute;left:4091;top:1630;width:2;height:713" coordorigin="4091,1630" coordsize="0,713" path="m4091,1630r,713e" filled="f" strokecolor="#d6d6d6" strokeweight=".7pt">
                <v:path arrowok="t"/>
              </v:shape>
            </v:group>
            <v:group id="_x0000_s1205" style="position:absolute;left:4091;top:1629;width:2;height:716" coordorigin="4091,1629" coordsize="2,716">
              <v:shape id="_x0000_s1206" style="position:absolute;left:4091;top:1629;width:2;height:716" coordorigin="4091,1629" coordsize="0,716" path="m4091,1629r,715e" filled="f" strokeweight=".82pt">
                <v:path arrowok="t"/>
              </v:shape>
            </v:group>
            <w10:wrap anchorx="page"/>
          </v:group>
        </w:pict>
      </w:r>
      <w:proofErr w:type="spellStart"/>
      <w:proofErr w:type="gramStart"/>
      <w:r w:rsidR="001577C0">
        <w:rPr>
          <w:rFonts w:ascii="Arial" w:hAnsi="Arial"/>
          <w:w w:val="105"/>
          <w:sz w:val="10"/>
        </w:rPr>
        <w:t>Uklanjanje</w:t>
      </w:r>
      <w:proofErr w:type="spellEnd"/>
      <w:r w:rsidR="001577C0">
        <w:rPr>
          <w:rFonts w:ascii="Arial" w:hAnsi="Arial"/>
          <w:w w:val="105"/>
          <w:sz w:val="10"/>
        </w:rPr>
        <w:t xml:space="preserve"> </w:t>
      </w:r>
      <w:r w:rsidR="001577C0">
        <w:rPr>
          <w:rFonts w:ascii="Arial" w:hAnsi="Arial"/>
          <w:spacing w:val="18"/>
          <w:w w:val="105"/>
          <w:sz w:val="10"/>
        </w:rPr>
        <w:t xml:space="preserve"> </w:t>
      </w:r>
      <w:proofErr w:type="spellStart"/>
      <w:r w:rsidR="001577C0">
        <w:rPr>
          <w:rFonts w:ascii="Arial" w:hAnsi="Arial"/>
          <w:w w:val="105"/>
          <w:sz w:val="10"/>
        </w:rPr>
        <w:t>postojeće</w:t>
      </w:r>
      <w:proofErr w:type="spellEnd"/>
      <w:proofErr w:type="gramEnd"/>
      <w:r w:rsidR="001577C0">
        <w:rPr>
          <w:rFonts w:ascii="Arial" w:hAnsi="Arial"/>
          <w:spacing w:val="6"/>
          <w:w w:val="105"/>
          <w:sz w:val="10"/>
        </w:rPr>
        <w:t xml:space="preserve"> </w:t>
      </w:r>
      <w:proofErr w:type="spellStart"/>
      <w:r w:rsidR="001577C0">
        <w:rPr>
          <w:rFonts w:ascii="Arial" w:hAnsi="Arial"/>
          <w:w w:val="105"/>
          <w:sz w:val="10"/>
        </w:rPr>
        <w:t>i</w:t>
      </w:r>
      <w:proofErr w:type="spellEnd"/>
      <w:r w:rsidR="001577C0">
        <w:rPr>
          <w:rFonts w:ascii="Arial" w:hAnsi="Arial"/>
          <w:spacing w:val="7"/>
          <w:w w:val="105"/>
          <w:sz w:val="10"/>
        </w:rPr>
        <w:t xml:space="preserve"> </w:t>
      </w:r>
      <w:proofErr w:type="spellStart"/>
      <w:r w:rsidR="001577C0">
        <w:rPr>
          <w:rFonts w:ascii="Arial" w:hAnsi="Arial"/>
          <w:spacing w:val="-1"/>
          <w:w w:val="105"/>
          <w:sz w:val="10"/>
        </w:rPr>
        <w:t>postavljanje</w:t>
      </w:r>
      <w:proofErr w:type="spellEnd"/>
      <w:r w:rsidR="001577C0">
        <w:rPr>
          <w:rFonts w:ascii="Arial" w:hAnsi="Arial"/>
          <w:spacing w:val="26"/>
          <w:w w:val="107"/>
          <w:sz w:val="10"/>
        </w:rPr>
        <w:t xml:space="preserve"> </w:t>
      </w:r>
      <w:proofErr w:type="spellStart"/>
      <w:r w:rsidR="001577C0">
        <w:rPr>
          <w:rFonts w:ascii="Arial" w:hAnsi="Arial"/>
          <w:w w:val="105"/>
          <w:sz w:val="10"/>
        </w:rPr>
        <w:t>nove</w:t>
      </w:r>
      <w:proofErr w:type="spellEnd"/>
      <w:r w:rsidR="001577C0">
        <w:rPr>
          <w:rFonts w:ascii="Arial" w:hAnsi="Arial"/>
          <w:spacing w:val="8"/>
          <w:w w:val="105"/>
          <w:sz w:val="10"/>
        </w:rPr>
        <w:t xml:space="preserve"> </w:t>
      </w:r>
      <w:proofErr w:type="spellStart"/>
      <w:r w:rsidR="001577C0">
        <w:rPr>
          <w:rFonts w:ascii="Arial" w:hAnsi="Arial"/>
          <w:spacing w:val="-1"/>
          <w:w w:val="105"/>
          <w:sz w:val="10"/>
        </w:rPr>
        <w:t>pješačke</w:t>
      </w:r>
      <w:proofErr w:type="spellEnd"/>
      <w:r w:rsidR="001577C0">
        <w:rPr>
          <w:rFonts w:ascii="Arial" w:hAnsi="Arial"/>
          <w:spacing w:val="12"/>
          <w:w w:val="105"/>
          <w:sz w:val="10"/>
        </w:rPr>
        <w:t xml:space="preserve"> </w:t>
      </w:r>
      <w:proofErr w:type="spellStart"/>
      <w:r w:rsidR="001577C0">
        <w:rPr>
          <w:rFonts w:ascii="Arial" w:hAnsi="Arial"/>
          <w:spacing w:val="-1"/>
          <w:w w:val="105"/>
          <w:sz w:val="10"/>
        </w:rPr>
        <w:t>ograde</w:t>
      </w:r>
      <w:proofErr w:type="spellEnd"/>
      <w:r w:rsidR="001577C0">
        <w:rPr>
          <w:rFonts w:ascii="Arial" w:hAnsi="Arial"/>
          <w:spacing w:val="-1"/>
          <w:w w:val="105"/>
          <w:sz w:val="10"/>
        </w:rPr>
        <w:t>/</w:t>
      </w:r>
    </w:p>
    <w:p w:rsidR="00126F59" w:rsidRDefault="001577C0">
      <w:pPr>
        <w:spacing w:line="270" w:lineRule="auto"/>
        <w:ind w:left="2114" w:right="396"/>
        <w:rPr>
          <w:rFonts w:ascii="Arial" w:eastAsia="Arial" w:hAnsi="Arial" w:cs="Arial"/>
          <w:sz w:val="10"/>
          <w:szCs w:val="10"/>
        </w:rPr>
      </w:pPr>
      <w:r>
        <w:rPr>
          <w:rFonts w:ascii="Arial"/>
          <w:w w:val="105"/>
          <w:sz w:val="10"/>
        </w:rPr>
        <w:t>Removal</w:t>
      </w:r>
      <w:r>
        <w:rPr>
          <w:rFonts w:ascii="Arial"/>
          <w:spacing w:val="5"/>
          <w:w w:val="105"/>
          <w:sz w:val="10"/>
        </w:rPr>
        <w:t xml:space="preserve"> </w:t>
      </w:r>
      <w:r>
        <w:rPr>
          <w:rFonts w:ascii="Arial"/>
          <w:w w:val="105"/>
          <w:sz w:val="10"/>
        </w:rPr>
        <w:t>of</w:t>
      </w:r>
      <w:r>
        <w:rPr>
          <w:rFonts w:ascii="Arial"/>
          <w:spacing w:val="9"/>
          <w:w w:val="105"/>
          <w:sz w:val="10"/>
        </w:rPr>
        <w:t xml:space="preserve"> </w:t>
      </w:r>
      <w:r>
        <w:rPr>
          <w:rFonts w:ascii="Arial"/>
          <w:w w:val="105"/>
          <w:sz w:val="10"/>
        </w:rPr>
        <w:t>existing</w:t>
      </w:r>
      <w:r>
        <w:rPr>
          <w:rFonts w:ascii="Arial"/>
          <w:spacing w:val="6"/>
          <w:w w:val="105"/>
          <w:sz w:val="10"/>
        </w:rPr>
        <w:t xml:space="preserve"> </w:t>
      </w:r>
      <w:r>
        <w:rPr>
          <w:rFonts w:ascii="Arial"/>
          <w:w w:val="105"/>
          <w:sz w:val="10"/>
        </w:rPr>
        <w:t>and</w:t>
      </w:r>
      <w:r>
        <w:rPr>
          <w:rFonts w:ascii="Arial"/>
          <w:spacing w:val="5"/>
          <w:w w:val="105"/>
          <w:sz w:val="10"/>
        </w:rPr>
        <w:t xml:space="preserve"> </w:t>
      </w:r>
      <w:r>
        <w:rPr>
          <w:rFonts w:ascii="Arial"/>
          <w:spacing w:val="-1"/>
          <w:w w:val="105"/>
          <w:sz w:val="10"/>
        </w:rPr>
        <w:t>installation</w:t>
      </w:r>
      <w:r>
        <w:rPr>
          <w:rFonts w:ascii="Arial"/>
          <w:spacing w:val="8"/>
          <w:w w:val="105"/>
          <w:sz w:val="10"/>
        </w:rPr>
        <w:t xml:space="preserve"> </w:t>
      </w:r>
      <w:r>
        <w:rPr>
          <w:rFonts w:ascii="Arial"/>
          <w:spacing w:val="-2"/>
          <w:w w:val="105"/>
          <w:sz w:val="10"/>
        </w:rPr>
        <w:t>of</w:t>
      </w:r>
      <w:r>
        <w:rPr>
          <w:rFonts w:ascii="Arial"/>
          <w:spacing w:val="27"/>
          <w:w w:val="107"/>
          <w:sz w:val="10"/>
        </w:rPr>
        <w:t xml:space="preserve"> </w:t>
      </w:r>
      <w:r>
        <w:rPr>
          <w:rFonts w:ascii="Arial"/>
          <w:spacing w:val="-1"/>
          <w:w w:val="105"/>
          <w:sz w:val="10"/>
        </w:rPr>
        <w:t>pedestrian</w:t>
      </w:r>
      <w:r>
        <w:rPr>
          <w:rFonts w:ascii="Arial"/>
          <w:spacing w:val="15"/>
          <w:w w:val="105"/>
          <w:sz w:val="10"/>
        </w:rPr>
        <w:t xml:space="preserve"> </w:t>
      </w:r>
      <w:r>
        <w:rPr>
          <w:rFonts w:ascii="Arial"/>
          <w:spacing w:val="-1"/>
          <w:w w:val="105"/>
          <w:sz w:val="10"/>
        </w:rPr>
        <w:t>fence</w:t>
      </w:r>
    </w:p>
    <w:p w:rsidR="00126F59" w:rsidRDefault="001577C0">
      <w:pPr>
        <w:spacing w:before="55" w:line="270" w:lineRule="auto"/>
        <w:ind w:left="3187" w:hanging="416"/>
        <w:jc w:val="right"/>
        <w:rPr>
          <w:rFonts w:ascii="Arial" w:eastAsia="Arial" w:hAnsi="Arial" w:cs="Arial"/>
          <w:sz w:val="10"/>
          <w:szCs w:val="10"/>
        </w:rPr>
      </w:pPr>
      <w:proofErr w:type="spellStart"/>
      <w:r>
        <w:rPr>
          <w:rFonts w:ascii="Arial" w:hAnsi="Arial"/>
          <w:w w:val="105"/>
          <w:sz w:val="10"/>
        </w:rPr>
        <w:t>Reparacija</w:t>
      </w:r>
      <w:proofErr w:type="spellEnd"/>
      <w:r>
        <w:rPr>
          <w:rFonts w:ascii="Arial" w:hAnsi="Arial"/>
          <w:spacing w:val="7"/>
          <w:w w:val="105"/>
          <w:sz w:val="10"/>
        </w:rPr>
        <w:t xml:space="preserve"> </w:t>
      </w:r>
      <w:proofErr w:type="spellStart"/>
      <w:r>
        <w:rPr>
          <w:rFonts w:ascii="Arial" w:hAnsi="Arial"/>
          <w:spacing w:val="-1"/>
          <w:w w:val="105"/>
          <w:sz w:val="10"/>
        </w:rPr>
        <w:t>sloja</w:t>
      </w:r>
      <w:proofErr w:type="spellEnd"/>
      <w:r>
        <w:rPr>
          <w:rFonts w:ascii="Arial" w:hAnsi="Arial"/>
          <w:spacing w:val="7"/>
          <w:w w:val="105"/>
          <w:sz w:val="10"/>
        </w:rPr>
        <w:t xml:space="preserve"> </w:t>
      </w:r>
      <w:proofErr w:type="spellStart"/>
      <w:r>
        <w:rPr>
          <w:rFonts w:ascii="Arial" w:hAnsi="Arial"/>
          <w:spacing w:val="-1"/>
          <w:w w:val="105"/>
          <w:sz w:val="10"/>
        </w:rPr>
        <w:t>za</w:t>
      </w:r>
      <w:proofErr w:type="spellEnd"/>
      <w:r>
        <w:rPr>
          <w:rFonts w:ascii="Arial" w:hAnsi="Arial"/>
          <w:spacing w:val="7"/>
          <w:w w:val="105"/>
          <w:sz w:val="10"/>
        </w:rPr>
        <w:t xml:space="preserve"> </w:t>
      </w:r>
      <w:r>
        <w:rPr>
          <w:rFonts w:ascii="Arial" w:hAnsi="Arial"/>
          <w:spacing w:val="-1"/>
          <w:w w:val="105"/>
          <w:sz w:val="10"/>
        </w:rPr>
        <w:t>pad</w:t>
      </w:r>
      <w:r>
        <w:rPr>
          <w:rFonts w:ascii="Arial" w:hAnsi="Arial"/>
          <w:spacing w:val="5"/>
          <w:w w:val="105"/>
          <w:sz w:val="10"/>
        </w:rPr>
        <w:t xml:space="preserve"> </w:t>
      </w:r>
      <w:proofErr w:type="spellStart"/>
      <w:r>
        <w:rPr>
          <w:rFonts w:ascii="Arial" w:hAnsi="Arial"/>
          <w:spacing w:val="-1"/>
          <w:w w:val="105"/>
          <w:sz w:val="10"/>
        </w:rPr>
        <w:t>ukoliko</w:t>
      </w:r>
      <w:proofErr w:type="spellEnd"/>
      <w:r>
        <w:rPr>
          <w:rFonts w:ascii="Arial" w:hAnsi="Arial"/>
          <w:spacing w:val="4"/>
          <w:w w:val="105"/>
          <w:sz w:val="10"/>
        </w:rPr>
        <w:t xml:space="preserve"> </w:t>
      </w:r>
      <w:r>
        <w:rPr>
          <w:rFonts w:ascii="Arial" w:hAnsi="Arial"/>
          <w:w w:val="105"/>
          <w:sz w:val="10"/>
        </w:rPr>
        <w:t>je</w:t>
      </w:r>
      <w:r>
        <w:rPr>
          <w:rFonts w:ascii="Arial" w:hAnsi="Arial"/>
          <w:spacing w:val="23"/>
          <w:w w:val="107"/>
          <w:sz w:val="10"/>
        </w:rPr>
        <w:t xml:space="preserve"> </w:t>
      </w:r>
      <w:proofErr w:type="spellStart"/>
      <w:r>
        <w:rPr>
          <w:rFonts w:ascii="Arial" w:hAnsi="Arial"/>
          <w:w w:val="105"/>
          <w:sz w:val="10"/>
        </w:rPr>
        <w:t>postojeći</w:t>
      </w:r>
      <w:proofErr w:type="spellEnd"/>
      <w:r>
        <w:rPr>
          <w:rFonts w:ascii="Arial" w:hAnsi="Arial"/>
          <w:spacing w:val="8"/>
          <w:w w:val="105"/>
          <w:sz w:val="10"/>
        </w:rPr>
        <w:t xml:space="preserve"> </w:t>
      </w:r>
      <w:r>
        <w:rPr>
          <w:rFonts w:ascii="Arial" w:hAnsi="Arial"/>
          <w:w w:val="105"/>
          <w:sz w:val="10"/>
        </w:rPr>
        <w:t>u</w:t>
      </w:r>
      <w:r>
        <w:rPr>
          <w:rFonts w:ascii="Arial" w:hAnsi="Arial"/>
          <w:spacing w:val="6"/>
          <w:w w:val="105"/>
          <w:sz w:val="10"/>
        </w:rPr>
        <w:t xml:space="preserve"> </w:t>
      </w:r>
      <w:proofErr w:type="spellStart"/>
      <w:r>
        <w:rPr>
          <w:rFonts w:ascii="Arial" w:hAnsi="Arial"/>
          <w:spacing w:val="-1"/>
          <w:w w:val="105"/>
          <w:sz w:val="10"/>
        </w:rPr>
        <w:t>lošem</w:t>
      </w:r>
      <w:proofErr w:type="spellEnd"/>
      <w:r>
        <w:rPr>
          <w:rFonts w:ascii="Arial" w:hAnsi="Arial"/>
          <w:spacing w:val="8"/>
          <w:w w:val="105"/>
          <w:sz w:val="10"/>
        </w:rPr>
        <w:t xml:space="preserve"> </w:t>
      </w:r>
      <w:proofErr w:type="spellStart"/>
      <w:r>
        <w:rPr>
          <w:rFonts w:ascii="Arial" w:hAnsi="Arial"/>
          <w:spacing w:val="-1"/>
          <w:w w:val="105"/>
          <w:sz w:val="10"/>
        </w:rPr>
        <w:t>stanju</w:t>
      </w:r>
      <w:proofErr w:type="spellEnd"/>
      <w:r>
        <w:rPr>
          <w:rFonts w:ascii="Arial" w:hAnsi="Arial"/>
          <w:spacing w:val="-1"/>
          <w:w w:val="105"/>
          <w:sz w:val="10"/>
        </w:rPr>
        <w:t>/</w:t>
      </w:r>
    </w:p>
    <w:p w:rsidR="00126F59" w:rsidRDefault="001577C0">
      <w:pPr>
        <w:jc w:val="right"/>
        <w:rPr>
          <w:rFonts w:ascii="Arial" w:eastAsia="Arial" w:hAnsi="Arial" w:cs="Arial"/>
          <w:sz w:val="10"/>
          <w:szCs w:val="10"/>
        </w:rPr>
      </w:pPr>
      <w:r>
        <w:rPr>
          <w:rFonts w:ascii="Arial"/>
          <w:w w:val="105"/>
          <w:sz w:val="10"/>
        </w:rPr>
        <w:t>Reparation</w:t>
      </w:r>
      <w:r>
        <w:rPr>
          <w:rFonts w:ascii="Arial"/>
          <w:spacing w:val="8"/>
          <w:w w:val="105"/>
          <w:sz w:val="10"/>
        </w:rPr>
        <w:t xml:space="preserve"> </w:t>
      </w:r>
      <w:r>
        <w:rPr>
          <w:rFonts w:ascii="Arial"/>
          <w:w w:val="105"/>
          <w:sz w:val="10"/>
        </w:rPr>
        <w:t>of</w:t>
      </w:r>
      <w:r>
        <w:rPr>
          <w:rFonts w:ascii="Arial"/>
          <w:spacing w:val="7"/>
          <w:w w:val="105"/>
          <w:sz w:val="10"/>
        </w:rPr>
        <w:t xml:space="preserve"> </w:t>
      </w:r>
      <w:r>
        <w:rPr>
          <w:rFonts w:ascii="Arial"/>
          <w:w w:val="105"/>
          <w:sz w:val="10"/>
        </w:rPr>
        <w:t>levelling</w:t>
      </w:r>
      <w:r>
        <w:rPr>
          <w:rFonts w:ascii="Arial"/>
          <w:spacing w:val="5"/>
          <w:w w:val="105"/>
          <w:sz w:val="10"/>
        </w:rPr>
        <w:t xml:space="preserve"> </w:t>
      </w:r>
      <w:r>
        <w:rPr>
          <w:rFonts w:ascii="Arial"/>
          <w:spacing w:val="-1"/>
          <w:w w:val="105"/>
          <w:sz w:val="10"/>
        </w:rPr>
        <w:t>layer</w:t>
      </w:r>
      <w:r>
        <w:rPr>
          <w:rFonts w:ascii="Arial"/>
          <w:spacing w:val="6"/>
          <w:w w:val="105"/>
          <w:sz w:val="10"/>
        </w:rPr>
        <w:t xml:space="preserve"> </w:t>
      </w:r>
      <w:r>
        <w:rPr>
          <w:rFonts w:ascii="Arial"/>
          <w:w w:val="105"/>
          <w:sz w:val="10"/>
        </w:rPr>
        <w:t>if</w:t>
      </w:r>
      <w:r>
        <w:rPr>
          <w:rFonts w:ascii="Arial"/>
          <w:spacing w:val="3"/>
          <w:w w:val="105"/>
          <w:sz w:val="10"/>
        </w:rPr>
        <w:t xml:space="preserve"> </w:t>
      </w:r>
      <w:r>
        <w:rPr>
          <w:rFonts w:ascii="Arial"/>
          <w:spacing w:val="-1"/>
          <w:w w:val="105"/>
          <w:sz w:val="10"/>
        </w:rPr>
        <w:t>existing</w:t>
      </w:r>
    </w:p>
    <w:p w:rsidR="00126F59" w:rsidRDefault="001577C0">
      <w:pPr>
        <w:rPr>
          <w:rFonts w:ascii="Arial" w:eastAsia="Arial" w:hAnsi="Arial" w:cs="Arial"/>
          <w:sz w:val="10"/>
          <w:szCs w:val="10"/>
        </w:rPr>
      </w:pPr>
      <w:r>
        <w:br w:type="column"/>
      </w: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spacing w:before="11"/>
        <w:rPr>
          <w:rFonts w:ascii="Arial" w:eastAsia="Arial" w:hAnsi="Arial" w:cs="Arial"/>
          <w:sz w:val="11"/>
          <w:szCs w:val="11"/>
        </w:rPr>
      </w:pPr>
    </w:p>
    <w:p w:rsidR="00126F59" w:rsidRDefault="0029709E">
      <w:pPr>
        <w:spacing w:line="268" w:lineRule="auto"/>
        <w:ind w:left="1443"/>
        <w:rPr>
          <w:rFonts w:ascii="Arial" w:eastAsia="Arial" w:hAnsi="Arial" w:cs="Arial"/>
          <w:sz w:val="10"/>
          <w:szCs w:val="10"/>
        </w:rPr>
      </w:pPr>
      <w:r>
        <w:pict>
          <v:shapetype id="_x0000_t202" coordsize="21600,21600" o:spt="202" path="m,l,21600r21600,l21600,xe">
            <v:stroke joinstyle="miter"/>
            <v:path gradientshapeok="t" o:connecttype="rect"/>
          </v:shapetype>
          <v:shape id="_x0000_s1203" type="#_x0000_t202" style="position:absolute;left:0;text-align:left;margin-left:288.4pt;margin-top:10.65pt;width:13.75pt;height:28.05pt;z-index:2032;mso-position-horizontal-relative:page" filled="f" stroked="f">
            <v:textbox style="layout-flow:vertical;mso-layout-flow-alt:bottom-to-top;mso-next-textbox:#_x0000_s1203" inset="0,0,0,0">
              <w:txbxContent>
                <w:p w:rsidR="00F95BA6" w:rsidRDefault="00F95BA6">
                  <w:pPr>
                    <w:spacing w:before="13" w:line="265" w:lineRule="auto"/>
                    <w:ind w:left="20" w:right="18" w:firstLine="24"/>
                    <w:rPr>
                      <w:rFonts w:ascii="Arial" w:eastAsia="Arial" w:hAnsi="Arial" w:cs="Arial"/>
                      <w:sz w:val="10"/>
                      <w:szCs w:val="10"/>
                    </w:rPr>
                  </w:pPr>
                  <w:proofErr w:type="spellStart"/>
                  <w:proofErr w:type="gramStart"/>
                  <w:r>
                    <w:rPr>
                      <w:rFonts w:ascii="Arial"/>
                      <w:spacing w:val="-1"/>
                      <w:w w:val="107"/>
                      <w:sz w:val="10"/>
                    </w:rPr>
                    <w:t>osa</w:t>
                  </w:r>
                  <w:proofErr w:type="spellEnd"/>
                  <w:proofErr w:type="gramEnd"/>
                  <w:r>
                    <w:rPr>
                      <w:rFonts w:ascii="Arial"/>
                      <w:spacing w:val="1"/>
                      <w:sz w:val="10"/>
                    </w:rPr>
                    <w:t xml:space="preserve"> </w:t>
                  </w:r>
                  <w:proofErr w:type="spellStart"/>
                  <w:r>
                    <w:rPr>
                      <w:rFonts w:ascii="Arial"/>
                      <w:w w:val="107"/>
                      <w:sz w:val="10"/>
                    </w:rPr>
                    <w:t>mosta</w:t>
                  </w:r>
                  <w:proofErr w:type="spellEnd"/>
                  <w:r>
                    <w:rPr>
                      <w:rFonts w:ascii="Arial"/>
                      <w:spacing w:val="23"/>
                      <w:w w:val="107"/>
                      <w:sz w:val="10"/>
                    </w:rPr>
                    <w:t xml:space="preserve"> </w:t>
                  </w:r>
                  <w:r>
                    <w:rPr>
                      <w:rFonts w:ascii="Arial"/>
                      <w:spacing w:val="-1"/>
                      <w:w w:val="107"/>
                      <w:sz w:val="10"/>
                    </w:rPr>
                    <w:t>bridge</w:t>
                  </w:r>
                  <w:r>
                    <w:rPr>
                      <w:rFonts w:ascii="Arial"/>
                      <w:spacing w:val="1"/>
                      <w:sz w:val="10"/>
                    </w:rPr>
                    <w:t xml:space="preserve"> </w:t>
                  </w:r>
                  <w:r>
                    <w:rPr>
                      <w:rFonts w:ascii="Arial"/>
                      <w:spacing w:val="-1"/>
                      <w:w w:val="107"/>
                      <w:sz w:val="10"/>
                    </w:rPr>
                    <w:t>axis</w:t>
                  </w:r>
                </w:p>
              </w:txbxContent>
            </v:textbox>
            <w10:wrap anchorx="page"/>
          </v:shape>
        </w:pict>
      </w:r>
      <w:proofErr w:type="spellStart"/>
      <w:proofErr w:type="gramStart"/>
      <w:r w:rsidR="001577C0">
        <w:rPr>
          <w:rFonts w:ascii="Arial" w:hAnsi="Arial"/>
          <w:w w:val="105"/>
          <w:sz w:val="10"/>
        </w:rPr>
        <w:t>Uklanjaju</w:t>
      </w:r>
      <w:proofErr w:type="spellEnd"/>
      <w:r w:rsidR="001577C0">
        <w:rPr>
          <w:rFonts w:ascii="Arial" w:hAnsi="Arial"/>
          <w:spacing w:val="9"/>
          <w:w w:val="105"/>
          <w:sz w:val="10"/>
        </w:rPr>
        <w:t xml:space="preserve"> </w:t>
      </w:r>
      <w:r w:rsidR="001577C0">
        <w:rPr>
          <w:rFonts w:ascii="Arial" w:hAnsi="Arial"/>
          <w:spacing w:val="-1"/>
          <w:w w:val="105"/>
          <w:sz w:val="10"/>
        </w:rPr>
        <w:t>se</w:t>
      </w:r>
      <w:r w:rsidR="001577C0">
        <w:rPr>
          <w:rFonts w:ascii="Arial" w:hAnsi="Arial"/>
          <w:spacing w:val="9"/>
          <w:w w:val="105"/>
          <w:sz w:val="10"/>
        </w:rPr>
        <w:t xml:space="preserve"> </w:t>
      </w:r>
      <w:proofErr w:type="spellStart"/>
      <w:r w:rsidR="001577C0">
        <w:rPr>
          <w:rFonts w:ascii="Arial" w:hAnsi="Arial"/>
          <w:w w:val="105"/>
          <w:sz w:val="10"/>
        </w:rPr>
        <w:t>šine</w:t>
      </w:r>
      <w:proofErr w:type="spellEnd"/>
      <w:r w:rsidR="001577C0">
        <w:rPr>
          <w:rFonts w:ascii="Arial" w:hAnsi="Arial"/>
          <w:w w:val="105"/>
          <w:sz w:val="10"/>
        </w:rPr>
        <w:t>,</w:t>
      </w:r>
      <w:r w:rsidR="001577C0">
        <w:rPr>
          <w:rFonts w:ascii="Arial" w:hAnsi="Arial"/>
          <w:spacing w:val="8"/>
          <w:w w:val="105"/>
          <w:sz w:val="10"/>
        </w:rPr>
        <w:t xml:space="preserve"> </w:t>
      </w:r>
      <w:proofErr w:type="spellStart"/>
      <w:r w:rsidR="001577C0">
        <w:rPr>
          <w:rFonts w:ascii="Arial" w:hAnsi="Arial"/>
          <w:spacing w:val="-1"/>
          <w:w w:val="105"/>
          <w:sz w:val="10"/>
        </w:rPr>
        <w:t>pragovi</w:t>
      </w:r>
      <w:proofErr w:type="spellEnd"/>
      <w:r w:rsidR="001577C0">
        <w:rPr>
          <w:rFonts w:ascii="Arial" w:hAnsi="Arial"/>
          <w:spacing w:val="-1"/>
          <w:w w:val="105"/>
          <w:sz w:val="10"/>
        </w:rPr>
        <w:t>,</w:t>
      </w:r>
      <w:r w:rsidR="001577C0">
        <w:rPr>
          <w:rFonts w:ascii="Arial" w:hAnsi="Arial"/>
          <w:spacing w:val="4"/>
          <w:w w:val="105"/>
          <w:sz w:val="10"/>
        </w:rPr>
        <w:t xml:space="preserve"> </w:t>
      </w:r>
      <w:proofErr w:type="spellStart"/>
      <w:r w:rsidR="001577C0">
        <w:rPr>
          <w:rFonts w:ascii="Arial" w:hAnsi="Arial"/>
          <w:spacing w:val="-1"/>
          <w:w w:val="105"/>
          <w:sz w:val="10"/>
        </w:rPr>
        <w:t>tucanički</w:t>
      </w:r>
      <w:proofErr w:type="spellEnd"/>
      <w:r w:rsidR="001577C0">
        <w:rPr>
          <w:rFonts w:ascii="Arial" w:hAnsi="Arial"/>
          <w:spacing w:val="29"/>
          <w:w w:val="107"/>
          <w:sz w:val="10"/>
        </w:rPr>
        <w:t xml:space="preserve"> </w:t>
      </w:r>
      <w:proofErr w:type="spellStart"/>
      <w:r w:rsidR="001577C0">
        <w:rPr>
          <w:rFonts w:ascii="Arial" w:hAnsi="Arial"/>
          <w:w w:val="105"/>
          <w:sz w:val="10"/>
        </w:rPr>
        <w:t>zastor</w:t>
      </w:r>
      <w:proofErr w:type="spellEnd"/>
      <w:r w:rsidR="001577C0">
        <w:rPr>
          <w:rFonts w:ascii="Arial" w:hAnsi="Arial"/>
          <w:w w:val="105"/>
          <w:sz w:val="10"/>
        </w:rPr>
        <w:t>,</w:t>
      </w:r>
      <w:r w:rsidR="001577C0">
        <w:rPr>
          <w:rFonts w:ascii="Arial" w:hAnsi="Arial"/>
          <w:spacing w:val="6"/>
          <w:w w:val="105"/>
          <w:sz w:val="10"/>
        </w:rPr>
        <w:t xml:space="preserve"> </w:t>
      </w:r>
      <w:proofErr w:type="spellStart"/>
      <w:r w:rsidR="001577C0">
        <w:rPr>
          <w:rFonts w:ascii="Arial" w:hAnsi="Arial"/>
          <w:spacing w:val="-1"/>
          <w:w w:val="105"/>
          <w:sz w:val="10"/>
        </w:rPr>
        <w:t>zaštitni</w:t>
      </w:r>
      <w:proofErr w:type="spellEnd"/>
      <w:r w:rsidR="001577C0">
        <w:rPr>
          <w:rFonts w:ascii="Arial" w:hAnsi="Arial"/>
          <w:spacing w:val="7"/>
          <w:w w:val="105"/>
          <w:sz w:val="10"/>
        </w:rPr>
        <w:t xml:space="preserve"> </w:t>
      </w:r>
      <w:proofErr w:type="spellStart"/>
      <w:r w:rsidR="001577C0">
        <w:rPr>
          <w:rFonts w:ascii="Arial" w:hAnsi="Arial"/>
          <w:w w:val="105"/>
          <w:sz w:val="10"/>
        </w:rPr>
        <w:t>sloj</w:t>
      </w:r>
      <w:proofErr w:type="spellEnd"/>
      <w:r w:rsidR="001577C0">
        <w:rPr>
          <w:rFonts w:ascii="Arial" w:hAnsi="Arial"/>
          <w:spacing w:val="6"/>
          <w:w w:val="105"/>
          <w:sz w:val="10"/>
        </w:rPr>
        <w:t xml:space="preserve"> </w:t>
      </w:r>
      <w:proofErr w:type="spellStart"/>
      <w:r w:rsidR="001577C0">
        <w:rPr>
          <w:rFonts w:ascii="Arial" w:hAnsi="Arial"/>
          <w:w w:val="105"/>
          <w:sz w:val="10"/>
        </w:rPr>
        <w:t>i</w:t>
      </w:r>
      <w:proofErr w:type="spellEnd"/>
      <w:r w:rsidR="001577C0">
        <w:rPr>
          <w:rFonts w:ascii="Arial" w:hAnsi="Arial"/>
          <w:spacing w:val="7"/>
          <w:w w:val="105"/>
          <w:sz w:val="10"/>
        </w:rPr>
        <w:t xml:space="preserve"> </w:t>
      </w:r>
      <w:proofErr w:type="spellStart"/>
      <w:r w:rsidR="001577C0">
        <w:rPr>
          <w:rFonts w:ascii="Arial" w:hAnsi="Arial"/>
          <w:spacing w:val="-1"/>
          <w:w w:val="105"/>
          <w:sz w:val="10"/>
        </w:rPr>
        <w:t>hidroizolacija</w:t>
      </w:r>
      <w:proofErr w:type="spellEnd"/>
      <w:r w:rsidR="001577C0">
        <w:rPr>
          <w:rFonts w:ascii="Arial" w:hAnsi="Arial"/>
          <w:spacing w:val="-1"/>
          <w:w w:val="105"/>
          <w:sz w:val="10"/>
        </w:rPr>
        <w:t>.</w:t>
      </w:r>
      <w:proofErr w:type="gramEnd"/>
      <w:r w:rsidR="001577C0">
        <w:rPr>
          <w:rFonts w:ascii="Arial" w:hAnsi="Arial"/>
          <w:spacing w:val="3"/>
          <w:w w:val="105"/>
          <w:sz w:val="10"/>
        </w:rPr>
        <w:t xml:space="preserve"> </w:t>
      </w:r>
      <w:r w:rsidR="001577C0">
        <w:rPr>
          <w:rFonts w:ascii="Arial" w:hAnsi="Arial"/>
          <w:w w:val="105"/>
          <w:sz w:val="10"/>
        </w:rPr>
        <w:t>/</w:t>
      </w:r>
      <w:r w:rsidR="001577C0">
        <w:rPr>
          <w:rFonts w:ascii="Arial" w:hAnsi="Arial"/>
          <w:spacing w:val="29"/>
          <w:w w:val="107"/>
          <w:sz w:val="10"/>
        </w:rPr>
        <w:t xml:space="preserve"> </w:t>
      </w:r>
      <w:r w:rsidR="001577C0">
        <w:rPr>
          <w:rFonts w:ascii="Arial" w:hAnsi="Arial"/>
          <w:w w:val="105"/>
          <w:sz w:val="10"/>
        </w:rPr>
        <w:t>Rails,</w:t>
      </w:r>
      <w:r w:rsidR="001577C0">
        <w:rPr>
          <w:rFonts w:ascii="Arial" w:hAnsi="Arial"/>
          <w:spacing w:val="8"/>
          <w:w w:val="105"/>
          <w:sz w:val="10"/>
        </w:rPr>
        <w:t xml:space="preserve"> </w:t>
      </w:r>
      <w:r w:rsidR="001577C0">
        <w:rPr>
          <w:rFonts w:ascii="Arial" w:hAnsi="Arial"/>
          <w:w w:val="105"/>
          <w:sz w:val="10"/>
        </w:rPr>
        <w:t>sleepers,</w:t>
      </w:r>
      <w:r w:rsidR="001577C0">
        <w:rPr>
          <w:rFonts w:ascii="Arial" w:hAnsi="Arial"/>
          <w:spacing w:val="9"/>
          <w:w w:val="105"/>
          <w:sz w:val="10"/>
        </w:rPr>
        <w:t xml:space="preserve"> </w:t>
      </w:r>
      <w:r w:rsidR="001577C0">
        <w:rPr>
          <w:rFonts w:ascii="Arial" w:hAnsi="Arial"/>
          <w:spacing w:val="-1"/>
          <w:w w:val="105"/>
          <w:sz w:val="10"/>
        </w:rPr>
        <w:t>ballast,</w:t>
      </w:r>
      <w:r w:rsidR="001577C0">
        <w:rPr>
          <w:rFonts w:ascii="Arial" w:hAnsi="Arial"/>
          <w:spacing w:val="9"/>
          <w:w w:val="105"/>
          <w:sz w:val="10"/>
        </w:rPr>
        <w:t xml:space="preserve"> </w:t>
      </w:r>
      <w:r w:rsidR="001577C0">
        <w:rPr>
          <w:rFonts w:ascii="Arial" w:hAnsi="Arial"/>
          <w:spacing w:val="-1"/>
          <w:w w:val="105"/>
          <w:sz w:val="10"/>
        </w:rPr>
        <w:t>protective</w:t>
      </w:r>
      <w:r w:rsidR="001577C0">
        <w:rPr>
          <w:rFonts w:ascii="Arial" w:hAnsi="Arial"/>
          <w:spacing w:val="7"/>
          <w:w w:val="105"/>
          <w:sz w:val="10"/>
        </w:rPr>
        <w:t xml:space="preserve"> </w:t>
      </w:r>
      <w:r w:rsidR="001577C0">
        <w:rPr>
          <w:rFonts w:ascii="Arial" w:hAnsi="Arial"/>
          <w:spacing w:val="-1"/>
          <w:w w:val="105"/>
          <w:sz w:val="10"/>
        </w:rPr>
        <w:t>layer</w:t>
      </w:r>
    </w:p>
    <w:p w:rsidR="00126F59" w:rsidRDefault="001577C0">
      <w:pPr>
        <w:spacing w:before="1" w:line="78" w:lineRule="exact"/>
        <w:ind w:left="1448"/>
        <w:rPr>
          <w:rFonts w:ascii="Arial" w:eastAsia="Arial" w:hAnsi="Arial" w:cs="Arial"/>
          <w:sz w:val="10"/>
          <w:szCs w:val="10"/>
        </w:rPr>
      </w:pPr>
      <w:proofErr w:type="gramStart"/>
      <w:r>
        <w:rPr>
          <w:rFonts w:ascii="Arial"/>
          <w:w w:val="105"/>
          <w:sz w:val="10"/>
        </w:rPr>
        <w:t>and</w:t>
      </w:r>
      <w:proofErr w:type="gramEnd"/>
      <w:r>
        <w:rPr>
          <w:rFonts w:ascii="Arial"/>
          <w:spacing w:val="4"/>
          <w:w w:val="105"/>
          <w:sz w:val="10"/>
        </w:rPr>
        <w:t xml:space="preserve"> </w:t>
      </w:r>
      <w:r>
        <w:rPr>
          <w:rFonts w:ascii="Arial"/>
          <w:spacing w:val="-1"/>
          <w:w w:val="105"/>
          <w:sz w:val="10"/>
        </w:rPr>
        <w:t>insulation</w:t>
      </w:r>
      <w:r>
        <w:rPr>
          <w:rFonts w:ascii="Arial"/>
          <w:spacing w:val="5"/>
          <w:w w:val="105"/>
          <w:sz w:val="10"/>
        </w:rPr>
        <w:t xml:space="preserve"> </w:t>
      </w:r>
      <w:r>
        <w:rPr>
          <w:rFonts w:ascii="Arial"/>
          <w:w w:val="105"/>
          <w:sz w:val="10"/>
        </w:rPr>
        <w:t>are</w:t>
      </w:r>
      <w:r>
        <w:rPr>
          <w:rFonts w:ascii="Arial"/>
          <w:spacing w:val="5"/>
          <w:w w:val="105"/>
          <w:sz w:val="10"/>
        </w:rPr>
        <w:t xml:space="preserve"> </w:t>
      </w:r>
      <w:r>
        <w:rPr>
          <w:rFonts w:ascii="Arial"/>
          <w:w w:val="105"/>
          <w:sz w:val="10"/>
        </w:rPr>
        <w:t>to</w:t>
      </w:r>
      <w:r>
        <w:rPr>
          <w:rFonts w:ascii="Arial"/>
          <w:spacing w:val="5"/>
          <w:w w:val="105"/>
          <w:sz w:val="10"/>
        </w:rPr>
        <w:t xml:space="preserve"> </w:t>
      </w:r>
      <w:r>
        <w:rPr>
          <w:rFonts w:ascii="Arial"/>
          <w:w w:val="105"/>
          <w:sz w:val="10"/>
        </w:rPr>
        <w:t>be</w:t>
      </w:r>
      <w:r>
        <w:rPr>
          <w:rFonts w:ascii="Arial"/>
          <w:spacing w:val="7"/>
          <w:w w:val="105"/>
          <w:sz w:val="10"/>
        </w:rPr>
        <w:t xml:space="preserve"> </w:t>
      </w:r>
      <w:r>
        <w:rPr>
          <w:rFonts w:ascii="Arial"/>
          <w:spacing w:val="-1"/>
          <w:w w:val="105"/>
          <w:sz w:val="10"/>
        </w:rPr>
        <w:t>removed.</w:t>
      </w:r>
    </w:p>
    <w:p w:rsidR="00126F59" w:rsidRDefault="001577C0">
      <w:pPr>
        <w:rPr>
          <w:rFonts w:ascii="Arial" w:eastAsia="Arial" w:hAnsi="Arial" w:cs="Arial"/>
          <w:sz w:val="10"/>
          <w:szCs w:val="10"/>
        </w:rPr>
      </w:pPr>
      <w:r>
        <w:br w:type="column"/>
      </w: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spacing w:before="7"/>
        <w:rPr>
          <w:rFonts w:ascii="Arial" w:eastAsia="Arial" w:hAnsi="Arial" w:cs="Arial"/>
          <w:sz w:val="11"/>
          <w:szCs w:val="11"/>
        </w:rPr>
      </w:pPr>
    </w:p>
    <w:p w:rsidR="00126F59" w:rsidRDefault="001577C0">
      <w:pPr>
        <w:spacing w:line="275" w:lineRule="auto"/>
        <w:ind w:left="197" w:right="282"/>
        <w:rPr>
          <w:rFonts w:ascii="Arial" w:eastAsia="Arial" w:hAnsi="Arial" w:cs="Arial"/>
          <w:sz w:val="10"/>
          <w:szCs w:val="10"/>
        </w:rPr>
      </w:pPr>
      <w:proofErr w:type="spellStart"/>
      <w:proofErr w:type="gramStart"/>
      <w:r>
        <w:rPr>
          <w:rFonts w:ascii="Arial" w:hAnsi="Arial"/>
          <w:w w:val="105"/>
          <w:sz w:val="10"/>
        </w:rPr>
        <w:t>Uklanjanje</w:t>
      </w:r>
      <w:proofErr w:type="spellEnd"/>
      <w:r>
        <w:rPr>
          <w:rFonts w:ascii="Arial" w:hAnsi="Arial"/>
          <w:w w:val="105"/>
          <w:sz w:val="10"/>
        </w:rPr>
        <w:t xml:space="preserve"> </w:t>
      </w:r>
      <w:r>
        <w:rPr>
          <w:rFonts w:ascii="Arial" w:hAnsi="Arial"/>
          <w:spacing w:val="18"/>
          <w:w w:val="105"/>
          <w:sz w:val="10"/>
        </w:rPr>
        <w:t xml:space="preserve"> </w:t>
      </w:r>
      <w:proofErr w:type="spellStart"/>
      <w:r>
        <w:rPr>
          <w:rFonts w:ascii="Arial" w:hAnsi="Arial"/>
          <w:w w:val="105"/>
          <w:sz w:val="10"/>
        </w:rPr>
        <w:t>postojeće</w:t>
      </w:r>
      <w:proofErr w:type="spellEnd"/>
      <w:proofErr w:type="gramEnd"/>
      <w:r>
        <w:rPr>
          <w:rFonts w:ascii="Arial" w:hAnsi="Arial"/>
          <w:spacing w:val="6"/>
          <w:w w:val="105"/>
          <w:sz w:val="10"/>
        </w:rPr>
        <w:t xml:space="preserve"> </w:t>
      </w:r>
      <w:proofErr w:type="spellStart"/>
      <w:r>
        <w:rPr>
          <w:rFonts w:ascii="Arial" w:hAnsi="Arial"/>
          <w:w w:val="105"/>
          <w:sz w:val="10"/>
        </w:rPr>
        <w:t>i</w:t>
      </w:r>
      <w:proofErr w:type="spellEnd"/>
      <w:r>
        <w:rPr>
          <w:rFonts w:ascii="Arial" w:hAnsi="Arial"/>
          <w:spacing w:val="7"/>
          <w:w w:val="105"/>
          <w:sz w:val="10"/>
        </w:rPr>
        <w:t xml:space="preserve"> </w:t>
      </w:r>
      <w:proofErr w:type="spellStart"/>
      <w:r>
        <w:rPr>
          <w:rFonts w:ascii="Arial" w:hAnsi="Arial"/>
          <w:spacing w:val="-1"/>
          <w:w w:val="105"/>
          <w:sz w:val="10"/>
        </w:rPr>
        <w:t>postavljanje</w:t>
      </w:r>
      <w:proofErr w:type="spellEnd"/>
      <w:r>
        <w:rPr>
          <w:rFonts w:ascii="Arial" w:hAnsi="Arial"/>
          <w:spacing w:val="25"/>
          <w:w w:val="107"/>
          <w:sz w:val="10"/>
        </w:rPr>
        <w:t xml:space="preserve"> </w:t>
      </w:r>
      <w:proofErr w:type="spellStart"/>
      <w:r>
        <w:rPr>
          <w:rFonts w:ascii="Arial" w:hAnsi="Arial"/>
          <w:w w:val="105"/>
          <w:sz w:val="10"/>
        </w:rPr>
        <w:t>nove</w:t>
      </w:r>
      <w:proofErr w:type="spellEnd"/>
      <w:r>
        <w:rPr>
          <w:rFonts w:ascii="Arial" w:hAnsi="Arial"/>
          <w:spacing w:val="8"/>
          <w:w w:val="105"/>
          <w:sz w:val="10"/>
        </w:rPr>
        <w:t xml:space="preserve"> </w:t>
      </w:r>
      <w:proofErr w:type="spellStart"/>
      <w:r>
        <w:rPr>
          <w:rFonts w:ascii="Arial" w:hAnsi="Arial"/>
          <w:spacing w:val="-1"/>
          <w:w w:val="105"/>
          <w:sz w:val="10"/>
        </w:rPr>
        <w:t>pješačke</w:t>
      </w:r>
      <w:proofErr w:type="spellEnd"/>
      <w:r>
        <w:rPr>
          <w:rFonts w:ascii="Arial" w:hAnsi="Arial"/>
          <w:spacing w:val="12"/>
          <w:w w:val="105"/>
          <w:sz w:val="10"/>
        </w:rPr>
        <w:t xml:space="preserve"> </w:t>
      </w:r>
      <w:proofErr w:type="spellStart"/>
      <w:r>
        <w:rPr>
          <w:rFonts w:ascii="Arial" w:hAnsi="Arial"/>
          <w:spacing w:val="-1"/>
          <w:w w:val="105"/>
          <w:sz w:val="10"/>
        </w:rPr>
        <w:t>ograde</w:t>
      </w:r>
      <w:proofErr w:type="spellEnd"/>
      <w:r>
        <w:rPr>
          <w:rFonts w:ascii="Arial" w:hAnsi="Arial"/>
          <w:spacing w:val="-1"/>
          <w:w w:val="105"/>
          <w:sz w:val="10"/>
        </w:rPr>
        <w:t>/</w:t>
      </w:r>
    </w:p>
    <w:p w:rsidR="00126F59" w:rsidRDefault="00126F59">
      <w:pPr>
        <w:spacing w:line="275" w:lineRule="auto"/>
        <w:rPr>
          <w:rFonts w:ascii="Arial" w:eastAsia="Arial" w:hAnsi="Arial" w:cs="Arial"/>
          <w:sz w:val="10"/>
          <w:szCs w:val="10"/>
        </w:rPr>
        <w:sectPr w:rsidR="00126F59">
          <w:type w:val="continuous"/>
          <w:pgSz w:w="11900" w:h="16840"/>
          <w:pgMar w:top="1500" w:right="960" w:bottom="960" w:left="1020" w:header="720" w:footer="720" w:gutter="0"/>
          <w:cols w:num="3" w:space="720" w:equalWidth="0">
            <w:col w:w="4373" w:space="40"/>
            <w:col w:w="3311" w:space="40"/>
            <w:col w:w="2156"/>
          </w:cols>
        </w:sectPr>
      </w:pPr>
    </w:p>
    <w:p w:rsidR="00126F59" w:rsidRDefault="001577C0">
      <w:pPr>
        <w:spacing w:line="108" w:lineRule="exact"/>
        <w:ind w:left="2181" w:firstLine="2"/>
        <w:rPr>
          <w:rFonts w:ascii="Arial" w:eastAsia="Arial" w:hAnsi="Arial" w:cs="Arial"/>
          <w:sz w:val="10"/>
          <w:szCs w:val="10"/>
        </w:rPr>
      </w:pPr>
      <w:proofErr w:type="spellStart"/>
      <w:r>
        <w:rPr>
          <w:rFonts w:ascii="Arial"/>
          <w:w w:val="105"/>
          <w:sz w:val="10"/>
        </w:rPr>
        <w:lastRenderedPageBreak/>
        <w:t>Zamjena</w:t>
      </w:r>
      <w:proofErr w:type="spellEnd"/>
      <w:r>
        <w:rPr>
          <w:rFonts w:ascii="Arial"/>
          <w:spacing w:val="19"/>
          <w:w w:val="105"/>
          <w:sz w:val="10"/>
        </w:rPr>
        <w:t xml:space="preserve"> </w:t>
      </w:r>
      <w:proofErr w:type="spellStart"/>
      <w:r>
        <w:rPr>
          <w:rFonts w:ascii="Arial"/>
          <w:spacing w:val="-1"/>
          <w:w w:val="105"/>
          <w:sz w:val="10"/>
        </w:rPr>
        <w:t>poklopaca</w:t>
      </w:r>
      <w:proofErr w:type="spellEnd"/>
      <w:r>
        <w:rPr>
          <w:rFonts w:ascii="Arial"/>
          <w:spacing w:val="-1"/>
          <w:w w:val="105"/>
          <w:sz w:val="10"/>
        </w:rPr>
        <w:t>/</w:t>
      </w:r>
    </w:p>
    <w:p w:rsidR="00126F59" w:rsidRDefault="001577C0">
      <w:pPr>
        <w:spacing w:before="17"/>
        <w:ind w:left="880" w:firstLine="1300"/>
        <w:rPr>
          <w:rFonts w:ascii="Arial" w:eastAsia="Arial" w:hAnsi="Arial" w:cs="Arial"/>
          <w:sz w:val="10"/>
          <w:szCs w:val="10"/>
        </w:rPr>
      </w:pPr>
      <w:r>
        <w:rPr>
          <w:rFonts w:ascii="Arial"/>
          <w:spacing w:val="-1"/>
          <w:w w:val="105"/>
          <w:sz w:val="10"/>
        </w:rPr>
        <w:t>Caps</w:t>
      </w:r>
      <w:r>
        <w:rPr>
          <w:rFonts w:ascii="Arial"/>
          <w:spacing w:val="16"/>
          <w:w w:val="105"/>
          <w:sz w:val="10"/>
        </w:rPr>
        <w:t xml:space="preserve"> </w:t>
      </w:r>
      <w:r>
        <w:rPr>
          <w:rFonts w:ascii="Arial"/>
          <w:spacing w:val="-1"/>
          <w:w w:val="105"/>
          <w:sz w:val="10"/>
        </w:rPr>
        <w:t>replacement</w:t>
      </w:r>
    </w:p>
    <w:p w:rsidR="00126F59" w:rsidRDefault="001577C0">
      <w:pPr>
        <w:spacing w:before="29" w:line="86" w:lineRule="exact"/>
        <w:ind w:left="880"/>
        <w:rPr>
          <w:rFonts w:ascii="Arial" w:eastAsia="Arial" w:hAnsi="Arial" w:cs="Arial"/>
          <w:sz w:val="10"/>
          <w:szCs w:val="10"/>
        </w:rPr>
      </w:pPr>
      <w:proofErr w:type="spellStart"/>
      <w:r>
        <w:rPr>
          <w:rFonts w:ascii="Arial"/>
          <w:w w:val="105"/>
          <w:sz w:val="10"/>
        </w:rPr>
        <w:t>Ugradnja</w:t>
      </w:r>
      <w:proofErr w:type="spellEnd"/>
      <w:r>
        <w:rPr>
          <w:rFonts w:ascii="Arial"/>
          <w:spacing w:val="15"/>
          <w:w w:val="105"/>
          <w:sz w:val="10"/>
        </w:rPr>
        <w:t xml:space="preserve"> </w:t>
      </w:r>
      <w:proofErr w:type="spellStart"/>
      <w:r>
        <w:rPr>
          <w:rFonts w:ascii="Arial"/>
          <w:w w:val="105"/>
          <w:sz w:val="10"/>
        </w:rPr>
        <w:t>prskane</w:t>
      </w:r>
      <w:proofErr w:type="spellEnd"/>
      <w:r>
        <w:rPr>
          <w:rFonts w:ascii="Arial"/>
          <w:spacing w:val="13"/>
          <w:w w:val="105"/>
          <w:sz w:val="10"/>
        </w:rPr>
        <w:t xml:space="preserve"> </w:t>
      </w:r>
      <w:proofErr w:type="spellStart"/>
      <w:r>
        <w:rPr>
          <w:rFonts w:ascii="Arial"/>
          <w:spacing w:val="-1"/>
          <w:w w:val="105"/>
          <w:sz w:val="10"/>
        </w:rPr>
        <w:t>hidroizolacije</w:t>
      </w:r>
      <w:proofErr w:type="spellEnd"/>
      <w:r>
        <w:rPr>
          <w:rFonts w:ascii="Arial"/>
          <w:spacing w:val="-1"/>
          <w:w w:val="105"/>
          <w:sz w:val="10"/>
        </w:rPr>
        <w:t>/</w:t>
      </w:r>
    </w:p>
    <w:p w:rsidR="00126F59" w:rsidRDefault="001577C0">
      <w:pPr>
        <w:spacing w:line="84" w:lineRule="exact"/>
        <w:ind w:left="318"/>
        <w:rPr>
          <w:rFonts w:ascii="Arial" w:eastAsia="Arial" w:hAnsi="Arial" w:cs="Arial"/>
          <w:sz w:val="10"/>
          <w:szCs w:val="10"/>
        </w:rPr>
      </w:pPr>
      <w:r>
        <w:rPr>
          <w:w w:val="105"/>
        </w:rPr>
        <w:br w:type="column"/>
      </w:r>
      <w:proofErr w:type="gramStart"/>
      <w:r>
        <w:rPr>
          <w:rFonts w:ascii="Arial"/>
          <w:w w:val="105"/>
          <w:sz w:val="10"/>
        </w:rPr>
        <w:lastRenderedPageBreak/>
        <w:t>is</w:t>
      </w:r>
      <w:proofErr w:type="gramEnd"/>
      <w:r>
        <w:rPr>
          <w:rFonts w:ascii="Arial"/>
          <w:spacing w:val="5"/>
          <w:w w:val="105"/>
          <w:sz w:val="10"/>
        </w:rPr>
        <w:t xml:space="preserve"> </w:t>
      </w:r>
      <w:r>
        <w:rPr>
          <w:rFonts w:ascii="Arial"/>
          <w:w w:val="105"/>
          <w:sz w:val="10"/>
        </w:rPr>
        <w:t>in</w:t>
      </w:r>
      <w:r>
        <w:rPr>
          <w:rFonts w:ascii="Arial"/>
          <w:spacing w:val="6"/>
          <w:w w:val="105"/>
          <w:sz w:val="10"/>
        </w:rPr>
        <w:t xml:space="preserve"> </w:t>
      </w:r>
      <w:r>
        <w:rPr>
          <w:rFonts w:ascii="Arial"/>
          <w:w w:val="105"/>
          <w:sz w:val="10"/>
        </w:rPr>
        <w:t>bad</w:t>
      </w:r>
      <w:r>
        <w:rPr>
          <w:rFonts w:ascii="Arial"/>
          <w:spacing w:val="7"/>
          <w:w w:val="105"/>
          <w:sz w:val="10"/>
        </w:rPr>
        <w:t xml:space="preserve"> </w:t>
      </w:r>
      <w:r>
        <w:rPr>
          <w:rFonts w:ascii="Arial"/>
          <w:spacing w:val="-1"/>
          <w:w w:val="105"/>
          <w:sz w:val="10"/>
        </w:rPr>
        <w:t>condition</w:t>
      </w:r>
    </w:p>
    <w:p w:rsidR="00126F59" w:rsidRDefault="001577C0">
      <w:pPr>
        <w:spacing w:line="265" w:lineRule="auto"/>
        <w:ind w:left="885" w:right="270" w:hanging="5"/>
        <w:rPr>
          <w:rFonts w:ascii="Arial" w:eastAsia="Arial" w:hAnsi="Arial" w:cs="Arial"/>
          <w:sz w:val="10"/>
          <w:szCs w:val="10"/>
        </w:rPr>
      </w:pPr>
      <w:r>
        <w:rPr>
          <w:w w:val="105"/>
        </w:rPr>
        <w:br w:type="column"/>
      </w:r>
      <w:r>
        <w:rPr>
          <w:rFonts w:ascii="Arial"/>
          <w:w w:val="105"/>
          <w:sz w:val="10"/>
        </w:rPr>
        <w:lastRenderedPageBreak/>
        <w:t>Removal</w:t>
      </w:r>
      <w:r>
        <w:rPr>
          <w:rFonts w:ascii="Arial"/>
          <w:spacing w:val="6"/>
          <w:w w:val="105"/>
          <w:sz w:val="10"/>
        </w:rPr>
        <w:t xml:space="preserve"> </w:t>
      </w:r>
      <w:r>
        <w:rPr>
          <w:rFonts w:ascii="Arial"/>
          <w:w w:val="105"/>
          <w:sz w:val="10"/>
        </w:rPr>
        <w:t>of</w:t>
      </w:r>
      <w:r>
        <w:rPr>
          <w:rFonts w:ascii="Arial"/>
          <w:spacing w:val="10"/>
          <w:w w:val="105"/>
          <w:sz w:val="10"/>
        </w:rPr>
        <w:t xml:space="preserve"> </w:t>
      </w:r>
      <w:r>
        <w:rPr>
          <w:rFonts w:ascii="Arial"/>
          <w:spacing w:val="-1"/>
          <w:w w:val="105"/>
          <w:sz w:val="10"/>
        </w:rPr>
        <w:t>existing</w:t>
      </w:r>
      <w:r>
        <w:rPr>
          <w:rFonts w:ascii="Arial"/>
          <w:spacing w:val="9"/>
          <w:w w:val="105"/>
          <w:sz w:val="10"/>
        </w:rPr>
        <w:t xml:space="preserve"> </w:t>
      </w:r>
      <w:r>
        <w:rPr>
          <w:rFonts w:ascii="Arial"/>
          <w:w w:val="105"/>
          <w:sz w:val="10"/>
        </w:rPr>
        <w:t>and</w:t>
      </w:r>
      <w:r>
        <w:rPr>
          <w:rFonts w:ascii="Arial"/>
          <w:spacing w:val="7"/>
          <w:w w:val="105"/>
          <w:sz w:val="10"/>
        </w:rPr>
        <w:t xml:space="preserve"> </w:t>
      </w:r>
      <w:r>
        <w:rPr>
          <w:rFonts w:ascii="Arial"/>
          <w:spacing w:val="-1"/>
          <w:w w:val="105"/>
          <w:sz w:val="10"/>
        </w:rPr>
        <w:t>installation</w:t>
      </w:r>
      <w:r>
        <w:rPr>
          <w:rFonts w:ascii="Arial"/>
          <w:spacing w:val="23"/>
          <w:w w:val="107"/>
          <w:sz w:val="10"/>
        </w:rPr>
        <w:t xml:space="preserve"> </w:t>
      </w:r>
      <w:r>
        <w:rPr>
          <w:rFonts w:ascii="Arial"/>
          <w:w w:val="105"/>
          <w:sz w:val="10"/>
        </w:rPr>
        <w:t>of</w:t>
      </w:r>
      <w:r>
        <w:rPr>
          <w:rFonts w:ascii="Arial"/>
          <w:spacing w:val="8"/>
          <w:w w:val="105"/>
          <w:sz w:val="10"/>
        </w:rPr>
        <w:t xml:space="preserve"> </w:t>
      </w:r>
      <w:r>
        <w:rPr>
          <w:rFonts w:ascii="Arial"/>
          <w:spacing w:val="-1"/>
          <w:w w:val="105"/>
          <w:sz w:val="10"/>
        </w:rPr>
        <w:t>pedestrian</w:t>
      </w:r>
      <w:r>
        <w:rPr>
          <w:rFonts w:ascii="Arial"/>
          <w:spacing w:val="10"/>
          <w:w w:val="105"/>
          <w:sz w:val="10"/>
        </w:rPr>
        <w:t xml:space="preserve"> </w:t>
      </w:r>
      <w:r>
        <w:rPr>
          <w:rFonts w:ascii="Arial"/>
          <w:spacing w:val="-1"/>
          <w:w w:val="105"/>
          <w:sz w:val="10"/>
        </w:rPr>
        <w:t>fence</w:t>
      </w:r>
    </w:p>
    <w:p w:rsidR="00126F59" w:rsidRDefault="00126F59">
      <w:pPr>
        <w:spacing w:line="265" w:lineRule="auto"/>
        <w:rPr>
          <w:rFonts w:ascii="Arial" w:eastAsia="Arial" w:hAnsi="Arial" w:cs="Arial"/>
          <w:sz w:val="10"/>
          <w:szCs w:val="10"/>
        </w:rPr>
        <w:sectPr w:rsidR="00126F59">
          <w:type w:val="continuous"/>
          <w:pgSz w:w="11900" w:h="16840"/>
          <w:pgMar w:top="1500" w:right="960" w:bottom="960" w:left="1020" w:header="720" w:footer="720" w:gutter="0"/>
          <w:cols w:num="3" w:space="720" w:equalWidth="0">
            <w:col w:w="3153" w:space="40"/>
            <w:col w:w="1181" w:space="2707"/>
            <w:col w:w="2839"/>
          </w:cols>
        </w:sectPr>
      </w:pPr>
    </w:p>
    <w:p w:rsidR="00126F59" w:rsidRDefault="001577C0">
      <w:pPr>
        <w:spacing w:before="44"/>
        <w:ind w:left="926" w:hanging="39"/>
        <w:rPr>
          <w:rFonts w:ascii="Arial" w:eastAsia="Arial" w:hAnsi="Arial" w:cs="Arial"/>
          <w:sz w:val="10"/>
          <w:szCs w:val="10"/>
        </w:rPr>
      </w:pPr>
      <w:r>
        <w:rPr>
          <w:rFonts w:ascii="Arial"/>
          <w:w w:val="105"/>
          <w:sz w:val="10"/>
        </w:rPr>
        <w:lastRenderedPageBreak/>
        <w:t>Installation</w:t>
      </w:r>
      <w:r>
        <w:rPr>
          <w:rFonts w:ascii="Arial"/>
          <w:spacing w:val="10"/>
          <w:w w:val="105"/>
          <w:sz w:val="10"/>
        </w:rPr>
        <w:t xml:space="preserve"> </w:t>
      </w:r>
      <w:r>
        <w:rPr>
          <w:rFonts w:ascii="Arial"/>
          <w:w w:val="105"/>
          <w:sz w:val="10"/>
        </w:rPr>
        <w:t>of</w:t>
      </w:r>
      <w:r>
        <w:rPr>
          <w:rFonts w:ascii="Arial"/>
          <w:spacing w:val="10"/>
          <w:w w:val="105"/>
          <w:sz w:val="10"/>
        </w:rPr>
        <w:t xml:space="preserve"> </w:t>
      </w:r>
      <w:r>
        <w:rPr>
          <w:rFonts w:ascii="Arial"/>
          <w:spacing w:val="-1"/>
          <w:w w:val="105"/>
          <w:sz w:val="10"/>
        </w:rPr>
        <w:t>sprayed</w:t>
      </w:r>
      <w:r>
        <w:rPr>
          <w:rFonts w:ascii="Arial"/>
          <w:spacing w:val="10"/>
          <w:w w:val="105"/>
          <w:sz w:val="10"/>
        </w:rPr>
        <w:t xml:space="preserve"> </w:t>
      </w:r>
      <w:r>
        <w:rPr>
          <w:rFonts w:ascii="Arial"/>
          <w:spacing w:val="-1"/>
          <w:w w:val="105"/>
          <w:sz w:val="10"/>
        </w:rPr>
        <w:t>insulation</w:t>
      </w:r>
    </w:p>
    <w:p w:rsidR="00126F59" w:rsidRDefault="00126F59">
      <w:pPr>
        <w:rPr>
          <w:rFonts w:ascii="Arial" w:eastAsia="Arial" w:hAnsi="Arial" w:cs="Arial"/>
          <w:sz w:val="10"/>
          <w:szCs w:val="10"/>
        </w:rPr>
      </w:pPr>
    </w:p>
    <w:p w:rsidR="00126F59" w:rsidRDefault="001577C0">
      <w:pPr>
        <w:spacing w:before="63"/>
        <w:ind w:left="926"/>
        <w:rPr>
          <w:rFonts w:ascii="Arial" w:eastAsia="Arial" w:hAnsi="Arial" w:cs="Arial"/>
          <w:sz w:val="10"/>
          <w:szCs w:val="10"/>
        </w:rPr>
      </w:pPr>
      <w:r>
        <w:rPr>
          <w:rFonts w:ascii="Arial" w:hAnsi="Arial"/>
          <w:w w:val="105"/>
          <w:sz w:val="10"/>
        </w:rPr>
        <w:t>Novi</w:t>
      </w:r>
      <w:r>
        <w:rPr>
          <w:rFonts w:ascii="Arial" w:hAnsi="Arial"/>
          <w:spacing w:val="7"/>
          <w:w w:val="105"/>
          <w:sz w:val="10"/>
        </w:rPr>
        <w:t xml:space="preserve"> </w:t>
      </w:r>
      <w:proofErr w:type="spellStart"/>
      <w:r>
        <w:rPr>
          <w:rFonts w:ascii="Arial" w:hAnsi="Arial"/>
          <w:w w:val="105"/>
          <w:sz w:val="10"/>
        </w:rPr>
        <w:t>ivični</w:t>
      </w:r>
      <w:proofErr w:type="spellEnd"/>
      <w:r>
        <w:rPr>
          <w:rFonts w:ascii="Arial" w:hAnsi="Arial"/>
          <w:spacing w:val="7"/>
          <w:w w:val="105"/>
          <w:sz w:val="10"/>
        </w:rPr>
        <w:t xml:space="preserve"> </w:t>
      </w:r>
      <w:proofErr w:type="spellStart"/>
      <w:r>
        <w:rPr>
          <w:rFonts w:ascii="Arial" w:hAnsi="Arial"/>
          <w:spacing w:val="-1"/>
          <w:w w:val="105"/>
          <w:sz w:val="10"/>
        </w:rPr>
        <w:t>vijenac</w:t>
      </w:r>
      <w:proofErr w:type="spellEnd"/>
      <w:r>
        <w:rPr>
          <w:rFonts w:ascii="Arial" w:hAnsi="Arial"/>
          <w:spacing w:val="-1"/>
          <w:w w:val="105"/>
          <w:sz w:val="10"/>
        </w:rPr>
        <w:t>/</w:t>
      </w:r>
    </w:p>
    <w:p w:rsidR="00126F59" w:rsidRDefault="001577C0">
      <w:pPr>
        <w:spacing w:before="14"/>
        <w:ind w:left="1219"/>
        <w:rPr>
          <w:rFonts w:ascii="Arial" w:eastAsia="Arial" w:hAnsi="Arial" w:cs="Arial"/>
          <w:sz w:val="10"/>
          <w:szCs w:val="10"/>
        </w:rPr>
      </w:pPr>
      <w:r>
        <w:rPr>
          <w:rFonts w:ascii="Arial"/>
          <w:spacing w:val="-1"/>
          <w:w w:val="105"/>
          <w:sz w:val="10"/>
        </w:rPr>
        <w:t>New</w:t>
      </w:r>
      <w:r>
        <w:rPr>
          <w:rFonts w:ascii="Arial"/>
          <w:spacing w:val="11"/>
          <w:w w:val="105"/>
          <w:sz w:val="10"/>
        </w:rPr>
        <w:t xml:space="preserve"> </w:t>
      </w:r>
      <w:r>
        <w:rPr>
          <w:rFonts w:ascii="Arial"/>
          <w:spacing w:val="-1"/>
          <w:w w:val="105"/>
          <w:sz w:val="10"/>
        </w:rPr>
        <w:t>cornice</w:t>
      </w:r>
    </w:p>
    <w:p w:rsidR="00126F59" w:rsidRDefault="001577C0">
      <w:pPr>
        <w:spacing w:line="265" w:lineRule="auto"/>
        <w:ind w:left="564"/>
        <w:rPr>
          <w:rFonts w:ascii="Arial" w:eastAsia="Arial" w:hAnsi="Arial" w:cs="Arial"/>
          <w:sz w:val="10"/>
          <w:szCs w:val="10"/>
        </w:rPr>
      </w:pPr>
      <w:r>
        <w:rPr>
          <w:w w:val="105"/>
        </w:rPr>
        <w:br w:type="column"/>
      </w:r>
      <w:r>
        <w:rPr>
          <w:rFonts w:ascii="Arial"/>
          <w:w w:val="105"/>
          <w:sz w:val="10"/>
        </w:rPr>
        <w:lastRenderedPageBreak/>
        <w:t>Novi</w:t>
      </w:r>
      <w:r>
        <w:rPr>
          <w:rFonts w:ascii="Arial"/>
          <w:spacing w:val="12"/>
          <w:w w:val="105"/>
          <w:sz w:val="10"/>
        </w:rPr>
        <w:t xml:space="preserve"> </w:t>
      </w:r>
      <w:r>
        <w:rPr>
          <w:rFonts w:ascii="Arial"/>
          <w:spacing w:val="-1"/>
          <w:w w:val="105"/>
          <w:sz w:val="10"/>
        </w:rPr>
        <w:t>parapet/</w:t>
      </w:r>
      <w:r>
        <w:rPr>
          <w:rFonts w:ascii="Arial"/>
          <w:spacing w:val="25"/>
          <w:w w:val="107"/>
          <w:sz w:val="10"/>
        </w:rPr>
        <w:t xml:space="preserve"> </w:t>
      </w:r>
      <w:proofErr w:type="gramStart"/>
      <w:r>
        <w:rPr>
          <w:rFonts w:ascii="Arial"/>
          <w:w w:val="105"/>
          <w:sz w:val="10"/>
        </w:rPr>
        <w:t>New</w:t>
      </w:r>
      <w:proofErr w:type="gramEnd"/>
      <w:r>
        <w:rPr>
          <w:rFonts w:ascii="Arial"/>
          <w:spacing w:val="11"/>
          <w:w w:val="105"/>
          <w:sz w:val="10"/>
        </w:rPr>
        <w:t xml:space="preserve"> </w:t>
      </w:r>
      <w:r>
        <w:rPr>
          <w:rFonts w:ascii="Arial"/>
          <w:spacing w:val="-1"/>
          <w:w w:val="105"/>
          <w:sz w:val="10"/>
        </w:rPr>
        <w:t>parapet</w:t>
      </w:r>
    </w:p>
    <w:p w:rsidR="00126F59" w:rsidRDefault="001577C0">
      <w:pPr>
        <w:rPr>
          <w:rFonts w:ascii="Arial" w:eastAsia="Arial" w:hAnsi="Arial" w:cs="Arial"/>
          <w:sz w:val="10"/>
          <w:szCs w:val="10"/>
        </w:rPr>
      </w:pPr>
      <w:r>
        <w:br w:type="column"/>
      </w:r>
    </w:p>
    <w:p w:rsidR="00126F59" w:rsidRDefault="00126F59">
      <w:pPr>
        <w:spacing w:before="6"/>
        <w:rPr>
          <w:rFonts w:ascii="Arial" w:eastAsia="Arial" w:hAnsi="Arial" w:cs="Arial"/>
          <w:sz w:val="11"/>
          <w:szCs w:val="11"/>
        </w:rPr>
      </w:pPr>
    </w:p>
    <w:p w:rsidR="00126F59" w:rsidRDefault="001577C0">
      <w:pPr>
        <w:spacing w:line="265" w:lineRule="auto"/>
        <w:ind w:left="919" w:hanging="32"/>
        <w:rPr>
          <w:rFonts w:ascii="Arial" w:eastAsia="Arial" w:hAnsi="Arial" w:cs="Arial"/>
          <w:sz w:val="10"/>
          <w:szCs w:val="10"/>
        </w:rPr>
      </w:pPr>
      <w:r>
        <w:rPr>
          <w:rFonts w:ascii="Arial"/>
          <w:w w:val="105"/>
          <w:sz w:val="10"/>
        </w:rPr>
        <w:t>Novi</w:t>
      </w:r>
      <w:r>
        <w:rPr>
          <w:rFonts w:ascii="Arial"/>
          <w:spacing w:val="12"/>
          <w:w w:val="105"/>
          <w:sz w:val="10"/>
        </w:rPr>
        <w:t xml:space="preserve"> </w:t>
      </w:r>
      <w:r>
        <w:rPr>
          <w:rFonts w:ascii="Arial"/>
          <w:spacing w:val="-1"/>
          <w:w w:val="105"/>
          <w:sz w:val="10"/>
        </w:rPr>
        <w:t>parapet/</w:t>
      </w:r>
      <w:r>
        <w:rPr>
          <w:rFonts w:ascii="Arial"/>
          <w:spacing w:val="23"/>
          <w:w w:val="107"/>
          <w:sz w:val="10"/>
        </w:rPr>
        <w:t xml:space="preserve"> </w:t>
      </w:r>
      <w:proofErr w:type="gramStart"/>
      <w:r>
        <w:rPr>
          <w:rFonts w:ascii="Arial"/>
          <w:w w:val="105"/>
          <w:sz w:val="10"/>
        </w:rPr>
        <w:t>New</w:t>
      </w:r>
      <w:proofErr w:type="gramEnd"/>
      <w:r>
        <w:rPr>
          <w:rFonts w:ascii="Arial"/>
          <w:spacing w:val="9"/>
          <w:w w:val="105"/>
          <w:sz w:val="10"/>
        </w:rPr>
        <w:t xml:space="preserve"> </w:t>
      </w:r>
      <w:r>
        <w:rPr>
          <w:rFonts w:ascii="Arial"/>
          <w:spacing w:val="-1"/>
          <w:w w:val="105"/>
          <w:sz w:val="10"/>
        </w:rPr>
        <w:t>parapet</w:t>
      </w:r>
    </w:p>
    <w:p w:rsidR="00126F59" w:rsidRDefault="001577C0">
      <w:pPr>
        <w:spacing w:before="2"/>
        <w:rPr>
          <w:rFonts w:ascii="Arial" w:eastAsia="Arial" w:hAnsi="Arial" w:cs="Arial"/>
          <w:sz w:val="12"/>
          <w:szCs w:val="12"/>
        </w:rPr>
      </w:pPr>
      <w:r>
        <w:br w:type="column"/>
      </w:r>
    </w:p>
    <w:p w:rsidR="00126F59" w:rsidRDefault="001577C0">
      <w:pPr>
        <w:spacing w:line="265" w:lineRule="auto"/>
        <w:ind w:left="887" w:right="1089"/>
        <w:rPr>
          <w:rFonts w:ascii="Arial" w:eastAsia="Arial" w:hAnsi="Arial" w:cs="Arial"/>
          <w:sz w:val="10"/>
          <w:szCs w:val="10"/>
        </w:rPr>
      </w:pPr>
      <w:r>
        <w:rPr>
          <w:rFonts w:ascii="Arial" w:hAnsi="Arial"/>
          <w:w w:val="105"/>
          <w:sz w:val="10"/>
        </w:rPr>
        <w:t>Novi</w:t>
      </w:r>
      <w:r>
        <w:rPr>
          <w:rFonts w:ascii="Arial" w:hAnsi="Arial"/>
          <w:spacing w:val="6"/>
          <w:w w:val="105"/>
          <w:sz w:val="10"/>
        </w:rPr>
        <w:t xml:space="preserve"> </w:t>
      </w:r>
      <w:proofErr w:type="spellStart"/>
      <w:r>
        <w:rPr>
          <w:rFonts w:ascii="Arial" w:hAnsi="Arial"/>
          <w:w w:val="105"/>
          <w:sz w:val="10"/>
        </w:rPr>
        <w:t>ivični</w:t>
      </w:r>
      <w:proofErr w:type="spellEnd"/>
      <w:r>
        <w:rPr>
          <w:rFonts w:ascii="Arial" w:hAnsi="Arial"/>
          <w:spacing w:val="10"/>
          <w:w w:val="105"/>
          <w:sz w:val="10"/>
        </w:rPr>
        <w:t xml:space="preserve"> </w:t>
      </w:r>
      <w:proofErr w:type="spellStart"/>
      <w:r>
        <w:rPr>
          <w:rFonts w:ascii="Arial" w:hAnsi="Arial"/>
          <w:spacing w:val="-1"/>
          <w:w w:val="105"/>
          <w:sz w:val="10"/>
        </w:rPr>
        <w:t>vijenac</w:t>
      </w:r>
      <w:proofErr w:type="spellEnd"/>
      <w:r>
        <w:rPr>
          <w:rFonts w:ascii="Arial" w:hAnsi="Arial"/>
          <w:spacing w:val="-1"/>
          <w:w w:val="105"/>
          <w:sz w:val="10"/>
        </w:rPr>
        <w:t>/</w:t>
      </w:r>
      <w:r>
        <w:rPr>
          <w:rFonts w:ascii="Arial" w:hAnsi="Arial"/>
          <w:spacing w:val="27"/>
          <w:w w:val="107"/>
          <w:sz w:val="10"/>
        </w:rPr>
        <w:t xml:space="preserve"> </w:t>
      </w:r>
      <w:r>
        <w:rPr>
          <w:rFonts w:ascii="Arial" w:hAnsi="Arial"/>
          <w:w w:val="105"/>
          <w:sz w:val="10"/>
        </w:rPr>
        <w:t>New</w:t>
      </w:r>
      <w:r>
        <w:rPr>
          <w:rFonts w:ascii="Arial" w:hAnsi="Arial"/>
          <w:spacing w:val="11"/>
          <w:w w:val="105"/>
          <w:sz w:val="10"/>
        </w:rPr>
        <w:t xml:space="preserve"> </w:t>
      </w:r>
      <w:r>
        <w:rPr>
          <w:rFonts w:ascii="Arial" w:hAnsi="Arial"/>
          <w:spacing w:val="-1"/>
          <w:w w:val="105"/>
          <w:sz w:val="10"/>
        </w:rPr>
        <w:t>cornice</w:t>
      </w:r>
    </w:p>
    <w:p w:rsidR="00126F59" w:rsidRDefault="00126F59">
      <w:pPr>
        <w:spacing w:line="265" w:lineRule="auto"/>
        <w:rPr>
          <w:rFonts w:ascii="Arial" w:eastAsia="Arial" w:hAnsi="Arial" w:cs="Arial"/>
          <w:sz w:val="10"/>
          <w:szCs w:val="10"/>
        </w:rPr>
        <w:sectPr w:rsidR="00126F59">
          <w:type w:val="continuous"/>
          <w:pgSz w:w="11900" w:h="16840"/>
          <w:pgMar w:top="1500" w:right="960" w:bottom="960" w:left="1020" w:header="720" w:footer="720" w:gutter="0"/>
          <w:cols w:num="4" w:space="720" w:equalWidth="0">
            <w:col w:w="2422" w:space="40"/>
            <w:col w:w="1207" w:space="1815"/>
            <w:col w:w="1530" w:space="44"/>
            <w:col w:w="2862"/>
          </w:cols>
        </w:sectPr>
      </w:pPr>
    </w:p>
    <w:p w:rsidR="00126F59" w:rsidRDefault="00126F59">
      <w:pPr>
        <w:rPr>
          <w:rFonts w:ascii="Arial" w:eastAsia="Arial" w:hAnsi="Arial" w:cs="Arial"/>
          <w:sz w:val="20"/>
          <w:szCs w:val="20"/>
        </w:rPr>
      </w:pPr>
    </w:p>
    <w:p w:rsidR="00126F59" w:rsidRDefault="00126F59">
      <w:pPr>
        <w:rPr>
          <w:rFonts w:ascii="Arial" w:eastAsia="Arial" w:hAnsi="Arial" w:cs="Arial"/>
          <w:sz w:val="20"/>
          <w:szCs w:val="20"/>
        </w:rPr>
        <w:sectPr w:rsidR="00126F59">
          <w:type w:val="continuous"/>
          <w:pgSz w:w="11900" w:h="16840"/>
          <w:pgMar w:top="1500" w:right="960" w:bottom="960" w:left="1020" w:header="720" w:footer="720" w:gutter="0"/>
          <w:cols w:space="720"/>
        </w:sectPr>
      </w:pPr>
    </w:p>
    <w:p w:rsidR="00126F59" w:rsidRDefault="00126F59">
      <w:pPr>
        <w:rPr>
          <w:rFonts w:ascii="Arial" w:eastAsia="Arial" w:hAnsi="Arial" w:cs="Arial"/>
          <w:sz w:val="10"/>
          <w:szCs w:val="10"/>
        </w:rPr>
      </w:pPr>
    </w:p>
    <w:p w:rsidR="00126F59" w:rsidRDefault="00126F59">
      <w:pPr>
        <w:spacing w:before="3"/>
        <w:rPr>
          <w:rFonts w:ascii="Arial" w:eastAsia="Arial" w:hAnsi="Arial" w:cs="Arial"/>
          <w:sz w:val="10"/>
          <w:szCs w:val="10"/>
        </w:rPr>
      </w:pPr>
    </w:p>
    <w:p w:rsidR="00126F59" w:rsidRDefault="001577C0">
      <w:pPr>
        <w:spacing w:line="265" w:lineRule="auto"/>
        <w:ind w:left="976" w:right="101" w:firstLine="84"/>
        <w:rPr>
          <w:rFonts w:ascii="Arial" w:eastAsia="Arial" w:hAnsi="Arial" w:cs="Arial"/>
          <w:sz w:val="10"/>
          <w:szCs w:val="10"/>
        </w:rPr>
      </w:pPr>
      <w:proofErr w:type="spellStart"/>
      <w:r>
        <w:rPr>
          <w:rFonts w:ascii="Arial" w:hAnsi="Arial"/>
          <w:spacing w:val="-1"/>
          <w:w w:val="105"/>
          <w:sz w:val="10"/>
        </w:rPr>
        <w:t>Zaštitni</w:t>
      </w:r>
      <w:proofErr w:type="spellEnd"/>
      <w:r>
        <w:rPr>
          <w:rFonts w:ascii="Arial" w:hAnsi="Arial"/>
          <w:spacing w:val="15"/>
          <w:w w:val="105"/>
          <w:sz w:val="10"/>
        </w:rPr>
        <w:t xml:space="preserve"> </w:t>
      </w:r>
      <w:proofErr w:type="spellStart"/>
      <w:r>
        <w:rPr>
          <w:rFonts w:ascii="Arial" w:hAnsi="Arial"/>
          <w:spacing w:val="-1"/>
          <w:w w:val="105"/>
          <w:sz w:val="10"/>
        </w:rPr>
        <w:t>premaz</w:t>
      </w:r>
      <w:proofErr w:type="spellEnd"/>
      <w:r>
        <w:rPr>
          <w:rFonts w:ascii="Arial" w:hAnsi="Arial"/>
          <w:spacing w:val="-1"/>
          <w:w w:val="105"/>
          <w:sz w:val="10"/>
        </w:rPr>
        <w:t>/</w:t>
      </w:r>
      <w:r>
        <w:rPr>
          <w:rFonts w:ascii="Arial" w:hAnsi="Arial"/>
          <w:spacing w:val="30"/>
          <w:w w:val="107"/>
          <w:sz w:val="10"/>
        </w:rPr>
        <w:t xml:space="preserve"> </w:t>
      </w:r>
      <w:r>
        <w:rPr>
          <w:rFonts w:ascii="Arial" w:hAnsi="Arial"/>
          <w:w w:val="105"/>
          <w:sz w:val="10"/>
        </w:rPr>
        <w:t>Protective</w:t>
      </w:r>
      <w:r>
        <w:rPr>
          <w:rFonts w:ascii="Arial" w:hAnsi="Arial"/>
          <w:spacing w:val="14"/>
          <w:w w:val="105"/>
          <w:sz w:val="10"/>
        </w:rPr>
        <w:t xml:space="preserve"> </w:t>
      </w:r>
      <w:r>
        <w:rPr>
          <w:rFonts w:ascii="Arial" w:hAnsi="Arial"/>
          <w:spacing w:val="-1"/>
          <w:w w:val="105"/>
          <w:sz w:val="10"/>
        </w:rPr>
        <w:t>coating</w:t>
      </w:r>
    </w:p>
    <w:p w:rsidR="00126F59" w:rsidRDefault="001577C0">
      <w:pPr>
        <w:spacing w:before="38"/>
        <w:ind w:left="215"/>
        <w:rPr>
          <w:rFonts w:ascii="Arial" w:eastAsia="Arial" w:hAnsi="Arial" w:cs="Arial"/>
          <w:sz w:val="10"/>
          <w:szCs w:val="10"/>
        </w:rPr>
      </w:pPr>
      <w:proofErr w:type="spellStart"/>
      <w:r>
        <w:rPr>
          <w:rFonts w:ascii="Arial" w:hAnsi="Arial"/>
          <w:spacing w:val="-1"/>
          <w:w w:val="105"/>
          <w:sz w:val="10"/>
        </w:rPr>
        <w:t>Ugradnja</w:t>
      </w:r>
      <w:proofErr w:type="spellEnd"/>
      <w:r>
        <w:rPr>
          <w:rFonts w:ascii="Arial" w:hAnsi="Arial"/>
          <w:spacing w:val="12"/>
          <w:w w:val="105"/>
          <w:sz w:val="10"/>
        </w:rPr>
        <w:t xml:space="preserve"> </w:t>
      </w:r>
      <w:proofErr w:type="spellStart"/>
      <w:r>
        <w:rPr>
          <w:rFonts w:ascii="Arial" w:hAnsi="Arial"/>
          <w:spacing w:val="-1"/>
          <w:w w:val="105"/>
          <w:sz w:val="10"/>
        </w:rPr>
        <w:t>cjevčica</w:t>
      </w:r>
      <w:proofErr w:type="spellEnd"/>
      <w:r>
        <w:rPr>
          <w:rFonts w:ascii="Arial" w:hAnsi="Arial"/>
          <w:spacing w:val="9"/>
          <w:w w:val="105"/>
          <w:sz w:val="10"/>
        </w:rPr>
        <w:t xml:space="preserve"> </w:t>
      </w:r>
      <w:proofErr w:type="spellStart"/>
      <w:r>
        <w:rPr>
          <w:rFonts w:ascii="Arial" w:hAnsi="Arial"/>
          <w:w w:val="105"/>
          <w:sz w:val="10"/>
        </w:rPr>
        <w:t>za</w:t>
      </w:r>
      <w:proofErr w:type="spellEnd"/>
      <w:r>
        <w:rPr>
          <w:rFonts w:ascii="Arial" w:hAnsi="Arial"/>
          <w:spacing w:val="10"/>
          <w:w w:val="105"/>
          <w:sz w:val="10"/>
        </w:rPr>
        <w:t xml:space="preserve"> </w:t>
      </w:r>
      <w:proofErr w:type="spellStart"/>
      <w:r>
        <w:rPr>
          <w:rFonts w:ascii="Arial" w:hAnsi="Arial"/>
          <w:spacing w:val="-1"/>
          <w:w w:val="105"/>
          <w:sz w:val="10"/>
        </w:rPr>
        <w:t>odvodnjavanje</w:t>
      </w:r>
      <w:proofErr w:type="spellEnd"/>
    </w:p>
    <w:p w:rsidR="00126F59" w:rsidRDefault="001577C0">
      <w:pPr>
        <w:spacing w:before="17" w:line="270" w:lineRule="auto"/>
        <w:ind w:left="319" w:firstLine="616"/>
        <w:rPr>
          <w:rFonts w:ascii="Arial" w:eastAsia="Arial" w:hAnsi="Arial" w:cs="Arial"/>
          <w:sz w:val="10"/>
          <w:szCs w:val="10"/>
        </w:rPr>
      </w:pPr>
      <w:proofErr w:type="spellStart"/>
      <w:proofErr w:type="gramStart"/>
      <w:r>
        <w:rPr>
          <w:rFonts w:ascii="Arial"/>
          <w:w w:val="105"/>
          <w:sz w:val="10"/>
        </w:rPr>
        <w:t>kanala</w:t>
      </w:r>
      <w:proofErr w:type="spellEnd"/>
      <w:proofErr w:type="gramEnd"/>
      <w:r>
        <w:rPr>
          <w:rFonts w:ascii="Arial"/>
          <w:spacing w:val="8"/>
          <w:w w:val="105"/>
          <w:sz w:val="10"/>
        </w:rPr>
        <w:t xml:space="preserve"> </w:t>
      </w:r>
      <w:proofErr w:type="spellStart"/>
      <w:r>
        <w:rPr>
          <w:rFonts w:ascii="Arial"/>
          <w:w w:val="105"/>
          <w:sz w:val="10"/>
        </w:rPr>
        <w:t>za</w:t>
      </w:r>
      <w:proofErr w:type="spellEnd"/>
      <w:r>
        <w:rPr>
          <w:rFonts w:ascii="Arial"/>
          <w:spacing w:val="10"/>
          <w:w w:val="105"/>
          <w:sz w:val="10"/>
        </w:rPr>
        <w:t xml:space="preserve"> </w:t>
      </w:r>
      <w:proofErr w:type="spellStart"/>
      <w:r>
        <w:rPr>
          <w:rFonts w:ascii="Arial"/>
          <w:spacing w:val="-1"/>
          <w:w w:val="105"/>
          <w:sz w:val="10"/>
        </w:rPr>
        <w:t>instalacije</w:t>
      </w:r>
      <w:proofErr w:type="spellEnd"/>
      <w:r>
        <w:rPr>
          <w:rFonts w:ascii="Arial"/>
          <w:spacing w:val="-1"/>
          <w:w w:val="105"/>
          <w:sz w:val="10"/>
        </w:rPr>
        <w:t>/</w:t>
      </w:r>
      <w:r>
        <w:rPr>
          <w:rFonts w:ascii="Arial"/>
          <w:spacing w:val="27"/>
          <w:w w:val="107"/>
          <w:sz w:val="10"/>
        </w:rPr>
        <w:t xml:space="preserve"> </w:t>
      </w:r>
      <w:r>
        <w:rPr>
          <w:rFonts w:ascii="Arial"/>
          <w:w w:val="105"/>
          <w:sz w:val="10"/>
        </w:rPr>
        <w:t>Installation</w:t>
      </w:r>
      <w:r>
        <w:rPr>
          <w:rFonts w:ascii="Arial"/>
          <w:spacing w:val="8"/>
          <w:w w:val="105"/>
          <w:sz w:val="10"/>
        </w:rPr>
        <w:t xml:space="preserve"> </w:t>
      </w:r>
      <w:r>
        <w:rPr>
          <w:rFonts w:ascii="Arial"/>
          <w:w w:val="105"/>
          <w:sz w:val="10"/>
        </w:rPr>
        <w:t>of</w:t>
      </w:r>
      <w:r>
        <w:rPr>
          <w:rFonts w:ascii="Arial"/>
          <w:spacing w:val="8"/>
          <w:w w:val="105"/>
          <w:sz w:val="10"/>
        </w:rPr>
        <w:t xml:space="preserve"> </w:t>
      </w:r>
      <w:r>
        <w:rPr>
          <w:rFonts w:ascii="Arial"/>
          <w:w w:val="105"/>
          <w:sz w:val="10"/>
        </w:rPr>
        <w:t>pipes</w:t>
      </w:r>
      <w:r>
        <w:rPr>
          <w:rFonts w:ascii="Arial"/>
          <w:spacing w:val="5"/>
          <w:w w:val="105"/>
          <w:sz w:val="10"/>
        </w:rPr>
        <w:t xml:space="preserve"> </w:t>
      </w:r>
      <w:r>
        <w:rPr>
          <w:rFonts w:ascii="Arial"/>
          <w:w w:val="105"/>
          <w:sz w:val="10"/>
        </w:rPr>
        <w:t>for</w:t>
      </w:r>
      <w:r>
        <w:rPr>
          <w:rFonts w:ascii="Arial"/>
          <w:spacing w:val="7"/>
          <w:w w:val="105"/>
          <w:sz w:val="10"/>
        </w:rPr>
        <w:t xml:space="preserve"> </w:t>
      </w:r>
      <w:r>
        <w:rPr>
          <w:rFonts w:ascii="Arial"/>
          <w:spacing w:val="-1"/>
          <w:w w:val="105"/>
          <w:sz w:val="10"/>
        </w:rPr>
        <w:t>installation</w:t>
      </w:r>
    </w:p>
    <w:p w:rsidR="00126F59" w:rsidRDefault="001577C0">
      <w:pPr>
        <w:spacing w:line="113" w:lineRule="exact"/>
        <w:ind w:left="1106"/>
        <w:rPr>
          <w:rFonts w:ascii="Arial" w:eastAsia="Arial" w:hAnsi="Arial" w:cs="Arial"/>
          <w:sz w:val="10"/>
          <w:szCs w:val="10"/>
        </w:rPr>
      </w:pPr>
      <w:proofErr w:type="gramStart"/>
      <w:r>
        <w:rPr>
          <w:rFonts w:ascii="Arial"/>
          <w:spacing w:val="-1"/>
          <w:w w:val="105"/>
          <w:sz w:val="10"/>
        </w:rPr>
        <w:t>channel</w:t>
      </w:r>
      <w:proofErr w:type="gramEnd"/>
      <w:r>
        <w:rPr>
          <w:rFonts w:ascii="Arial"/>
          <w:spacing w:val="16"/>
          <w:w w:val="105"/>
          <w:sz w:val="10"/>
        </w:rPr>
        <w:t xml:space="preserve"> </w:t>
      </w:r>
      <w:r>
        <w:rPr>
          <w:rFonts w:ascii="Arial"/>
          <w:spacing w:val="-1"/>
          <w:w w:val="105"/>
          <w:sz w:val="10"/>
        </w:rPr>
        <w:t>drainage</w:t>
      </w:r>
    </w:p>
    <w:p w:rsidR="00126F59" w:rsidRDefault="001577C0">
      <w:pPr>
        <w:rPr>
          <w:rFonts w:ascii="Arial" w:eastAsia="Arial" w:hAnsi="Arial" w:cs="Arial"/>
          <w:sz w:val="10"/>
          <w:szCs w:val="10"/>
        </w:rPr>
      </w:pPr>
      <w:r>
        <w:br w:type="column"/>
      </w: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spacing w:before="3"/>
        <w:rPr>
          <w:rFonts w:ascii="Arial" w:eastAsia="Arial" w:hAnsi="Arial" w:cs="Arial"/>
          <w:sz w:val="11"/>
          <w:szCs w:val="11"/>
        </w:rPr>
      </w:pPr>
    </w:p>
    <w:p w:rsidR="00126F59" w:rsidRDefault="001577C0">
      <w:pPr>
        <w:spacing w:line="270" w:lineRule="auto"/>
        <w:ind w:left="218" w:right="59" w:hanging="3"/>
        <w:rPr>
          <w:rFonts w:ascii="Arial" w:eastAsia="Arial" w:hAnsi="Arial" w:cs="Arial"/>
          <w:sz w:val="10"/>
          <w:szCs w:val="10"/>
        </w:rPr>
      </w:pPr>
      <w:proofErr w:type="spellStart"/>
      <w:r>
        <w:rPr>
          <w:rFonts w:ascii="Arial" w:hAnsi="Arial"/>
          <w:w w:val="105"/>
          <w:sz w:val="10"/>
        </w:rPr>
        <w:t>Ekstrudirani</w:t>
      </w:r>
      <w:proofErr w:type="spellEnd"/>
      <w:r>
        <w:rPr>
          <w:rFonts w:ascii="Arial" w:hAnsi="Arial"/>
          <w:spacing w:val="10"/>
          <w:w w:val="105"/>
          <w:sz w:val="10"/>
        </w:rPr>
        <w:t xml:space="preserve"> </w:t>
      </w:r>
      <w:proofErr w:type="spellStart"/>
      <w:r>
        <w:rPr>
          <w:rFonts w:ascii="Arial" w:hAnsi="Arial"/>
          <w:w w:val="105"/>
          <w:sz w:val="10"/>
        </w:rPr>
        <w:t>polistiren</w:t>
      </w:r>
      <w:proofErr w:type="spellEnd"/>
      <w:r>
        <w:rPr>
          <w:rFonts w:ascii="Arial" w:hAnsi="Arial"/>
          <w:spacing w:val="11"/>
          <w:w w:val="105"/>
          <w:sz w:val="10"/>
        </w:rPr>
        <w:t xml:space="preserve"> </w:t>
      </w:r>
      <w:r>
        <w:rPr>
          <w:rFonts w:ascii="Arial" w:hAnsi="Arial"/>
          <w:spacing w:val="-1"/>
          <w:w w:val="105"/>
          <w:sz w:val="10"/>
        </w:rPr>
        <w:t>(</w:t>
      </w:r>
      <w:proofErr w:type="spellStart"/>
      <w:r>
        <w:rPr>
          <w:rFonts w:ascii="Arial" w:hAnsi="Arial"/>
          <w:spacing w:val="-1"/>
          <w:w w:val="105"/>
          <w:sz w:val="10"/>
        </w:rPr>
        <w:t>stirodur</w:t>
      </w:r>
      <w:proofErr w:type="spellEnd"/>
      <w:r>
        <w:rPr>
          <w:rFonts w:ascii="Arial" w:hAnsi="Arial"/>
          <w:spacing w:val="-1"/>
          <w:w w:val="105"/>
          <w:sz w:val="10"/>
        </w:rPr>
        <w:t>)</w:t>
      </w:r>
      <w:r>
        <w:rPr>
          <w:rFonts w:ascii="Arial" w:hAnsi="Arial"/>
          <w:spacing w:val="11"/>
          <w:w w:val="105"/>
          <w:sz w:val="10"/>
        </w:rPr>
        <w:t xml:space="preserve"> </w:t>
      </w:r>
      <w:proofErr w:type="spellStart"/>
      <w:r>
        <w:rPr>
          <w:rFonts w:ascii="Arial" w:hAnsi="Arial"/>
          <w:spacing w:val="-1"/>
          <w:w w:val="105"/>
          <w:sz w:val="10"/>
        </w:rPr>
        <w:t>debljine</w:t>
      </w:r>
      <w:proofErr w:type="spellEnd"/>
      <w:r>
        <w:rPr>
          <w:rFonts w:ascii="Arial" w:hAnsi="Arial"/>
          <w:spacing w:val="29"/>
          <w:w w:val="107"/>
          <w:sz w:val="10"/>
        </w:rPr>
        <w:t xml:space="preserve"> </w:t>
      </w:r>
      <w:r>
        <w:rPr>
          <w:rFonts w:ascii="Arial" w:hAnsi="Arial"/>
          <w:w w:val="105"/>
          <w:sz w:val="10"/>
        </w:rPr>
        <w:t>20mm</w:t>
      </w:r>
      <w:r>
        <w:rPr>
          <w:rFonts w:ascii="Arial" w:hAnsi="Arial"/>
          <w:spacing w:val="7"/>
          <w:w w:val="105"/>
          <w:sz w:val="10"/>
        </w:rPr>
        <w:t xml:space="preserve"> </w:t>
      </w:r>
      <w:r>
        <w:rPr>
          <w:rFonts w:ascii="Arial" w:hAnsi="Arial"/>
          <w:w w:val="105"/>
          <w:sz w:val="10"/>
        </w:rPr>
        <w:t>-</w:t>
      </w:r>
      <w:r>
        <w:rPr>
          <w:rFonts w:ascii="Arial" w:hAnsi="Arial"/>
          <w:spacing w:val="9"/>
          <w:w w:val="105"/>
          <w:sz w:val="10"/>
        </w:rPr>
        <w:t xml:space="preserve"> </w:t>
      </w:r>
      <w:proofErr w:type="spellStart"/>
      <w:r>
        <w:rPr>
          <w:rFonts w:ascii="Arial" w:hAnsi="Arial"/>
          <w:spacing w:val="-1"/>
          <w:w w:val="105"/>
          <w:sz w:val="10"/>
        </w:rPr>
        <w:t>zaštita</w:t>
      </w:r>
      <w:proofErr w:type="spellEnd"/>
      <w:r>
        <w:rPr>
          <w:rFonts w:ascii="Arial" w:hAnsi="Arial"/>
          <w:spacing w:val="8"/>
          <w:w w:val="105"/>
          <w:sz w:val="10"/>
        </w:rPr>
        <w:t xml:space="preserve"> </w:t>
      </w:r>
      <w:proofErr w:type="spellStart"/>
      <w:r>
        <w:rPr>
          <w:rFonts w:ascii="Arial" w:hAnsi="Arial"/>
          <w:spacing w:val="-1"/>
          <w:w w:val="105"/>
          <w:sz w:val="10"/>
        </w:rPr>
        <w:t>hidroizolacije</w:t>
      </w:r>
      <w:proofErr w:type="spellEnd"/>
      <w:r>
        <w:rPr>
          <w:rFonts w:ascii="Arial" w:hAnsi="Arial"/>
          <w:spacing w:val="7"/>
          <w:w w:val="105"/>
          <w:sz w:val="10"/>
        </w:rPr>
        <w:t xml:space="preserve"> </w:t>
      </w:r>
      <w:proofErr w:type="spellStart"/>
      <w:proofErr w:type="gramStart"/>
      <w:r>
        <w:rPr>
          <w:rFonts w:ascii="Arial" w:hAnsi="Arial"/>
          <w:w w:val="105"/>
          <w:sz w:val="10"/>
        </w:rPr>
        <w:t>od</w:t>
      </w:r>
      <w:proofErr w:type="spellEnd"/>
      <w:proofErr w:type="gramEnd"/>
      <w:r>
        <w:rPr>
          <w:rFonts w:ascii="Arial" w:hAnsi="Arial"/>
          <w:spacing w:val="6"/>
          <w:w w:val="105"/>
          <w:sz w:val="10"/>
        </w:rPr>
        <w:t xml:space="preserve"> </w:t>
      </w:r>
      <w:proofErr w:type="spellStart"/>
      <w:r>
        <w:rPr>
          <w:rFonts w:ascii="Arial" w:hAnsi="Arial"/>
          <w:spacing w:val="-1"/>
          <w:w w:val="105"/>
          <w:sz w:val="10"/>
        </w:rPr>
        <w:t>oštećenja</w:t>
      </w:r>
      <w:proofErr w:type="spellEnd"/>
      <w:r>
        <w:rPr>
          <w:rFonts w:ascii="Arial" w:hAnsi="Arial"/>
          <w:spacing w:val="43"/>
          <w:w w:val="107"/>
          <w:sz w:val="10"/>
        </w:rPr>
        <w:t xml:space="preserve"> </w:t>
      </w:r>
      <w:proofErr w:type="spellStart"/>
      <w:r>
        <w:rPr>
          <w:rFonts w:ascii="Arial" w:hAnsi="Arial"/>
          <w:w w:val="105"/>
          <w:sz w:val="10"/>
        </w:rPr>
        <w:t>pri</w:t>
      </w:r>
      <w:proofErr w:type="spellEnd"/>
      <w:r>
        <w:rPr>
          <w:rFonts w:ascii="Arial" w:hAnsi="Arial"/>
          <w:spacing w:val="10"/>
          <w:w w:val="105"/>
          <w:sz w:val="10"/>
        </w:rPr>
        <w:t xml:space="preserve"> </w:t>
      </w:r>
      <w:proofErr w:type="spellStart"/>
      <w:r>
        <w:rPr>
          <w:rFonts w:ascii="Arial" w:hAnsi="Arial"/>
          <w:w w:val="105"/>
          <w:sz w:val="10"/>
        </w:rPr>
        <w:t>ugradnji</w:t>
      </w:r>
      <w:proofErr w:type="spellEnd"/>
      <w:r>
        <w:rPr>
          <w:rFonts w:ascii="Arial" w:hAnsi="Arial"/>
          <w:spacing w:val="8"/>
          <w:w w:val="105"/>
          <w:sz w:val="10"/>
        </w:rPr>
        <w:t xml:space="preserve"> </w:t>
      </w:r>
      <w:proofErr w:type="spellStart"/>
      <w:r>
        <w:rPr>
          <w:rFonts w:ascii="Arial" w:hAnsi="Arial"/>
          <w:spacing w:val="-1"/>
          <w:w w:val="105"/>
          <w:sz w:val="10"/>
        </w:rPr>
        <w:t>tucanika</w:t>
      </w:r>
      <w:proofErr w:type="spellEnd"/>
      <w:r>
        <w:rPr>
          <w:rFonts w:ascii="Arial" w:hAnsi="Arial"/>
          <w:spacing w:val="-1"/>
          <w:w w:val="105"/>
          <w:sz w:val="10"/>
        </w:rPr>
        <w:t>.</w:t>
      </w:r>
    </w:p>
    <w:p w:rsidR="00126F59" w:rsidRDefault="001577C0">
      <w:pPr>
        <w:spacing w:line="268" w:lineRule="auto"/>
        <w:ind w:left="220" w:hanging="5"/>
        <w:jc w:val="both"/>
        <w:rPr>
          <w:rFonts w:ascii="Arial" w:eastAsia="Arial" w:hAnsi="Arial" w:cs="Arial"/>
          <w:sz w:val="10"/>
          <w:szCs w:val="10"/>
        </w:rPr>
      </w:pPr>
      <w:r>
        <w:rPr>
          <w:rFonts w:ascii="Arial"/>
          <w:w w:val="105"/>
          <w:sz w:val="10"/>
        </w:rPr>
        <w:t>Extruded</w:t>
      </w:r>
      <w:r>
        <w:rPr>
          <w:rFonts w:ascii="Arial"/>
          <w:spacing w:val="7"/>
          <w:w w:val="105"/>
          <w:sz w:val="10"/>
        </w:rPr>
        <w:t xml:space="preserve"> </w:t>
      </w:r>
      <w:r>
        <w:rPr>
          <w:rFonts w:ascii="Arial"/>
          <w:spacing w:val="-1"/>
          <w:w w:val="105"/>
          <w:sz w:val="10"/>
        </w:rPr>
        <w:t>polystyrene</w:t>
      </w:r>
      <w:r>
        <w:rPr>
          <w:rFonts w:ascii="Arial"/>
          <w:spacing w:val="8"/>
          <w:w w:val="105"/>
          <w:sz w:val="10"/>
        </w:rPr>
        <w:t xml:space="preserve"> </w:t>
      </w:r>
      <w:r>
        <w:rPr>
          <w:rFonts w:ascii="Arial"/>
          <w:spacing w:val="-1"/>
          <w:w w:val="105"/>
          <w:sz w:val="10"/>
        </w:rPr>
        <w:t>(</w:t>
      </w:r>
      <w:proofErr w:type="spellStart"/>
      <w:proofErr w:type="gramStart"/>
      <w:r>
        <w:rPr>
          <w:rFonts w:ascii="Arial"/>
          <w:spacing w:val="-1"/>
          <w:w w:val="105"/>
          <w:sz w:val="10"/>
        </w:rPr>
        <w:t>styrofoam</w:t>
      </w:r>
      <w:proofErr w:type="spellEnd"/>
      <w:proofErr w:type="gramEnd"/>
      <w:r>
        <w:rPr>
          <w:rFonts w:ascii="Arial"/>
          <w:spacing w:val="-1"/>
          <w:w w:val="105"/>
          <w:sz w:val="10"/>
        </w:rPr>
        <w:t>)</w:t>
      </w:r>
      <w:r>
        <w:rPr>
          <w:rFonts w:ascii="Arial"/>
          <w:spacing w:val="10"/>
          <w:w w:val="105"/>
          <w:sz w:val="10"/>
        </w:rPr>
        <w:t xml:space="preserve"> </w:t>
      </w:r>
      <w:r>
        <w:rPr>
          <w:rFonts w:ascii="Arial"/>
          <w:spacing w:val="-1"/>
          <w:w w:val="105"/>
          <w:sz w:val="10"/>
        </w:rPr>
        <w:t>thickness</w:t>
      </w:r>
      <w:r>
        <w:rPr>
          <w:rFonts w:ascii="Arial"/>
          <w:spacing w:val="47"/>
          <w:w w:val="107"/>
          <w:sz w:val="10"/>
        </w:rPr>
        <w:t xml:space="preserve"> </w:t>
      </w:r>
      <w:r>
        <w:rPr>
          <w:rFonts w:ascii="Arial"/>
          <w:w w:val="105"/>
          <w:sz w:val="10"/>
        </w:rPr>
        <w:t>of</w:t>
      </w:r>
      <w:r>
        <w:rPr>
          <w:rFonts w:ascii="Arial"/>
          <w:spacing w:val="5"/>
          <w:w w:val="105"/>
          <w:sz w:val="10"/>
        </w:rPr>
        <w:t xml:space="preserve"> </w:t>
      </w:r>
      <w:r>
        <w:rPr>
          <w:rFonts w:ascii="Arial"/>
          <w:w w:val="105"/>
          <w:sz w:val="10"/>
        </w:rPr>
        <w:t>20mm</w:t>
      </w:r>
      <w:r>
        <w:rPr>
          <w:rFonts w:ascii="Arial"/>
          <w:spacing w:val="5"/>
          <w:w w:val="105"/>
          <w:sz w:val="10"/>
        </w:rPr>
        <w:t xml:space="preserve"> </w:t>
      </w:r>
      <w:r>
        <w:rPr>
          <w:rFonts w:ascii="Arial"/>
          <w:w w:val="105"/>
          <w:sz w:val="10"/>
        </w:rPr>
        <w:t>-</w:t>
      </w:r>
      <w:r>
        <w:rPr>
          <w:rFonts w:ascii="Arial"/>
          <w:spacing w:val="6"/>
          <w:w w:val="105"/>
          <w:sz w:val="10"/>
        </w:rPr>
        <w:t xml:space="preserve"> </w:t>
      </w:r>
      <w:r>
        <w:rPr>
          <w:rFonts w:ascii="Arial"/>
          <w:w w:val="105"/>
          <w:sz w:val="10"/>
        </w:rPr>
        <w:t>protection</w:t>
      </w:r>
      <w:r>
        <w:rPr>
          <w:rFonts w:ascii="Arial"/>
          <w:spacing w:val="6"/>
          <w:w w:val="105"/>
          <w:sz w:val="10"/>
        </w:rPr>
        <w:t xml:space="preserve"> </w:t>
      </w:r>
      <w:r>
        <w:rPr>
          <w:rFonts w:ascii="Arial"/>
          <w:w w:val="105"/>
          <w:sz w:val="10"/>
        </w:rPr>
        <w:t>of</w:t>
      </w:r>
      <w:r>
        <w:rPr>
          <w:rFonts w:ascii="Arial"/>
          <w:spacing w:val="1"/>
          <w:w w:val="105"/>
          <w:sz w:val="10"/>
        </w:rPr>
        <w:t xml:space="preserve"> </w:t>
      </w:r>
      <w:r>
        <w:rPr>
          <w:rFonts w:ascii="Arial"/>
          <w:spacing w:val="-1"/>
          <w:w w:val="105"/>
          <w:sz w:val="10"/>
        </w:rPr>
        <w:t>waterproofing</w:t>
      </w:r>
      <w:r>
        <w:rPr>
          <w:rFonts w:ascii="Arial"/>
          <w:spacing w:val="4"/>
          <w:w w:val="105"/>
          <w:sz w:val="10"/>
        </w:rPr>
        <w:t xml:space="preserve"> </w:t>
      </w:r>
      <w:r>
        <w:rPr>
          <w:rFonts w:ascii="Arial"/>
          <w:spacing w:val="-1"/>
          <w:w w:val="105"/>
          <w:sz w:val="10"/>
        </w:rPr>
        <w:t>from</w:t>
      </w:r>
      <w:r>
        <w:rPr>
          <w:rFonts w:ascii="Arial"/>
          <w:spacing w:val="23"/>
          <w:w w:val="107"/>
          <w:sz w:val="10"/>
        </w:rPr>
        <w:t xml:space="preserve"> </w:t>
      </w:r>
      <w:r>
        <w:rPr>
          <w:rFonts w:ascii="Arial"/>
          <w:w w:val="105"/>
          <w:sz w:val="10"/>
        </w:rPr>
        <w:t>damages</w:t>
      </w:r>
      <w:r>
        <w:rPr>
          <w:rFonts w:ascii="Arial"/>
          <w:spacing w:val="7"/>
          <w:w w:val="105"/>
          <w:sz w:val="10"/>
        </w:rPr>
        <w:t xml:space="preserve"> </w:t>
      </w:r>
      <w:r>
        <w:rPr>
          <w:rFonts w:ascii="Arial"/>
          <w:w w:val="105"/>
          <w:sz w:val="10"/>
        </w:rPr>
        <w:t>when</w:t>
      </w:r>
      <w:r>
        <w:rPr>
          <w:rFonts w:ascii="Arial"/>
          <w:spacing w:val="9"/>
          <w:w w:val="105"/>
          <w:sz w:val="10"/>
        </w:rPr>
        <w:t xml:space="preserve"> </w:t>
      </w:r>
      <w:r>
        <w:rPr>
          <w:rFonts w:ascii="Arial"/>
          <w:spacing w:val="-1"/>
          <w:w w:val="105"/>
          <w:sz w:val="10"/>
        </w:rPr>
        <w:t>installing</w:t>
      </w:r>
      <w:r>
        <w:rPr>
          <w:rFonts w:ascii="Arial"/>
          <w:spacing w:val="6"/>
          <w:w w:val="105"/>
          <w:sz w:val="10"/>
        </w:rPr>
        <w:t xml:space="preserve"> </w:t>
      </w:r>
      <w:r>
        <w:rPr>
          <w:rFonts w:ascii="Arial"/>
          <w:w w:val="105"/>
          <w:sz w:val="10"/>
        </w:rPr>
        <w:t>a</w:t>
      </w:r>
      <w:r>
        <w:rPr>
          <w:rFonts w:ascii="Arial"/>
          <w:spacing w:val="9"/>
          <w:w w:val="105"/>
          <w:sz w:val="10"/>
        </w:rPr>
        <w:t xml:space="preserve"> </w:t>
      </w:r>
      <w:r>
        <w:rPr>
          <w:rFonts w:ascii="Arial"/>
          <w:spacing w:val="-1"/>
          <w:w w:val="105"/>
          <w:sz w:val="10"/>
        </w:rPr>
        <w:t>ballast.</w:t>
      </w:r>
    </w:p>
    <w:p w:rsidR="00126F59" w:rsidRDefault="001577C0">
      <w:pPr>
        <w:rPr>
          <w:rFonts w:ascii="Arial" w:eastAsia="Arial" w:hAnsi="Arial" w:cs="Arial"/>
          <w:sz w:val="10"/>
          <w:szCs w:val="10"/>
        </w:rPr>
      </w:pPr>
      <w:r>
        <w:br w:type="column"/>
      </w: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26F59">
      <w:pPr>
        <w:rPr>
          <w:rFonts w:ascii="Arial" w:eastAsia="Arial" w:hAnsi="Arial" w:cs="Arial"/>
          <w:sz w:val="10"/>
          <w:szCs w:val="10"/>
        </w:rPr>
      </w:pPr>
    </w:p>
    <w:p w:rsidR="00126F59" w:rsidRDefault="001577C0">
      <w:pPr>
        <w:spacing w:before="72" w:line="270" w:lineRule="auto"/>
        <w:ind w:left="215"/>
        <w:rPr>
          <w:rFonts w:ascii="Arial" w:eastAsia="Arial" w:hAnsi="Arial" w:cs="Arial"/>
          <w:sz w:val="10"/>
          <w:szCs w:val="10"/>
        </w:rPr>
      </w:pPr>
      <w:r>
        <w:rPr>
          <w:rFonts w:ascii="Arial" w:hAnsi="Arial"/>
          <w:w w:val="105"/>
          <w:sz w:val="10"/>
        </w:rPr>
        <w:t>Nova</w:t>
      </w:r>
      <w:r>
        <w:rPr>
          <w:rFonts w:ascii="Arial" w:hAnsi="Arial"/>
          <w:spacing w:val="8"/>
          <w:w w:val="105"/>
          <w:sz w:val="10"/>
        </w:rPr>
        <w:t xml:space="preserve"> </w:t>
      </w:r>
      <w:r>
        <w:rPr>
          <w:rFonts w:ascii="Arial" w:hAnsi="Arial"/>
          <w:w w:val="105"/>
          <w:sz w:val="10"/>
        </w:rPr>
        <w:t>AB</w:t>
      </w:r>
      <w:r>
        <w:rPr>
          <w:rFonts w:ascii="Arial" w:hAnsi="Arial"/>
          <w:spacing w:val="5"/>
          <w:w w:val="105"/>
          <w:sz w:val="10"/>
        </w:rPr>
        <w:t xml:space="preserve"> </w:t>
      </w:r>
      <w:proofErr w:type="spellStart"/>
      <w:r>
        <w:rPr>
          <w:rFonts w:ascii="Arial" w:hAnsi="Arial"/>
          <w:spacing w:val="-1"/>
          <w:w w:val="105"/>
          <w:sz w:val="10"/>
        </w:rPr>
        <w:t>ploča</w:t>
      </w:r>
      <w:proofErr w:type="spellEnd"/>
      <w:r>
        <w:rPr>
          <w:rFonts w:ascii="Arial" w:hAnsi="Arial"/>
          <w:spacing w:val="-1"/>
          <w:w w:val="105"/>
          <w:sz w:val="10"/>
        </w:rPr>
        <w:t>/</w:t>
      </w:r>
      <w:r>
        <w:rPr>
          <w:rFonts w:ascii="Arial" w:hAnsi="Arial"/>
          <w:spacing w:val="25"/>
          <w:w w:val="107"/>
          <w:sz w:val="10"/>
        </w:rPr>
        <w:t xml:space="preserve"> </w:t>
      </w:r>
      <w:r>
        <w:rPr>
          <w:rFonts w:ascii="Arial" w:hAnsi="Arial"/>
          <w:w w:val="105"/>
          <w:sz w:val="10"/>
        </w:rPr>
        <w:t>New</w:t>
      </w:r>
      <w:r>
        <w:rPr>
          <w:rFonts w:ascii="Arial" w:hAnsi="Arial"/>
          <w:spacing w:val="3"/>
          <w:w w:val="105"/>
          <w:sz w:val="10"/>
        </w:rPr>
        <w:t xml:space="preserve"> </w:t>
      </w:r>
      <w:r>
        <w:rPr>
          <w:rFonts w:ascii="Arial" w:hAnsi="Arial"/>
          <w:w w:val="105"/>
          <w:sz w:val="10"/>
        </w:rPr>
        <w:t>RC</w:t>
      </w:r>
      <w:r>
        <w:rPr>
          <w:rFonts w:ascii="Arial" w:hAnsi="Arial"/>
          <w:spacing w:val="6"/>
          <w:w w:val="105"/>
          <w:sz w:val="10"/>
        </w:rPr>
        <w:t xml:space="preserve"> </w:t>
      </w:r>
      <w:r>
        <w:rPr>
          <w:rFonts w:ascii="Arial" w:hAnsi="Arial"/>
          <w:spacing w:val="-1"/>
          <w:w w:val="105"/>
          <w:sz w:val="10"/>
        </w:rPr>
        <w:t>slab</w:t>
      </w:r>
    </w:p>
    <w:p w:rsidR="00126F59" w:rsidRDefault="001577C0">
      <w:pPr>
        <w:rPr>
          <w:rFonts w:ascii="Arial" w:eastAsia="Arial" w:hAnsi="Arial" w:cs="Arial"/>
          <w:sz w:val="10"/>
          <w:szCs w:val="10"/>
        </w:rPr>
      </w:pPr>
      <w:r>
        <w:br w:type="column"/>
      </w:r>
    </w:p>
    <w:p w:rsidR="00126F59" w:rsidRDefault="00126F59">
      <w:pPr>
        <w:rPr>
          <w:rFonts w:ascii="Arial" w:eastAsia="Arial" w:hAnsi="Arial" w:cs="Arial"/>
          <w:sz w:val="10"/>
          <w:szCs w:val="10"/>
        </w:rPr>
      </w:pPr>
    </w:p>
    <w:p w:rsidR="00126F59" w:rsidRDefault="001577C0">
      <w:pPr>
        <w:spacing w:before="78" w:line="265" w:lineRule="auto"/>
        <w:ind w:left="215" w:right="1165" w:firstLine="4"/>
        <w:rPr>
          <w:rFonts w:ascii="Arial" w:eastAsia="Arial" w:hAnsi="Arial" w:cs="Arial"/>
          <w:sz w:val="10"/>
          <w:szCs w:val="10"/>
        </w:rPr>
      </w:pPr>
      <w:proofErr w:type="spellStart"/>
      <w:r>
        <w:rPr>
          <w:rFonts w:ascii="Arial" w:hAnsi="Arial"/>
          <w:w w:val="105"/>
          <w:sz w:val="10"/>
        </w:rPr>
        <w:t>Zaštitni</w:t>
      </w:r>
      <w:proofErr w:type="spellEnd"/>
      <w:r>
        <w:rPr>
          <w:rFonts w:ascii="Arial" w:hAnsi="Arial"/>
          <w:spacing w:val="13"/>
          <w:w w:val="105"/>
          <w:sz w:val="10"/>
        </w:rPr>
        <w:t xml:space="preserve"> </w:t>
      </w:r>
      <w:proofErr w:type="spellStart"/>
      <w:r>
        <w:rPr>
          <w:rFonts w:ascii="Arial" w:hAnsi="Arial"/>
          <w:spacing w:val="-1"/>
          <w:w w:val="105"/>
          <w:sz w:val="10"/>
        </w:rPr>
        <w:t>premaz</w:t>
      </w:r>
      <w:proofErr w:type="spellEnd"/>
      <w:r>
        <w:rPr>
          <w:rFonts w:ascii="Arial" w:hAnsi="Arial"/>
          <w:spacing w:val="-1"/>
          <w:w w:val="105"/>
          <w:sz w:val="10"/>
        </w:rPr>
        <w:t>/</w:t>
      </w:r>
      <w:r>
        <w:rPr>
          <w:rFonts w:ascii="Arial" w:hAnsi="Arial"/>
          <w:spacing w:val="26"/>
          <w:w w:val="107"/>
          <w:sz w:val="10"/>
        </w:rPr>
        <w:t xml:space="preserve"> </w:t>
      </w:r>
      <w:r>
        <w:rPr>
          <w:rFonts w:ascii="Arial" w:hAnsi="Arial"/>
          <w:w w:val="105"/>
          <w:sz w:val="10"/>
        </w:rPr>
        <w:t>Protective</w:t>
      </w:r>
      <w:r>
        <w:rPr>
          <w:rFonts w:ascii="Arial" w:hAnsi="Arial"/>
          <w:spacing w:val="16"/>
          <w:w w:val="105"/>
          <w:sz w:val="10"/>
        </w:rPr>
        <w:t xml:space="preserve"> </w:t>
      </w:r>
      <w:r>
        <w:rPr>
          <w:rFonts w:ascii="Arial" w:hAnsi="Arial"/>
          <w:spacing w:val="-1"/>
          <w:w w:val="105"/>
          <w:sz w:val="10"/>
        </w:rPr>
        <w:t>coating</w:t>
      </w:r>
    </w:p>
    <w:p w:rsidR="00126F59" w:rsidRDefault="00126F59">
      <w:pPr>
        <w:spacing w:line="265" w:lineRule="auto"/>
        <w:rPr>
          <w:rFonts w:ascii="Arial" w:eastAsia="Arial" w:hAnsi="Arial" w:cs="Arial"/>
          <w:sz w:val="10"/>
          <w:szCs w:val="10"/>
        </w:rPr>
        <w:sectPr w:rsidR="00126F59">
          <w:type w:val="continuous"/>
          <w:pgSz w:w="11900" w:h="16840"/>
          <w:pgMar w:top="1500" w:right="960" w:bottom="960" w:left="1020" w:header="720" w:footer="720" w:gutter="0"/>
          <w:cols w:num="4" w:space="720" w:equalWidth="0">
            <w:col w:w="1937" w:space="1699"/>
            <w:col w:w="2282" w:space="212"/>
            <w:col w:w="959" w:space="594"/>
            <w:col w:w="2237"/>
          </w:cols>
        </w:sectPr>
      </w:pPr>
    </w:p>
    <w:p w:rsidR="00126F59" w:rsidRDefault="00126F59">
      <w:pPr>
        <w:spacing w:before="2"/>
        <w:rPr>
          <w:rFonts w:ascii="Arial" w:eastAsia="Arial" w:hAnsi="Arial" w:cs="Arial"/>
          <w:sz w:val="24"/>
          <w:szCs w:val="24"/>
        </w:rPr>
      </w:pPr>
    </w:p>
    <w:p w:rsidR="00126F59" w:rsidRDefault="00126F59">
      <w:pPr>
        <w:spacing w:before="2"/>
        <w:rPr>
          <w:rFonts w:ascii="Arial" w:eastAsia="Arial" w:hAnsi="Arial" w:cs="Arial"/>
          <w:sz w:val="8"/>
          <w:szCs w:val="8"/>
        </w:rPr>
      </w:pPr>
    </w:p>
    <w:p w:rsidR="00126F59" w:rsidRDefault="001577C0">
      <w:pPr>
        <w:spacing w:line="270" w:lineRule="auto"/>
        <w:ind w:left="4039" w:right="5210" w:hanging="77"/>
        <w:rPr>
          <w:rFonts w:ascii="Arial" w:eastAsia="Arial" w:hAnsi="Arial" w:cs="Arial"/>
          <w:sz w:val="10"/>
          <w:szCs w:val="10"/>
        </w:rPr>
      </w:pPr>
      <w:r>
        <w:rPr>
          <w:rFonts w:ascii="Arial"/>
          <w:w w:val="105"/>
          <w:sz w:val="10"/>
        </w:rPr>
        <w:t>Novi</w:t>
      </w:r>
      <w:r>
        <w:rPr>
          <w:rFonts w:ascii="Arial"/>
          <w:spacing w:val="9"/>
          <w:w w:val="105"/>
          <w:sz w:val="10"/>
        </w:rPr>
        <w:t xml:space="preserve"> </w:t>
      </w:r>
      <w:proofErr w:type="spellStart"/>
      <w:r>
        <w:rPr>
          <w:rFonts w:ascii="Arial"/>
          <w:spacing w:val="-1"/>
          <w:w w:val="105"/>
          <w:sz w:val="10"/>
        </w:rPr>
        <w:t>slivnik</w:t>
      </w:r>
      <w:proofErr w:type="spellEnd"/>
      <w:r>
        <w:rPr>
          <w:rFonts w:ascii="Arial"/>
          <w:spacing w:val="-1"/>
          <w:w w:val="105"/>
          <w:sz w:val="10"/>
        </w:rPr>
        <w:t>/</w:t>
      </w:r>
      <w:r>
        <w:rPr>
          <w:rFonts w:ascii="Arial"/>
          <w:spacing w:val="27"/>
          <w:w w:val="107"/>
          <w:sz w:val="10"/>
        </w:rPr>
        <w:t xml:space="preserve"> </w:t>
      </w:r>
      <w:r>
        <w:rPr>
          <w:rFonts w:ascii="Arial"/>
          <w:w w:val="105"/>
          <w:sz w:val="10"/>
        </w:rPr>
        <w:t>New</w:t>
      </w:r>
      <w:r>
        <w:rPr>
          <w:rFonts w:ascii="Arial"/>
          <w:spacing w:val="9"/>
          <w:w w:val="105"/>
          <w:sz w:val="10"/>
        </w:rPr>
        <w:t xml:space="preserve"> </w:t>
      </w:r>
      <w:r>
        <w:rPr>
          <w:rFonts w:ascii="Arial"/>
          <w:spacing w:val="-1"/>
          <w:w w:val="105"/>
          <w:sz w:val="10"/>
        </w:rPr>
        <w:t>Gully</w:t>
      </w:r>
    </w:p>
    <w:p w:rsidR="00126F59" w:rsidRDefault="00126F59">
      <w:pPr>
        <w:rPr>
          <w:rFonts w:ascii="Arial" w:eastAsia="Arial" w:hAnsi="Arial" w:cs="Arial"/>
          <w:sz w:val="20"/>
          <w:szCs w:val="20"/>
        </w:rPr>
      </w:pPr>
    </w:p>
    <w:p w:rsidR="00126F59" w:rsidRDefault="00126F59">
      <w:pPr>
        <w:spacing w:before="10"/>
        <w:rPr>
          <w:rFonts w:ascii="Arial" w:eastAsia="Arial" w:hAnsi="Arial" w:cs="Arial"/>
          <w:sz w:val="18"/>
          <w:szCs w:val="18"/>
        </w:rPr>
      </w:pPr>
    </w:p>
    <w:p w:rsidR="00126F59" w:rsidRDefault="009416B4" w:rsidP="007B1611">
      <w:pPr>
        <w:ind w:left="3011"/>
        <w:rPr>
          <w:rFonts w:ascii="Arial" w:eastAsia="Arial" w:hAnsi="Arial" w:cs="Arial"/>
          <w:sz w:val="20"/>
          <w:szCs w:val="20"/>
        </w:rPr>
      </w:pPr>
      <w:bookmarkStart w:id="10" w:name="_Hlk525059456"/>
      <w:bookmarkStart w:id="11" w:name="_Hlk525213886"/>
      <w:r>
        <w:rPr>
          <w:rFonts w:ascii="Arial" w:hAnsi="Arial"/>
          <w:i/>
          <w:sz w:val="20"/>
        </w:rPr>
        <w:t xml:space="preserve">Figure </w:t>
      </w:r>
      <w:r w:rsidR="007B1611" w:rsidRPr="007B1611">
        <w:rPr>
          <w:rFonts w:ascii="Arial" w:eastAsia="Arial" w:hAnsi="Arial" w:cs="Arial"/>
          <w:sz w:val="20"/>
          <w:szCs w:val="20"/>
        </w:rPr>
        <w:t>3- Newly designed cross section</w:t>
      </w:r>
      <w:bookmarkEnd w:id="10"/>
      <w:bookmarkEnd w:id="11"/>
    </w:p>
    <w:p w:rsidR="009416B4" w:rsidRDefault="009416B4" w:rsidP="007B1611">
      <w:pPr>
        <w:ind w:left="3011"/>
        <w:rPr>
          <w:rFonts w:ascii="Arial" w:eastAsia="Arial" w:hAnsi="Arial" w:cs="Arial"/>
          <w:sz w:val="20"/>
          <w:szCs w:val="20"/>
        </w:rPr>
      </w:pPr>
    </w:p>
    <w:p w:rsidR="009416B4" w:rsidRPr="009416B4" w:rsidRDefault="009416B4" w:rsidP="007B1611">
      <w:pPr>
        <w:ind w:left="3011"/>
        <w:rPr>
          <w:rFonts w:ascii="Arial" w:eastAsia="Arial" w:hAnsi="Arial" w:cs="Arial"/>
          <w:color w:val="F79646" w:themeColor="accent6"/>
          <w:sz w:val="20"/>
          <w:szCs w:val="20"/>
        </w:rPr>
        <w:sectPr w:rsidR="009416B4" w:rsidRPr="009416B4">
          <w:type w:val="continuous"/>
          <w:pgSz w:w="11900" w:h="16840"/>
          <w:pgMar w:top="1500" w:right="960" w:bottom="960" w:left="1020" w:header="720" w:footer="720" w:gutter="0"/>
          <w:cols w:space="720"/>
        </w:sectPr>
      </w:pPr>
    </w:p>
    <w:p w:rsidR="00126F59" w:rsidRDefault="00126F59">
      <w:pPr>
        <w:spacing w:before="3"/>
        <w:rPr>
          <w:rFonts w:ascii="Arial" w:eastAsia="Arial" w:hAnsi="Arial" w:cs="Arial"/>
          <w:i/>
          <w:sz w:val="15"/>
          <w:szCs w:val="15"/>
        </w:rPr>
      </w:pPr>
    </w:p>
    <w:p w:rsidR="00126F59" w:rsidRPr="00F355F9" w:rsidRDefault="00F355F9" w:rsidP="00F355F9">
      <w:pPr>
        <w:pStyle w:val="Heading2"/>
        <w:numPr>
          <w:ilvl w:val="2"/>
          <w:numId w:val="13"/>
        </w:numPr>
        <w:tabs>
          <w:tab w:val="left" w:pos="1114"/>
        </w:tabs>
        <w:rPr>
          <w:spacing w:val="-1"/>
        </w:rPr>
      </w:pPr>
      <w:bookmarkStart w:id="12" w:name="_Hlk525213911"/>
      <w:r w:rsidRPr="00F355F9">
        <w:rPr>
          <w:spacing w:val="-1"/>
        </w:rPr>
        <w:t>Attachment -excerpt from the technical report of the original design</w:t>
      </w:r>
    </w:p>
    <w:p w:rsidR="00711546" w:rsidRDefault="00711546">
      <w:pPr>
        <w:pStyle w:val="BodyText"/>
        <w:ind w:left="119"/>
      </w:pPr>
      <w:bookmarkStart w:id="13" w:name="_Hlk525213921"/>
      <w:bookmarkEnd w:id="12"/>
    </w:p>
    <w:p w:rsidR="00126F59" w:rsidRDefault="009416B4">
      <w:pPr>
        <w:pStyle w:val="BodyText"/>
        <w:ind w:left="119"/>
      </w:pPr>
      <w:r w:rsidRPr="00F355F9">
        <w:t xml:space="preserve"> </w:t>
      </w:r>
      <w:r w:rsidR="00F355F9" w:rsidRPr="00F355F9">
        <w:t>(Designed by The National Institute of Design ZJŽ Belgrade, 19</w:t>
      </w:r>
      <w:r w:rsidR="00F355F9">
        <w:t>54</w:t>
      </w:r>
      <w:r w:rsidR="00F355F9" w:rsidRPr="00F355F9">
        <w:t>)</w:t>
      </w:r>
    </w:p>
    <w:p w:rsidR="00126F59" w:rsidRDefault="00126F59">
      <w:pPr>
        <w:spacing w:before="3"/>
        <w:rPr>
          <w:rFonts w:ascii="Arial" w:eastAsia="Arial" w:hAnsi="Arial" w:cs="Arial"/>
          <w:sz w:val="10"/>
          <w:szCs w:val="10"/>
        </w:rPr>
      </w:pPr>
    </w:p>
    <w:bookmarkEnd w:id="13"/>
    <w:p w:rsidR="00126F59" w:rsidRDefault="0029709E">
      <w:pPr>
        <w:spacing w:line="200" w:lineRule="atLeast"/>
        <w:ind w:left="32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99" style="width:461.2pt;height:647.2pt;mso-position-horizontal-relative:char;mso-position-vertical-relative:line" coordsize="9224,12944">
            <v:group id="_x0000_s1200" style="position:absolute;top:2;width:9224;height:12941" coordorigin=",2" coordsize="9224,12941">
              <v:shape id="_x0000_s1202" style="position:absolute;top:2;width:9224;height:12941" coordorigin=",2" coordsize="9224,12941" path="m,12943r9223,l9223,2,,2,,12943xe" fillcolor="yellow" stroked="f">
                <v:path arrowok="t"/>
              </v:shape>
              <v:shape id="_x0000_s1201" type="#_x0000_t75" style="position:absolute;width:9223;height:12941">
                <v:imagedata r:id="rId30" o:title=""/>
              </v:shape>
            </v:group>
            <w10:wrap type="none"/>
            <w10:anchorlock/>
          </v:group>
        </w:pict>
      </w:r>
    </w:p>
    <w:p w:rsidR="00126F59" w:rsidRDefault="00126F59">
      <w:pPr>
        <w:spacing w:line="200" w:lineRule="atLeast"/>
        <w:rPr>
          <w:rFonts w:ascii="Arial" w:eastAsia="Arial" w:hAnsi="Arial" w:cs="Arial"/>
          <w:sz w:val="20"/>
          <w:szCs w:val="20"/>
        </w:rPr>
        <w:sectPr w:rsidR="00126F59">
          <w:pgSz w:w="11900" w:h="16840"/>
          <w:pgMar w:top="1500" w:right="960" w:bottom="960" w:left="1020" w:header="317" w:footer="770" w:gutter="0"/>
          <w:cols w:space="720"/>
        </w:sectPr>
      </w:pPr>
    </w:p>
    <w:p w:rsidR="00126F59" w:rsidRDefault="00126F59">
      <w:pPr>
        <w:rPr>
          <w:rFonts w:ascii="Times New Roman" w:eastAsia="Times New Roman" w:hAnsi="Times New Roman" w:cs="Times New Roman"/>
          <w:sz w:val="20"/>
          <w:szCs w:val="20"/>
        </w:rPr>
      </w:pPr>
    </w:p>
    <w:p w:rsidR="00126F59" w:rsidRDefault="00126F59">
      <w:pPr>
        <w:spacing w:before="11"/>
        <w:rPr>
          <w:rFonts w:ascii="Times New Roman" w:eastAsia="Times New Roman" w:hAnsi="Times New Roman" w:cs="Times New Roman"/>
          <w:sz w:val="18"/>
          <w:szCs w:val="18"/>
        </w:rPr>
      </w:pPr>
    </w:p>
    <w:p w:rsidR="00126F59" w:rsidRDefault="0029709E">
      <w:pPr>
        <w:spacing w:line="200" w:lineRule="atLeast"/>
        <w:ind w:left="47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5" style="width:446.05pt;height:672pt;mso-position-horizontal-relative:char;mso-position-vertical-relative:line" coordsize="8921,13440">
            <v:group id="_x0000_s1196" style="position:absolute;top:2;width:8921;height:13438" coordorigin=",2" coordsize="8921,13438">
              <v:shape id="_x0000_s1198" style="position:absolute;top:2;width:8921;height:13438" coordorigin=",2" coordsize="8921,13438" path="m,13440r8921,l8921,2,,2,,13440xe" fillcolor="yellow" stroked="f">
                <v:path arrowok="t"/>
              </v:shape>
              <v:shape id="_x0000_s1197" type="#_x0000_t75" style="position:absolute;width:8921;height:13440">
                <v:imagedata r:id="rId31" o:title=""/>
              </v:shape>
            </v:group>
            <w10:wrap type="none"/>
            <w10:anchorlock/>
          </v:group>
        </w:pict>
      </w:r>
    </w:p>
    <w:p w:rsidR="00126F59" w:rsidRDefault="00126F59">
      <w:pPr>
        <w:spacing w:line="200" w:lineRule="atLeast"/>
        <w:rPr>
          <w:rFonts w:ascii="Times New Roman" w:eastAsia="Times New Roman" w:hAnsi="Times New Roman" w:cs="Times New Roman"/>
          <w:sz w:val="20"/>
          <w:szCs w:val="20"/>
        </w:rPr>
        <w:sectPr w:rsidR="00126F59">
          <w:pgSz w:w="11900" w:h="16840"/>
          <w:pgMar w:top="1500" w:right="960" w:bottom="960" w:left="1020" w:header="317" w:footer="770" w:gutter="0"/>
          <w:cols w:space="720"/>
        </w:sectPr>
      </w:pPr>
    </w:p>
    <w:p w:rsidR="00126F59" w:rsidRDefault="0029709E">
      <w:pPr>
        <w:spacing w:line="200" w:lineRule="atLeast"/>
        <w:ind w:left="796"/>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1" style="width:413.8pt;height:695.9pt;mso-position-horizontal-relative:char;mso-position-vertical-relative:line" coordsize="8276,13918">
            <v:group id="_x0000_s1192" style="position:absolute;top:2;width:8276;height:13916" coordorigin=",2" coordsize="8276,13916">
              <v:shape id="_x0000_s1194" style="position:absolute;top:2;width:8276;height:13916" coordorigin=",2" coordsize="8276,13916" path="m,13918r8275,l8275,2,,2,,13918xe" fillcolor="yellow" stroked="f">
                <v:path arrowok="t"/>
              </v:shape>
              <v:shape id="_x0000_s1193" type="#_x0000_t75" style="position:absolute;width:8275;height:13915">
                <v:imagedata r:id="rId32" o:title=""/>
              </v:shape>
            </v:group>
            <w10:wrap type="none"/>
            <w10:anchorlock/>
          </v:group>
        </w:pict>
      </w:r>
    </w:p>
    <w:p w:rsidR="00126F59" w:rsidRDefault="00126F59">
      <w:pPr>
        <w:spacing w:line="200" w:lineRule="atLeast"/>
        <w:rPr>
          <w:rFonts w:ascii="Times New Roman" w:eastAsia="Times New Roman" w:hAnsi="Times New Roman" w:cs="Times New Roman"/>
          <w:sz w:val="20"/>
          <w:szCs w:val="20"/>
        </w:rPr>
        <w:sectPr w:rsidR="00126F59">
          <w:pgSz w:w="11900" w:h="16840"/>
          <w:pgMar w:top="1500" w:right="960" w:bottom="960" w:left="1020" w:header="317" w:footer="770" w:gutter="0"/>
          <w:cols w:space="720"/>
        </w:sectPr>
      </w:pPr>
    </w:p>
    <w:p w:rsidR="00126F59" w:rsidRDefault="00126F59">
      <w:pPr>
        <w:spacing w:before="3"/>
        <w:rPr>
          <w:rFonts w:ascii="Times New Roman" w:eastAsia="Times New Roman" w:hAnsi="Times New Roman" w:cs="Times New Roman"/>
          <w:sz w:val="15"/>
          <w:szCs w:val="15"/>
        </w:rPr>
      </w:pPr>
    </w:p>
    <w:p w:rsidR="00126F59" w:rsidRDefault="00F355F9">
      <w:pPr>
        <w:pStyle w:val="Heading2"/>
        <w:numPr>
          <w:ilvl w:val="2"/>
          <w:numId w:val="13"/>
        </w:numPr>
        <w:tabs>
          <w:tab w:val="left" w:pos="1114"/>
        </w:tabs>
        <w:rPr>
          <w:b w:val="0"/>
          <w:bCs w:val="0"/>
        </w:rPr>
      </w:pPr>
      <w:bookmarkStart w:id="14" w:name="_Hlk525213933"/>
      <w:r>
        <w:rPr>
          <w:spacing w:val="-1"/>
        </w:rPr>
        <w:t>Bridge damage and possible causes</w:t>
      </w:r>
    </w:p>
    <w:bookmarkEnd w:id="14"/>
    <w:p w:rsidR="00126F59" w:rsidRDefault="00126F59">
      <w:pPr>
        <w:rPr>
          <w:rFonts w:ascii="Arial" w:eastAsia="Arial" w:hAnsi="Arial" w:cs="Arial"/>
          <w:b/>
          <w:bCs/>
          <w:sz w:val="21"/>
          <w:szCs w:val="21"/>
        </w:rPr>
      </w:pPr>
    </w:p>
    <w:p w:rsidR="00F355F9" w:rsidRDefault="00F355F9" w:rsidP="00F355F9">
      <w:pPr>
        <w:pStyle w:val="BodyText"/>
        <w:spacing w:before="159" w:line="291" w:lineRule="auto"/>
        <w:ind w:left="119" w:right="168" w:firstLine="283"/>
        <w:jc w:val="both"/>
      </w:pPr>
      <w:bookmarkStart w:id="15" w:name="_Hlk525213944"/>
      <w:r>
        <w:t>The detailed review of damage and possible causes was included in the previous design phase:</w:t>
      </w:r>
    </w:p>
    <w:p w:rsidR="00F355F9" w:rsidRDefault="00F355F9" w:rsidP="00F355F9">
      <w:pPr>
        <w:pStyle w:val="BodyText"/>
        <w:spacing w:before="159" w:line="291" w:lineRule="auto"/>
        <w:ind w:left="119" w:right="168" w:firstLine="283"/>
        <w:jc w:val="both"/>
      </w:pPr>
      <w:r>
        <w:t xml:space="preserve">“Report on the condition of the bridge: The </w:t>
      </w:r>
      <w:proofErr w:type="gramStart"/>
      <w:r>
        <w:t>bridge</w:t>
      </w:r>
      <w:proofErr w:type="gramEnd"/>
      <w:r>
        <w:t xml:space="preserve"> after one km of the railway</w:t>
      </w:r>
      <w:r w:rsidRPr="00F355F9">
        <w:t>. 447+435</w:t>
      </w:r>
      <w:proofErr w:type="gramStart"/>
      <w:r w:rsidRPr="00F355F9">
        <w:t>,25</w:t>
      </w:r>
      <w:proofErr w:type="gramEnd"/>
      <w:r>
        <w:t xml:space="preserve"> </w:t>
      </w:r>
      <w:proofErr w:type="spellStart"/>
      <w:r>
        <w:t>Vrbnica</w:t>
      </w:r>
      <w:proofErr w:type="spellEnd"/>
      <w:r>
        <w:t xml:space="preserve"> – Bar” from 2015, designed by the company Pro-</w:t>
      </w:r>
      <w:proofErr w:type="spellStart"/>
      <w:r>
        <w:t>Inženjering</w:t>
      </w:r>
      <w:proofErr w:type="spellEnd"/>
      <w:r>
        <w:t xml:space="preserve"> </w:t>
      </w:r>
      <w:proofErr w:type="spellStart"/>
      <w:r>
        <w:t>d.o.o</w:t>
      </w:r>
      <w:proofErr w:type="spellEnd"/>
      <w:r>
        <w:t xml:space="preserve"> Belgrade. </w:t>
      </w:r>
    </w:p>
    <w:p w:rsidR="00F355F9" w:rsidRDefault="00F355F9" w:rsidP="00F355F9">
      <w:pPr>
        <w:pStyle w:val="BodyText"/>
        <w:spacing w:before="159" w:line="291" w:lineRule="auto"/>
        <w:ind w:left="119" w:right="168" w:firstLine="283"/>
        <w:jc w:val="both"/>
      </w:pPr>
      <w:r>
        <w:t xml:space="preserve">   A graphic display of the damage noticed by reviewing the bridge is given in the graphic specifications in drawing – A photo of the damage.</w:t>
      </w:r>
    </w:p>
    <w:p w:rsidR="00F355F9" w:rsidRDefault="00F355F9" w:rsidP="00F355F9">
      <w:pPr>
        <w:pStyle w:val="BodyText"/>
        <w:spacing w:before="159" w:line="291" w:lineRule="auto"/>
        <w:ind w:left="119" w:right="168" w:firstLine="283"/>
        <w:jc w:val="both"/>
      </w:pPr>
      <w:r>
        <w:t xml:space="preserve">According to “Report on the condition of the bridge: The bridge after one km of the railway </w:t>
      </w:r>
      <w:r w:rsidRPr="00F355F9">
        <w:t>447+435</w:t>
      </w:r>
      <w:proofErr w:type="gramStart"/>
      <w:r w:rsidRPr="00F355F9">
        <w:t>,25</w:t>
      </w:r>
      <w:proofErr w:type="gramEnd"/>
      <w:r>
        <w:t xml:space="preserve"> </w:t>
      </w:r>
      <w:proofErr w:type="spellStart"/>
      <w:r>
        <w:t>Vrbnica</w:t>
      </w:r>
      <w:proofErr w:type="spellEnd"/>
      <w:r>
        <w:t xml:space="preserve"> – Bar” from 2015, the extent of damage and its repair was considered.  Since the reconstruction works will start with a time distance in relation to the performed structure review, it is necessary to see the progression of damage and their possible larger extent before the construction work starts. The scope of the works and the investment value are based on the review carried out in 2015.</w:t>
      </w:r>
    </w:p>
    <w:bookmarkEnd w:id="15"/>
    <w:p w:rsidR="00F355F9" w:rsidRDefault="00F355F9">
      <w:pPr>
        <w:pStyle w:val="BodyText"/>
        <w:spacing w:before="159" w:line="291" w:lineRule="auto"/>
        <w:ind w:left="119" w:right="168" w:firstLine="283"/>
        <w:jc w:val="both"/>
      </w:pPr>
    </w:p>
    <w:p w:rsidR="00126F59" w:rsidRDefault="00126F59">
      <w:pPr>
        <w:spacing w:before="1"/>
        <w:rPr>
          <w:rFonts w:ascii="Arial" w:eastAsia="Arial" w:hAnsi="Arial" w:cs="Arial"/>
          <w:sz w:val="28"/>
          <w:szCs w:val="28"/>
        </w:rPr>
      </w:pPr>
    </w:p>
    <w:p w:rsidR="00126F59" w:rsidRPr="00F355F9" w:rsidRDefault="00F355F9" w:rsidP="00F355F9">
      <w:pPr>
        <w:pStyle w:val="Heading2"/>
        <w:numPr>
          <w:ilvl w:val="2"/>
          <w:numId w:val="13"/>
        </w:numPr>
        <w:tabs>
          <w:tab w:val="left" w:pos="1114"/>
        </w:tabs>
        <w:rPr>
          <w:spacing w:val="-1"/>
        </w:rPr>
      </w:pPr>
      <w:bookmarkStart w:id="16" w:name="_Hlk525213955"/>
      <w:r w:rsidRPr="00F355F9">
        <w:rPr>
          <w:spacing w:val="-1"/>
        </w:rPr>
        <w:t xml:space="preserve">Assessment of the condition of the bridge with the proposal of </w:t>
      </w:r>
      <w:r>
        <w:rPr>
          <w:spacing w:val="-1"/>
        </w:rPr>
        <w:t>taking measures</w:t>
      </w:r>
    </w:p>
    <w:bookmarkEnd w:id="16"/>
    <w:p w:rsidR="00C174B3" w:rsidRDefault="00C174B3">
      <w:pPr>
        <w:spacing w:before="9"/>
        <w:rPr>
          <w:rFonts w:ascii="Arial" w:hAnsi="Arial" w:cs="Arial"/>
          <w:szCs w:val="20"/>
          <w:lang w:eastAsia="da-DK"/>
        </w:rPr>
      </w:pPr>
    </w:p>
    <w:p w:rsidR="00C174B3" w:rsidRDefault="00C174B3" w:rsidP="00C174B3">
      <w:pPr>
        <w:spacing w:before="9"/>
        <w:rPr>
          <w:rFonts w:ascii="Arial" w:hAnsi="Arial" w:cs="Arial"/>
          <w:i/>
          <w:sz w:val="20"/>
          <w:szCs w:val="20"/>
        </w:rPr>
      </w:pPr>
      <w:r w:rsidRPr="00C174B3">
        <w:rPr>
          <w:rFonts w:ascii="Arial" w:hAnsi="Arial" w:cs="Arial"/>
          <w:sz w:val="20"/>
          <w:szCs w:val="20"/>
          <w:lang w:eastAsia="da-DK"/>
        </w:rPr>
        <w:t>Taken from „</w:t>
      </w:r>
      <w:r w:rsidRPr="00C174B3">
        <w:rPr>
          <w:rFonts w:ascii="Arial" w:hAnsi="Arial" w:cs="Arial"/>
          <w:i/>
          <w:sz w:val="20"/>
          <w:szCs w:val="20"/>
          <w:lang w:eastAsia="da-DK"/>
        </w:rPr>
        <w:t xml:space="preserve">The report on the state of the bridge: the bridge at km </w:t>
      </w:r>
      <w:r w:rsidRPr="00C174B3">
        <w:rPr>
          <w:rFonts w:ascii="Arial" w:hAnsi="Arial" w:cs="Arial"/>
          <w:i/>
          <w:sz w:val="20"/>
          <w:szCs w:val="20"/>
          <w:lang w:eastAsia="da-DK"/>
        </w:rPr>
        <w:t>447+435</w:t>
      </w:r>
      <w:proofErr w:type="gramStart"/>
      <w:r w:rsidRPr="00C174B3">
        <w:rPr>
          <w:rFonts w:ascii="Arial" w:hAnsi="Arial" w:cs="Arial"/>
          <w:i/>
          <w:sz w:val="20"/>
          <w:szCs w:val="20"/>
          <w:lang w:eastAsia="da-DK"/>
        </w:rPr>
        <w:t>,25</w:t>
      </w:r>
      <w:proofErr w:type="gramEnd"/>
      <w:r w:rsidRPr="00C174B3">
        <w:rPr>
          <w:rFonts w:ascii="Arial" w:hAnsi="Arial" w:cs="Arial"/>
          <w:i/>
          <w:sz w:val="20"/>
          <w:szCs w:val="20"/>
          <w:lang w:eastAsia="da-DK"/>
        </w:rPr>
        <w:t xml:space="preserve"> the</w:t>
      </w:r>
      <w:r w:rsidRPr="00C174B3">
        <w:rPr>
          <w:rFonts w:ascii="Arial" w:hAnsi="Arial" w:cs="Arial"/>
          <w:i/>
          <w:sz w:val="20"/>
          <w:szCs w:val="20"/>
        </w:rPr>
        <w:t xml:space="preserve"> railway line </w:t>
      </w:r>
      <w:proofErr w:type="spellStart"/>
      <w:r w:rsidRPr="00C174B3">
        <w:rPr>
          <w:rFonts w:ascii="Arial" w:hAnsi="Arial" w:cs="Arial"/>
          <w:i/>
          <w:sz w:val="20"/>
          <w:szCs w:val="20"/>
        </w:rPr>
        <w:t>Vrbnica</w:t>
      </w:r>
      <w:proofErr w:type="spellEnd"/>
      <w:r w:rsidRPr="00C174B3">
        <w:rPr>
          <w:rFonts w:ascii="Arial" w:hAnsi="Arial" w:cs="Arial"/>
          <w:i/>
          <w:sz w:val="20"/>
          <w:szCs w:val="20"/>
        </w:rPr>
        <w:t xml:space="preserve"> – Bar” from </w:t>
      </w:r>
      <w:r w:rsidRPr="00C174B3">
        <w:rPr>
          <w:rFonts w:ascii="Arial" w:eastAsia="Arial" w:hAnsi="Arial" w:cs="Arial"/>
          <w:sz w:val="20"/>
          <w:szCs w:val="20"/>
        </w:rPr>
        <w:t>2015</w:t>
      </w:r>
      <w:r w:rsidRPr="00C174B3">
        <w:rPr>
          <w:rFonts w:ascii="Arial" w:hAnsi="Arial" w:cs="Arial"/>
          <w:i/>
          <w:sz w:val="20"/>
          <w:szCs w:val="20"/>
        </w:rPr>
        <w:t>.</w:t>
      </w:r>
      <w:bookmarkStart w:id="17" w:name="_Toc405743165"/>
      <w:bookmarkStart w:id="18" w:name="_Toc425423158"/>
      <w:bookmarkStart w:id="19" w:name="_Toc427688383"/>
    </w:p>
    <w:p w:rsidR="00C174B3" w:rsidRPr="00C174B3" w:rsidRDefault="00C174B3" w:rsidP="00C174B3">
      <w:pPr>
        <w:spacing w:before="9"/>
        <w:rPr>
          <w:rFonts w:ascii="Arial" w:eastAsia="Arial" w:hAnsi="Arial" w:cs="Arial"/>
          <w:sz w:val="20"/>
          <w:szCs w:val="20"/>
        </w:rPr>
      </w:pPr>
    </w:p>
    <w:p w:rsidR="00C174B3" w:rsidRPr="00C174B3" w:rsidRDefault="00C174B3" w:rsidP="00C174B3">
      <w:pPr>
        <w:pStyle w:val="Heading2"/>
        <w:spacing w:before="0" w:after="120"/>
        <w:ind w:left="0" w:firstLine="0"/>
        <w:rPr>
          <w:rFonts w:cs="Arial"/>
          <w:sz w:val="20"/>
          <w:szCs w:val="20"/>
        </w:rPr>
      </w:pPr>
      <w:r w:rsidRPr="00C174B3">
        <w:rPr>
          <w:rFonts w:cs="Arial"/>
          <w:sz w:val="20"/>
          <w:szCs w:val="20"/>
        </w:rPr>
        <w:t>General observation about the state of the bridge</w:t>
      </w:r>
      <w:bookmarkEnd w:id="17"/>
      <w:bookmarkEnd w:id="18"/>
      <w:bookmarkEnd w:id="19"/>
    </w:p>
    <w:p w:rsidR="00C174B3" w:rsidRPr="00C174B3" w:rsidRDefault="00C174B3" w:rsidP="00C174B3">
      <w:pPr>
        <w:pStyle w:val="BodyText"/>
        <w:widowControl/>
        <w:spacing w:after="120" w:line="280" w:lineRule="atLeast"/>
        <w:ind w:left="0"/>
        <w:jc w:val="both"/>
        <w:rPr>
          <w:rFonts w:cs="Arial"/>
        </w:rPr>
      </w:pPr>
      <w:r w:rsidRPr="00C174B3">
        <w:rPr>
          <w:rFonts w:cs="Arial"/>
        </w:rPr>
        <w:t>By measuring the dimensions of structural elements and by comparison with layout sketches from the</w:t>
      </w:r>
      <w:r w:rsidRPr="00C174B3">
        <w:rPr>
          <w:rFonts w:cs="Arial"/>
          <w:i/>
        </w:rPr>
        <w:t xml:space="preserve"> </w:t>
      </w:r>
      <w:r w:rsidRPr="00C174B3">
        <w:rPr>
          <w:rFonts w:cs="Arial"/>
        </w:rPr>
        <w:t xml:space="preserve">“Report about the current state of bridges on the </w:t>
      </w:r>
      <w:proofErr w:type="spellStart"/>
      <w:r w:rsidRPr="00C174B3">
        <w:rPr>
          <w:rFonts w:cs="Arial"/>
        </w:rPr>
        <w:t>Vrbnica</w:t>
      </w:r>
      <w:proofErr w:type="spellEnd"/>
      <w:r w:rsidRPr="00C174B3">
        <w:rPr>
          <w:rFonts w:cs="Arial"/>
        </w:rPr>
        <w:t>-Bar railway line”, the following is concluded:</w:t>
      </w:r>
    </w:p>
    <w:p w:rsidR="00C174B3" w:rsidRPr="00C174B3" w:rsidRDefault="00C174B3" w:rsidP="00C174B3">
      <w:pPr>
        <w:pStyle w:val="ListParagraph"/>
        <w:widowControl/>
        <w:numPr>
          <w:ilvl w:val="0"/>
          <w:numId w:val="23"/>
        </w:numPr>
        <w:spacing w:line="270" w:lineRule="atLeast"/>
        <w:ind w:left="851"/>
        <w:contextualSpacing/>
        <w:jc w:val="both"/>
        <w:rPr>
          <w:rFonts w:ascii="Arial" w:hAnsi="Arial" w:cs="Arial"/>
          <w:sz w:val="20"/>
          <w:szCs w:val="20"/>
        </w:rPr>
      </w:pPr>
      <w:r w:rsidRPr="00C174B3">
        <w:rPr>
          <w:rFonts w:ascii="Arial" w:hAnsi="Arial" w:cs="Arial"/>
          <w:sz w:val="20"/>
          <w:szCs w:val="20"/>
        </w:rPr>
        <w:t xml:space="preserve">the general bridge dimensions comply with the dimensions from the "Report about the current state of bridges on the </w:t>
      </w:r>
      <w:proofErr w:type="spellStart"/>
      <w:r w:rsidRPr="00C174B3">
        <w:rPr>
          <w:rFonts w:ascii="Arial" w:hAnsi="Arial" w:cs="Arial"/>
          <w:sz w:val="20"/>
          <w:szCs w:val="20"/>
        </w:rPr>
        <w:t>Vrbnica</w:t>
      </w:r>
      <w:proofErr w:type="spellEnd"/>
      <w:r w:rsidRPr="00C174B3">
        <w:rPr>
          <w:rFonts w:ascii="Arial" w:hAnsi="Arial" w:cs="Arial"/>
          <w:sz w:val="20"/>
          <w:szCs w:val="20"/>
        </w:rPr>
        <w:t xml:space="preserve">-Bar railway </w:t>
      </w:r>
      <w:proofErr w:type="spellStart"/>
      <w:r w:rsidRPr="00C174B3">
        <w:rPr>
          <w:rFonts w:ascii="Arial" w:hAnsi="Arial" w:cs="Arial"/>
          <w:sz w:val="20"/>
          <w:szCs w:val="20"/>
        </w:rPr>
        <w:t>line",while</w:t>
      </w:r>
      <w:proofErr w:type="spellEnd"/>
      <w:r w:rsidRPr="00C174B3">
        <w:rPr>
          <w:rFonts w:ascii="Arial" w:hAnsi="Arial" w:cs="Arial"/>
          <w:sz w:val="20"/>
          <w:szCs w:val="20"/>
        </w:rPr>
        <w:t xml:space="preserve"> the certain differences in dimensions as well as missing dimensions are shown in appendix of this Report, </w:t>
      </w:r>
    </w:p>
    <w:p w:rsidR="00C174B3" w:rsidRPr="00C174B3" w:rsidRDefault="00C174B3" w:rsidP="00C174B3">
      <w:pPr>
        <w:widowControl/>
        <w:spacing w:after="60" w:line="270" w:lineRule="atLeast"/>
        <w:jc w:val="both"/>
        <w:rPr>
          <w:rFonts w:ascii="Arial" w:hAnsi="Arial" w:cs="Arial"/>
          <w:sz w:val="20"/>
          <w:szCs w:val="20"/>
        </w:rPr>
      </w:pPr>
      <w:r w:rsidRPr="00C174B3">
        <w:rPr>
          <w:rFonts w:ascii="Arial" w:hAnsi="Arial" w:cs="Arial"/>
          <w:sz w:val="20"/>
          <w:szCs w:val="20"/>
        </w:rPr>
        <w:t xml:space="preserve">Railway track on the bridge is in curve and carried out in continuous welded rail (CWR). Lots of sleepers are worn-out and rotten. On lot of </w:t>
      </w:r>
      <w:proofErr w:type="spellStart"/>
      <w:r w:rsidRPr="00C174B3">
        <w:rPr>
          <w:rFonts w:ascii="Arial" w:hAnsi="Arial" w:cs="Arial"/>
          <w:sz w:val="20"/>
          <w:szCs w:val="20"/>
        </w:rPr>
        <w:t>places</w:t>
      </w:r>
      <w:proofErr w:type="gramStart"/>
      <w:r w:rsidRPr="00C174B3">
        <w:rPr>
          <w:rFonts w:ascii="Arial" w:hAnsi="Arial" w:cs="Arial"/>
          <w:sz w:val="20"/>
          <w:szCs w:val="20"/>
        </w:rPr>
        <w:t>,too,rail</w:t>
      </w:r>
      <w:proofErr w:type="spellEnd"/>
      <w:proofErr w:type="gramEnd"/>
      <w:r w:rsidRPr="00C174B3">
        <w:rPr>
          <w:rFonts w:ascii="Arial" w:hAnsi="Arial" w:cs="Arial"/>
          <w:sz w:val="20"/>
          <w:szCs w:val="20"/>
        </w:rPr>
        <w:t xml:space="preserve"> fastening is loose and there is only one safety rail (next to right main rail – inner side of the curve. There is increased dispersal of ballast from the </w:t>
      </w:r>
      <w:proofErr w:type="spellStart"/>
      <w:r w:rsidRPr="00C174B3">
        <w:rPr>
          <w:rFonts w:ascii="Arial" w:hAnsi="Arial" w:cs="Arial"/>
          <w:sz w:val="20"/>
          <w:szCs w:val="20"/>
        </w:rPr>
        <w:t>bridge</w:t>
      </w:r>
      <w:proofErr w:type="gramStart"/>
      <w:r w:rsidRPr="00C174B3">
        <w:rPr>
          <w:rFonts w:ascii="Arial" w:hAnsi="Arial" w:cs="Arial"/>
          <w:sz w:val="20"/>
          <w:szCs w:val="20"/>
        </w:rPr>
        <w:t>,on</w:t>
      </w:r>
      <w:proofErr w:type="spellEnd"/>
      <w:proofErr w:type="gramEnd"/>
      <w:r w:rsidRPr="00C174B3">
        <w:rPr>
          <w:rFonts w:ascii="Arial" w:hAnsi="Arial" w:cs="Arial"/>
          <w:sz w:val="20"/>
          <w:szCs w:val="20"/>
        </w:rPr>
        <w:t xml:space="preserve"> the both </w:t>
      </w:r>
      <w:proofErr w:type="spellStart"/>
      <w:r w:rsidRPr="00C174B3">
        <w:rPr>
          <w:rFonts w:ascii="Arial" w:hAnsi="Arial" w:cs="Arial"/>
          <w:sz w:val="20"/>
          <w:szCs w:val="20"/>
        </w:rPr>
        <w:t>sides,especially</w:t>
      </w:r>
      <w:proofErr w:type="spellEnd"/>
      <w:r w:rsidRPr="00C174B3">
        <w:rPr>
          <w:rFonts w:ascii="Arial" w:hAnsi="Arial" w:cs="Arial"/>
          <w:sz w:val="20"/>
          <w:szCs w:val="20"/>
        </w:rPr>
        <w:t xml:space="preserve"> on the left side which threatens the safety of the people and traffic beneath the bridge (bridge is located in inhabited place – touristic town of </w:t>
      </w:r>
      <w:proofErr w:type="spellStart"/>
      <w:r w:rsidRPr="00C174B3">
        <w:rPr>
          <w:rFonts w:ascii="Arial" w:hAnsi="Arial" w:cs="Arial"/>
          <w:sz w:val="20"/>
          <w:szCs w:val="20"/>
        </w:rPr>
        <w:t>Sutomore</w:t>
      </w:r>
      <w:proofErr w:type="spellEnd"/>
      <w:r w:rsidRPr="00C174B3">
        <w:rPr>
          <w:rFonts w:ascii="Arial" w:hAnsi="Arial" w:cs="Arial"/>
          <w:sz w:val="20"/>
          <w:szCs w:val="20"/>
        </w:rPr>
        <w:t>).</w:t>
      </w:r>
    </w:p>
    <w:p w:rsidR="00C174B3" w:rsidRPr="00C174B3" w:rsidRDefault="00C174B3" w:rsidP="00C174B3">
      <w:pPr>
        <w:pStyle w:val="ListParagraph"/>
        <w:spacing w:after="120"/>
        <w:jc w:val="both"/>
        <w:rPr>
          <w:rFonts w:ascii="Arial" w:hAnsi="Arial" w:cs="Arial"/>
          <w:sz w:val="20"/>
          <w:szCs w:val="20"/>
        </w:rPr>
      </w:pPr>
      <w:r w:rsidRPr="00C174B3">
        <w:rPr>
          <w:rFonts w:ascii="Arial" w:hAnsi="Arial" w:cs="Arial"/>
          <w:sz w:val="20"/>
          <w:szCs w:val="20"/>
        </w:rPr>
        <w:t>It’s necessary to replace all worn-out and rotten sleepers and to fasten all rail fastenings. One more safety rail (next to left main rail) must be installed and proper connection to the sleepers of existing one (right safety rail) should be executed. Install the protective barriers on the sidewalk railings to prevent the dispersal of ballast from the bridge.</w:t>
      </w:r>
    </w:p>
    <w:p w:rsidR="00C174B3" w:rsidRPr="00C174B3" w:rsidRDefault="00C174B3" w:rsidP="00C174B3">
      <w:pPr>
        <w:widowControl/>
        <w:spacing w:after="120" w:line="270" w:lineRule="atLeast"/>
        <w:jc w:val="both"/>
        <w:rPr>
          <w:rFonts w:ascii="Arial" w:hAnsi="Arial" w:cs="Arial"/>
          <w:sz w:val="20"/>
          <w:szCs w:val="20"/>
        </w:rPr>
      </w:pPr>
      <w:r w:rsidRPr="00C174B3">
        <w:rPr>
          <w:rFonts w:ascii="Arial" w:hAnsi="Arial" w:cs="Arial"/>
          <w:sz w:val="20"/>
          <w:szCs w:val="20"/>
        </w:rPr>
        <w:t>Damages that could reduce the capacity and stability of the bridge structure were not found during the detailed visual inspection of the bridge.</w:t>
      </w:r>
    </w:p>
    <w:p w:rsidR="00C174B3" w:rsidRPr="00C174B3" w:rsidRDefault="00C174B3" w:rsidP="00C174B3">
      <w:pPr>
        <w:widowControl/>
        <w:spacing w:after="20" w:line="270" w:lineRule="atLeast"/>
        <w:jc w:val="both"/>
        <w:rPr>
          <w:rFonts w:ascii="Arial" w:hAnsi="Arial" w:cs="Arial"/>
          <w:sz w:val="20"/>
          <w:szCs w:val="20"/>
        </w:rPr>
      </w:pPr>
      <w:bookmarkStart w:id="20" w:name="_Toc406409725"/>
      <w:bookmarkStart w:id="21" w:name="_Toc424562595"/>
      <w:bookmarkStart w:id="22" w:name="_Toc425423159"/>
      <w:r w:rsidRPr="00C174B3">
        <w:rPr>
          <w:rFonts w:ascii="Arial" w:hAnsi="Arial" w:cs="Arial"/>
          <w:sz w:val="20"/>
          <w:szCs w:val="20"/>
        </w:rPr>
        <w:t>The observed damages and deficiencies of the structure which negatively affect the durability and functionality of the structure are the following:</w:t>
      </w:r>
    </w:p>
    <w:p w:rsidR="00C174B3" w:rsidRPr="00C174B3" w:rsidRDefault="00C174B3" w:rsidP="00C174B3">
      <w:pPr>
        <w:pStyle w:val="ListParagraph"/>
        <w:widowControl/>
        <w:numPr>
          <w:ilvl w:val="0"/>
          <w:numId w:val="26"/>
        </w:numPr>
        <w:spacing w:line="270" w:lineRule="atLeast"/>
        <w:ind w:left="851"/>
        <w:contextualSpacing/>
        <w:jc w:val="both"/>
        <w:rPr>
          <w:rFonts w:ascii="Arial" w:hAnsi="Arial" w:cs="Arial"/>
          <w:sz w:val="20"/>
          <w:szCs w:val="20"/>
        </w:rPr>
      </w:pPr>
      <w:r w:rsidRPr="00C174B3">
        <w:rPr>
          <w:rFonts w:ascii="Arial" w:hAnsi="Arial" w:cs="Arial"/>
          <w:sz w:val="20"/>
          <w:szCs w:val="20"/>
        </w:rPr>
        <w:t xml:space="preserve">because of damaged </w:t>
      </w:r>
      <w:proofErr w:type="spellStart"/>
      <w:r w:rsidRPr="00C174B3">
        <w:rPr>
          <w:rFonts w:ascii="Arial" w:hAnsi="Arial" w:cs="Arial"/>
          <w:sz w:val="20"/>
          <w:szCs w:val="20"/>
        </w:rPr>
        <w:t>waterproofing,water</w:t>
      </w:r>
      <w:proofErr w:type="spellEnd"/>
      <w:r w:rsidRPr="00C174B3">
        <w:rPr>
          <w:rFonts w:ascii="Arial" w:hAnsi="Arial" w:cs="Arial"/>
          <w:sz w:val="20"/>
          <w:szCs w:val="20"/>
        </w:rPr>
        <w:t xml:space="preserve"> penetrates through all support zones of arched </w:t>
      </w:r>
      <w:proofErr w:type="spellStart"/>
      <w:r w:rsidRPr="00C174B3">
        <w:rPr>
          <w:rFonts w:ascii="Arial" w:hAnsi="Arial" w:cs="Arial"/>
          <w:sz w:val="20"/>
          <w:szCs w:val="20"/>
        </w:rPr>
        <w:t>slabs,concrete</w:t>
      </w:r>
      <w:proofErr w:type="spellEnd"/>
      <w:r w:rsidRPr="00C174B3">
        <w:rPr>
          <w:rFonts w:ascii="Arial" w:hAnsi="Arial" w:cs="Arial"/>
          <w:sz w:val="20"/>
          <w:szCs w:val="20"/>
        </w:rPr>
        <w:t xml:space="preserve"> continuing zones of arched </w:t>
      </w:r>
      <w:proofErr w:type="spellStart"/>
      <w:r w:rsidRPr="00C174B3">
        <w:rPr>
          <w:rFonts w:ascii="Arial" w:hAnsi="Arial" w:cs="Arial"/>
          <w:sz w:val="20"/>
          <w:szCs w:val="20"/>
        </w:rPr>
        <w:t>slabs,through</w:t>
      </w:r>
      <w:proofErr w:type="spellEnd"/>
      <w:r w:rsidRPr="00C174B3">
        <w:rPr>
          <w:rFonts w:ascii="Arial" w:hAnsi="Arial" w:cs="Arial"/>
          <w:sz w:val="20"/>
          <w:szCs w:val="20"/>
        </w:rPr>
        <w:t xml:space="preserve"> concrete of the arched slabs itself, in the connection zones between arched slabs and side vertical </w:t>
      </w:r>
      <w:proofErr w:type="spellStart"/>
      <w:r w:rsidRPr="00C174B3">
        <w:rPr>
          <w:rFonts w:ascii="Arial" w:hAnsi="Arial" w:cs="Arial"/>
          <w:sz w:val="20"/>
          <w:szCs w:val="20"/>
        </w:rPr>
        <w:t>walls,in</w:t>
      </w:r>
      <w:proofErr w:type="spellEnd"/>
      <w:r w:rsidRPr="00C174B3">
        <w:rPr>
          <w:rFonts w:ascii="Arial" w:hAnsi="Arial" w:cs="Arial"/>
          <w:sz w:val="20"/>
          <w:szCs w:val="20"/>
        </w:rPr>
        <w:t xml:space="preserve"> connection zones between side vertical walls over the piers as well as through the concrete of the piers itself,</w:t>
      </w:r>
    </w:p>
    <w:p w:rsidR="00C174B3" w:rsidRPr="00C174B3" w:rsidRDefault="00C174B3" w:rsidP="00C174B3">
      <w:pPr>
        <w:pStyle w:val="ListParagraph"/>
        <w:widowControl/>
        <w:numPr>
          <w:ilvl w:val="0"/>
          <w:numId w:val="26"/>
        </w:numPr>
        <w:spacing w:line="270" w:lineRule="atLeast"/>
        <w:ind w:left="851"/>
        <w:contextualSpacing/>
        <w:jc w:val="both"/>
        <w:rPr>
          <w:rFonts w:ascii="Arial" w:hAnsi="Arial" w:cs="Arial"/>
          <w:sz w:val="20"/>
          <w:szCs w:val="20"/>
        </w:rPr>
      </w:pPr>
      <w:r w:rsidRPr="00C174B3">
        <w:rPr>
          <w:rFonts w:ascii="Arial" w:hAnsi="Arial" w:cs="Arial"/>
          <w:sz w:val="20"/>
          <w:szCs w:val="20"/>
        </w:rPr>
        <w:t>zones of increased concrete segregations of the arched slabs in all spans,</w:t>
      </w:r>
    </w:p>
    <w:p w:rsidR="00C174B3" w:rsidRPr="00C174B3" w:rsidRDefault="00C174B3" w:rsidP="00C174B3">
      <w:pPr>
        <w:pStyle w:val="ListParagraph"/>
        <w:widowControl/>
        <w:numPr>
          <w:ilvl w:val="0"/>
          <w:numId w:val="26"/>
        </w:numPr>
        <w:spacing w:line="270" w:lineRule="atLeast"/>
        <w:ind w:left="851"/>
        <w:contextualSpacing/>
        <w:jc w:val="both"/>
        <w:rPr>
          <w:rFonts w:ascii="Arial" w:hAnsi="Arial" w:cs="Arial"/>
          <w:sz w:val="20"/>
          <w:szCs w:val="20"/>
        </w:rPr>
      </w:pPr>
      <w:r w:rsidRPr="00C174B3">
        <w:rPr>
          <w:rFonts w:ascii="Arial" w:hAnsi="Arial" w:cs="Arial"/>
          <w:sz w:val="20"/>
          <w:szCs w:val="20"/>
        </w:rPr>
        <w:t xml:space="preserve">short anchor bolts in the upper zone of connection of overhead contact line (OCL) column in the span S3-S4 which can result in unscrewing of bolts and by </w:t>
      </w:r>
      <w:proofErr w:type="spellStart"/>
      <w:r w:rsidRPr="00C174B3">
        <w:rPr>
          <w:rFonts w:ascii="Arial" w:hAnsi="Arial" w:cs="Arial"/>
          <w:sz w:val="20"/>
          <w:szCs w:val="20"/>
        </w:rPr>
        <w:t>that,stability</w:t>
      </w:r>
      <w:proofErr w:type="spellEnd"/>
      <w:r w:rsidRPr="00C174B3">
        <w:rPr>
          <w:rFonts w:ascii="Arial" w:hAnsi="Arial" w:cs="Arial"/>
          <w:sz w:val="20"/>
          <w:szCs w:val="20"/>
        </w:rPr>
        <w:t xml:space="preserve"> of column could be threatened,</w:t>
      </w:r>
    </w:p>
    <w:p w:rsidR="00C174B3" w:rsidRPr="00C174B3" w:rsidRDefault="00C174B3" w:rsidP="00C174B3">
      <w:pPr>
        <w:pStyle w:val="ListParagraph"/>
        <w:widowControl/>
        <w:numPr>
          <w:ilvl w:val="0"/>
          <w:numId w:val="26"/>
        </w:numPr>
        <w:spacing w:line="270" w:lineRule="atLeast"/>
        <w:ind w:left="851"/>
        <w:contextualSpacing/>
        <w:jc w:val="both"/>
        <w:rPr>
          <w:rFonts w:ascii="Arial" w:hAnsi="Arial" w:cs="Arial"/>
          <w:sz w:val="20"/>
          <w:szCs w:val="20"/>
        </w:rPr>
      </w:pPr>
      <w:r w:rsidRPr="00C174B3">
        <w:rPr>
          <w:rFonts w:ascii="Arial" w:hAnsi="Arial" w:cs="Arial"/>
          <w:sz w:val="20"/>
          <w:szCs w:val="20"/>
        </w:rPr>
        <w:t>damages and missing elements of the sidewalk railings,</w:t>
      </w:r>
    </w:p>
    <w:p w:rsidR="00C174B3" w:rsidRPr="00C174B3" w:rsidRDefault="00C174B3" w:rsidP="00C174B3">
      <w:pPr>
        <w:pStyle w:val="ListParagraph"/>
        <w:widowControl/>
        <w:numPr>
          <w:ilvl w:val="0"/>
          <w:numId w:val="26"/>
        </w:numPr>
        <w:spacing w:line="270" w:lineRule="atLeast"/>
        <w:ind w:left="851"/>
        <w:contextualSpacing/>
        <w:jc w:val="both"/>
        <w:rPr>
          <w:rFonts w:ascii="Arial" w:hAnsi="Arial" w:cs="Arial"/>
          <w:sz w:val="20"/>
          <w:szCs w:val="20"/>
        </w:rPr>
      </w:pPr>
      <w:r w:rsidRPr="00C174B3">
        <w:rPr>
          <w:rFonts w:ascii="Arial" w:hAnsi="Arial" w:cs="Arial"/>
          <w:sz w:val="20"/>
          <w:szCs w:val="20"/>
        </w:rPr>
        <w:lastRenderedPageBreak/>
        <w:t>surface degradation of concrete of both sidewalk fasciae,</w:t>
      </w:r>
    </w:p>
    <w:p w:rsidR="00C174B3" w:rsidRPr="00C174B3" w:rsidRDefault="00C174B3" w:rsidP="00C174B3">
      <w:pPr>
        <w:pStyle w:val="ListParagraph"/>
        <w:widowControl/>
        <w:numPr>
          <w:ilvl w:val="0"/>
          <w:numId w:val="26"/>
        </w:numPr>
        <w:spacing w:line="270" w:lineRule="atLeast"/>
        <w:ind w:left="851"/>
        <w:contextualSpacing/>
        <w:jc w:val="both"/>
        <w:rPr>
          <w:rFonts w:ascii="Arial" w:hAnsi="Arial" w:cs="Arial"/>
          <w:sz w:val="20"/>
          <w:szCs w:val="20"/>
        </w:rPr>
      </w:pPr>
      <w:proofErr w:type="gramStart"/>
      <w:r w:rsidRPr="00C174B3">
        <w:rPr>
          <w:rFonts w:ascii="Arial" w:hAnsi="Arial" w:cs="Arial"/>
          <w:b/>
          <w:sz w:val="20"/>
          <w:szCs w:val="20"/>
        </w:rPr>
        <w:t>missing</w:t>
      </w:r>
      <w:proofErr w:type="gramEnd"/>
      <w:r w:rsidRPr="00C174B3">
        <w:rPr>
          <w:rFonts w:ascii="Arial" w:hAnsi="Arial" w:cs="Arial"/>
          <w:b/>
          <w:sz w:val="20"/>
          <w:szCs w:val="20"/>
        </w:rPr>
        <w:t xml:space="preserve"> of protective barriers to prevent the ballast dispersal from the bridge which threatens the safety of the people and traffic beneath the bridge (bridge is located in inhabited place – touristic town of </w:t>
      </w:r>
      <w:proofErr w:type="spellStart"/>
      <w:r w:rsidRPr="00C174B3">
        <w:rPr>
          <w:rFonts w:ascii="Arial" w:hAnsi="Arial" w:cs="Arial"/>
          <w:b/>
          <w:sz w:val="20"/>
          <w:szCs w:val="20"/>
        </w:rPr>
        <w:t>Sutomore</w:t>
      </w:r>
      <w:proofErr w:type="spellEnd"/>
      <w:r w:rsidRPr="00C174B3">
        <w:rPr>
          <w:rFonts w:ascii="Arial" w:hAnsi="Arial" w:cs="Arial"/>
          <w:b/>
          <w:sz w:val="20"/>
          <w:szCs w:val="20"/>
        </w:rPr>
        <w:t xml:space="preserve">).  </w:t>
      </w:r>
      <w:r w:rsidRPr="00C174B3">
        <w:rPr>
          <w:rFonts w:ascii="Arial" w:hAnsi="Arial" w:cs="Arial"/>
          <w:sz w:val="20"/>
          <w:szCs w:val="20"/>
        </w:rPr>
        <w:t xml:space="preserve">   </w:t>
      </w:r>
    </w:p>
    <w:p w:rsidR="00C174B3" w:rsidRPr="00C174B3" w:rsidRDefault="00C174B3" w:rsidP="00C174B3">
      <w:pPr>
        <w:pStyle w:val="Heading2"/>
        <w:spacing w:after="280"/>
        <w:ind w:left="0" w:firstLine="0"/>
        <w:rPr>
          <w:rFonts w:cs="Arial"/>
          <w:sz w:val="20"/>
          <w:szCs w:val="20"/>
        </w:rPr>
      </w:pPr>
      <w:bookmarkStart w:id="23" w:name="_Toc427688384"/>
    </w:p>
    <w:p w:rsidR="00C174B3" w:rsidRPr="00C174B3" w:rsidRDefault="00C174B3" w:rsidP="00C174B3">
      <w:pPr>
        <w:pStyle w:val="Heading2"/>
        <w:spacing w:after="120"/>
        <w:ind w:left="0" w:firstLine="0"/>
        <w:rPr>
          <w:rFonts w:cs="Arial"/>
          <w:color w:val="FF0000"/>
          <w:sz w:val="20"/>
          <w:szCs w:val="20"/>
        </w:rPr>
      </w:pPr>
      <w:r w:rsidRPr="00C174B3">
        <w:rPr>
          <w:rFonts w:cs="Arial"/>
          <w:sz w:val="20"/>
          <w:szCs w:val="20"/>
        </w:rPr>
        <w:t>Proposed measures</w:t>
      </w:r>
      <w:bookmarkEnd w:id="20"/>
      <w:bookmarkEnd w:id="21"/>
      <w:r w:rsidRPr="00C174B3">
        <w:rPr>
          <w:rFonts w:cs="Arial"/>
          <w:sz w:val="20"/>
          <w:szCs w:val="20"/>
          <w:lang w:val="en"/>
        </w:rPr>
        <w:t xml:space="preserve"> </w:t>
      </w:r>
      <w:r w:rsidRPr="00C174B3">
        <w:rPr>
          <w:rStyle w:val="hps"/>
          <w:rFonts w:cs="Arial"/>
          <w:sz w:val="20"/>
          <w:szCs w:val="20"/>
          <w:lang w:val="en"/>
        </w:rPr>
        <w:t>from the aspect</w:t>
      </w:r>
      <w:r w:rsidRPr="00C174B3">
        <w:rPr>
          <w:rFonts w:cs="Arial"/>
          <w:sz w:val="20"/>
          <w:szCs w:val="20"/>
          <w:lang w:val="en"/>
        </w:rPr>
        <w:t xml:space="preserve"> </w:t>
      </w:r>
      <w:r w:rsidRPr="00C174B3">
        <w:rPr>
          <w:rStyle w:val="hps"/>
          <w:rFonts w:cs="Arial"/>
          <w:sz w:val="20"/>
          <w:szCs w:val="20"/>
          <w:lang w:val="en"/>
        </w:rPr>
        <w:t>of the bridge structure durability and</w:t>
      </w:r>
      <w:r w:rsidRPr="00C174B3">
        <w:rPr>
          <w:rFonts w:cs="Arial"/>
          <w:sz w:val="20"/>
          <w:szCs w:val="20"/>
          <w:lang w:val="en"/>
        </w:rPr>
        <w:t xml:space="preserve"> </w:t>
      </w:r>
      <w:r w:rsidRPr="00C174B3">
        <w:rPr>
          <w:rStyle w:val="hps"/>
          <w:rFonts w:cs="Arial"/>
          <w:sz w:val="20"/>
          <w:szCs w:val="20"/>
          <w:lang w:val="en"/>
        </w:rPr>
        <w:t>functionality</w:t>
      </w:r>
      <w:bookmarkEnd w:id="22"/>
      <w:bookmarkEnd w:id="23"/>
    </w:p>
    <w:p w:rsidR="00C174B3" w:rsidRPr="00C174B3" w:rsidRDefault="00C174B3" w:rsidP="00C174B3">
      <w:pPr>
        <w:pStyle w:val="ListParagraph"/>
        <w:widowControl/>
        <w:numPr>
          <w:ilvl w:val="0"/>
          <w:numId w:val="24"/>
        </w:numPr>
        <w:tabs>
          <w:tab w:val="left" w:pos="851"/>
        </w:tabs>
        <w:spacing w:before="60" w:after="60" w:line="270" w:lineRule="atLeast"/>
        <w:ind w:left="851"/>
        <w:contextualSpacing/>
        <w:jc w:val="both"/>
        <w:rPr>
          <w:rFonts w:ascii="Arial" w:hAnsi="Arial" w:cs="Arial"/>
          <w:sz w:val="20"/>
          <w:szCs w:val="20"/>
        </w:rPr>
      </w:pPr>
      <w:proofErr w:type="gramStart"/>
      <w:r w:rsidRPr="00C174B3">
        <w:rPr>
          <w:rFonts w:ascii="Arial" w:hAnsi="Arial" w:cs="Arial"/>
          <w:sz w:val="20"/>
          <w:szCs w:val="20"/>
        </w:rPr>
        <w:t>rehabilitation</w:t>
      </w:r>
      <w:proofErr w:type="gramEnd"/>
      <w:r w:rsidRPr="00C174B3">
        <w:rPr>
          <w:rFonts w:ascii="Arial" w:hAnsi="Arial" w:cs="Arial"/>
          <w:sz w:val="20"/>
          <w:szCs w:val="20"/>
        </w:rPr>
        <w:t xml:space="preserve"> of the bridge drainage system with replacement of damaged waterproofing to prevent water penetration underneath the slabs used for water acceptance from the railway track superstructure. After completion of rehabilitation of drainage system and waterproofing as well as dewatering of trapped water, perform concrete rehabilitation in the zones of all joints where during inspection water penetration and damages have been observed and provide impermeability of water on all joints above slabs for water acceptance,</w:t>
      </w:r>
    </w:p>
    <w:p w:rsidR="00C174B3" w:rsidRPr="00C174B3" w:rsidRDefault="00C174B3" w:rsidP="00C174B3">
      <w:pPr>
        <w:pStyle w:val="ListParagraph"/>
        <w:widowControl/>
        <w:numPr>
          <w:ilvl w:val="0"/>
          <w:numId w:val="24"/>
        </w:numPr>
        <w:tabs>
          <w:tab w:val="left" w:pos="851"/>
        </w:tabs>
        <w:spacing w:before="60" w:after="60" w:line="270" w:lineRule="atLeast"/>
        <w:ind w:left="851"/>
        <w:contextualSpacing/>
        <w:jc w:val="both"/>
        <w:rPr>
          <w:rFonts w:ascii="Arial" w:hAnsi="Arial" w:cs="Arial"/>
          <w:sz w:val="20"/>
          <w:szCs w:val="20"/>
        </w:rPr>
      </w:pPr>
      <w:r w:rsidRPr="00C174B3">
        <w:rPr>
          <w:rFonts w:ascii="Arial" w:hAnsi="Arial" w:cs="Arial"/>
          <w:sz w:val="20"/>
          <w:szCs w:val="20"/>
        </w:rPr>
        <w:t xml:space="preserve">installation of adequate length anchor bolts in the upper zone of connection of OCL column in the span S3-S4, </w:t>
      </w:r>
    </w:p>
    <w:p w:rsidR="00C174B3" w:rsidRPr="00C174B3" w:rsidRDefault="00C174B3" w:rsidP="00C174B3">
      <w:pPr>
        <w:pStyle w:val="ListParagraph"/>
        <w:widowControl/>
        <w:numPr>
          <w:ilvl w:val="0"/>
          <w:numId w:val="24"/>
        </w:numPr>
        <w:tabs>
          <w:tab w:val="left" w:pos="851"/>
        </w:tabs>
        <w:spacing w:before="60" w:after="60" w:line="270" w:lineRule="atLeast"/>
        <w:ind w:left="851"/>
        <w:contextualSpacing/>
        <w:jc w:val="both"/>
        <w:rPr>
          <w:rFonts w:ascii="Arial" w:hAnsi="Arial" w:cs="Arial"/>
          <w:sz w:val="20"/>
          <w:szCs w:val="20"/>
        </w:rPr>
      </w:pPr>
      <w:r w:rsidRPr="00C174B3">
        <w:rPr>
          <w:rFonts w:ascii="Arial" w:hAnsi="Arial" w:cs="Arial"/>
          <w:sz w:val="20"/>
          <w:szCs w:val="20"/>
        </w:rPr>
        <w:t>rehabilitation of existing damaged ones as well as installation of missing sidewalk railing elements,</w:t>
      </w:r>
    </w:p>
    <w:p w:rsidR="00C174B3" w:rsidRPr="00C174B3" w:rsidRDefault="00C174B3" w:rsidP="00C174B3">
      <w:pPr>
        <w:pStyle w:val="ListParagraph"/>
        <w:widowControl/>
        <w:numPr>
          <w:ilvl w:val="0"/>
          <w:numId w:val="24"/>
        </w:numPr>
        <w:tabs>
          <w:tab w:val="left" w:pos="851"/>
        </w:tabs>
        <w:spacing w:before="60" w:after="60" w:line="270" w:lineRule="atLeast"/>
        <w:ind w:left="851"/>
        <w:contextualSpacing/>
        <w:jc w:val="both"/>
        <w:rPr>
          <w:rFonts w:ascii="Arial" w:hAnsi="Arial" w:cs="Arial"/>
          <w:sz w:val="20"/>
          <w:szCs w:val="20"/>
        </w:rPr>
      </w:pPr>
      <w:r w:rsidRPr="00C174B3">
        <w:rPr>
          <w:rFonts w:ascii="Arial" w:hAnsi="Arial" w:cs="Arial"/>
          <w:sz w:val="20"/>
          <w:szCs w:val="20"/>
        </w:rPr>
        <w:t>rehabilitation of concrete of both sidewalk fasciae,</w:t>
      </w:r>
    </w:p>
    <w:p w:rsidR="00C174B3" w:rsidRPr="00C174B3" w:rsidRDefault="00C174B3" w:rsidP="00C174B3">
      <w:pPr>
        <w:pStyle w:val="ListParagraph"/>
        <w:widowControl/>
        <w:numPr>
          <w:ilvl w:val="0"/>
          <w:numId w:val="24"/>
        </w:numPr>
        <w:tabs>
          <w:tab w:val="left" w:pos="851"/>
        </w:tabs>
        <w:spacing w:before="60" w:after="60" w:line="270" w:lineRule="atLeast"/>
        <w:ind w:left="851"/>
        <w:contextualSpacing/>
        <w:jc w:val="both"/>
        <w:rPr>
          <w:rFonts w:ascii="Arial" w:hAnsi="Arial" w:cs="Arial"/>
          <w:b/>
          <w:sz w:val="20"/>
          <w:szCs w:val="20"/>
        </w:rPr>
      </w:pPr>
      <w:proofErr w:type="gramStart"/>
      <w:r w:rsidRPr="00C174B3">
        <w:rPr>
          <w:rFonts w:ascii="Arial" w:hAnsi="Arial" w:cs="Arial"/>
          <w:b/>
          <w:sz w:val="20"/>
          <w:szCs w:val="20"/>
        </w:rPr>
        <w:t>installation</w:t>
      </w:r>
      <w:proofErr w:type="gramEnd"/>
      <w:r w:rsidRPr="00C174B3">
        <w:rPr>
          <w:rFonts w:ascii="Arial" w:hAnsi="Arial" w:cs="Arial"/>
          <w:b/>
          <w:sz w:val="20"/>
          <w:szCs w:val="20"/>
        </w:rPr>
        <w:t xml:space="preserve"> of protective barriers to prevent ballast dispersal from the bridge.</w:t>
      </w:r>
      <w:r w:rsidRPr="00C174B3">
        <w:rPr>
          <w:rFonts w:ascii="Arial" w:hAnsi="Arial" w:cs="Arial"/>
          <w:sz w:val="20"/>
          <w:szCs w:val="20"/>
        </w:rPr>
        <w:t xml:space="preserve">  </w:t>
      </w:r>
    </w:p>
    <w:p w:rsidR="00C174B3" w:rsidRPr="00C174B3" w:rsidRDefault="00C174B3" w:rsidP="00C174B3">
      <w:pPr>
        <w:pStyle w:val="BodyText"/>
        <w:ind w:left="709"/>
        <w:jc w:val="both"/>
        <w:rPr>
          <w:rFonts w:cs="Arial"/>
        </w:rPr>
      </w:pPr>
    </w:p>
    <w:p w:rsidR="00C174B3" w:rsidRPr="00C174B3" w:rsidRDefault="00C174B3">
      <w:pPr>
        <w:spacing w:before="9"/>
        <w:rPr>
          <w:rFonts w:ascii="Arial" w:hAnsi="Arial" w:cs="Arial"/>
          <w:sz w:val="20"/>
          <w:szCs w:val="20"/>
        </w:rPr>
      </w:pPr>
    </w:p>
    <w:p w:rsidR="00C174B3" w:rsidRPr="00C174B3" w:rsidRDefault="00C174B3" w:rsidP="00C174B3">
      <w:pPr>
        <w:spacing w:before="9" w:after="120"/>
        <w:rPr>
          <w:rFonts w:ascii="Arial" w:eastAsia="Arial" w:hAnsi="Arial" w:cs="Arial"/>
          <w:b/>
          <w:bCs/>
          <w:sz w:val="20"/>
          <w:szCs w:val="20"/>
        </w:rPr>
      </w:pPr>
      <w:r w:rsidRPr="00C174B3">
        <w:rPr>
          <w:rFonts w:ascii="Arial" w:eastAsia="Arial" w:hAnsi="Arial" w:cs="Arial"/>
          <w:b/>
          <w:bCs/>
          <w:sz w:val="20"/>
          <w:szCs w:val="20"/>
        </w:rPr>
        <w:t>Urgent measures on the bridge construction</w:t>
      </w:r>
    </w:p>
    <w:p w:rsidR="00C174B3" w:rsidRPr="00C174B3" w:rsidRDefault="00C174B3" w:rsidP="00C174B3">
      <w:pPr>
        <w:spacing w:before="9" w:line="276" w:lineRule="auto"/>
        <w:rPr>
          <w:rFonts w:ascii="Arial" w:eastAsia="Arial" w:hAnsi="Arial" w:cs="Arial"/>
          <w:sz w:val="20"/>
          <w:szCs w:val="20"/>
        </w:rPr>
      </w:pPr>
      <w:r w:rsidRPr="00C174B3">
        <w:rPr>
          <w:rFonts w:ascii="Arial" w:hAnsi="Arial" w:cs="Arial"/>
          <w:sz w:val="20"/>
          <w:szCs w:val="20"/>
        </w:rPr>
        <w:t xml:space="preserve">Due to increased ballast dispersal from the bridge which threatens the safety of the people and traffic beneath the bridge (bridge is located in inhabited place – touristic town of </w:t>
      </w:r>
      <w:proofErr w:type="spellStart"/>
      <w:r w:rsidRPr="00C174B3">
        <w:rPr>
          <w:rFonts w:ascii="Arial" w:hAnsi="Arial" w:cs="Arial"/>
          <w:sz w:val="20"/>
          <w:szCs w:val="20"/>
        </w:rPr>
        <w:t>Sutomore</w:t>
      </w:r>
      <w:proofErr w:type="spellEnd"/>
      <w:r w:rsidRPr="00C174B3">
        <w:rPr>
          <w:rFonts w:ascii="Arial" w:hAnsi="Arial" w:cs="Arial"/>
          <w:sz w:val="20"/>
          <w:szCs w:val="20"/>
        </w:rPr>
        <w:t xml:space="preserve">) it’s necessary to install protective barriers on the both sidewalk </w:t>
      </w:r>
      <w:proofErr w:type="spellStart"/>
      <w:r w:rsidRPr="00C174B3">
        <w:rPr>
          <w:rFonts w:ascii="Arial" w:hAnsi="Arial" w:cs="Arial"/>
          <w:sz w:val="20"/>
          <w:szCs w:val="20"/>
        </w:rPr>
        <w:t>railings</w:t>
      </w:r>
      <w:proofErr w:type="gramStart"/>
      <w:r w:rsidRPr="00C174B3">
        <w:rPr>
          <w:rFonts w:ascii="Arial" w:hAnsi="Arial" w:cs="Arial"/>
          <w:sz w:val="20"/>
          <w:szCs w:val="20"/>
        </w:rPr>
        <w:t>,on</w:t>
      </w:r>
      <w:proofErr w:type="spellEnd"/>
      <w:proofErr w:type="gramEnd"/>
      <w:r w:rsidRPr="00C174B3">
        <w:rPr>
          <w:rFonts w:ascii="Arial" w:hAnsi="Arial" w:cs="Arial"/>
          <w:sz w:val="20"/>
          <w:szCs w:val="20"/>
        </w:rPr>
        <w:t xml:space="preserve"> the whole bridge length, to prevent ballast dispersal. This needs to be executed as </w:t>
      </w:r>
      <w:proofErr w:type="gramStart"/>
      <w:r w:rsidRPr="00C174B3">
        <w:rPr>
          <w:rFonts w:ascii="Arial" w:hAnsi="Arial" w:cs="Arial"/>
          <w:sz w:val="20"/>
          <w:szCs w:val="20"/>
        </w:rPr>
        <w:t>a</w:t>
      </w:r>
      <w:proofErr w:type="gramEnd"/>
      <w:r w:rsidRPr="00C174B3">
        <w:rPr>
          <w:rFonts w:ascii="Arial" w:hAnsi="Arial" w:cs="Arial"/>
          <w:sz w:val="20"/>
          <w:szCs w:val="20"/>
        </w:rPr>
        <w:t xml:space="preserve"> urgent measure on the bridge construction.</w:t>
      </w:r>
    </w:p>
    <w:p w:rsidR="00C174B3" w:rsidRPr="00C174B3" w:rsidRDefault="00C174B3">
      <w:pPr>
        <w:spacing w:before="9"/>
        <w:rPr>
          <w:rFonts w:ascii="Arial" w:eastAsia="Arial" w:hAnsi="Arial" w:cs="Arial"/>
          <w:sz w:val="20"/>
          <w:szCs w:val="20"/>
        </w:rPr>
      </w:pPr>
    </w:p>
    <w:p w:rsidR="00F355F9" w:rsidRPr="00C174B3" w:rsidRDefault="00F355F9" w:rsidP="00F355F9">
      <w:pPr>
        <w:spacing w:before="10"/>
        <w:rPr>
          <w:rFonts w:ascii="Arial" w:eastAsia="Tahoma" w:hAnsi="Arial" w:cs="Arial"/>
          <w:b/>
          <w:bCs/>
          <w:sz w:val="20"/>
          <w:szCs w:val="20"/>
        </w:rPr>
      </w:pPr>
      <w:bookmarkStart w:id="24" w:name="_Hlk525213968"/>
      <w:r w:rsidRPr="00C174B3">
        <w:rPr>
          <w:rFonts w:ascii="Arial" w:eastAsia="Tahoma" w:hAnsi="Arial" w:cs="Arial"/>
          <w:b/>
          <w:bCs/>
          <w:sz w:val="20"/>
          <w:szCs w:val="20"/>
        </w:rPr>
        <w:t>Note:</w:t>
      </w:r>
    </w:p>
    <w:p w:rsidR="00F355F9" w:rsidRPr="00C174B3" w:rsidRDefault="00F355F9" w:rsidP="00C174B3">
      <w:pPr>
        <w:spacing w:before="10"/>
        <w:ind w:left="709" w:hanging="283"/>
        <w:rPr>
          <w:rFonts w:ascii="Arial" w:eastAsia="Tahoma" w:hAnsi="Arial" w:cs="Arial"/>
          <w:b/>
          <w:bCs/>
          <w:sz w:val="20"/>
          <w:szCs w:val="20"/>
        </w:rPr>
      </w:pPr>
      <w:r w:rsidRPr="00C174B3">
        <w:rPr>
          <w:rFonts w:ascii="Arial" w:eastAsia="Tahoma" w:hAnsi="Arial" w:cs="Arial"/>
          <w:b/>
          <w:bCs/>
          <w:sz w:val="20"/>
          <w:szCs w:val="20"/>
        </w:rPr>
        <w:t>•</w:t>
      </w:r>
      <w:r w:rsidRPr="00C174B3">
        <w:rPr>
          <w:rFonts w:ascii="Arial" w:eastAsia="Tahoma" w:hAnsi="Arial" w:cs="Arial"/>
          <w:b/>
          <w:bCs/>
          <w:sz w:val="20"/>
          <w:szCs w:val="20"/>
        </w:rPr>
        <w:tab/>
        <w:t>In addition to the already mentioned measures, it is predesigned to strengthen the arches with carbon</w:t>
      </w:r>
      <w:r w:rsidR="00551C96" w:rsidRPr="00C174B3">
        <w:rPr>
          <w:rFonts w:ascii="Arial" w:eastAsia="Tahoma" w:hAnsi="Arial" w:cs="Arial"/>
          <w:b/>
          <w:bCs/>
          <w:sz w:val="20"/>
          <w:szCs w:val="20"/>
        </w:rPr>
        <w:t xml:space="preserve"> boards</w:t>
      </w:r>
      <w:r w:rsidRPr="00C174B3">
        <w:rPr>
          <w:rFonts w:ascii="Arial" w:eastAsia="Tahoma" w:hAnsi="Arial" w:cs="Arial"/>
          <w:b/>
          <w:bCs/>
          <w:sz w:val="20"/>
          <w:szCs w:val="20"/>
        </w:rPr>
        <w:t xml:space="preserve">, according to details from the design specifications. Also, a complete replacement of gullies and pedestrian </w:t>
      </w:r>
      <w:r w:rsidR="00551C96" w:rsidRPr="00C174B3">
        <w:rPr>
          <w:rFonts w:ascii="Arial" w:eastAsia="Tahoma" w:hAnsi="Arial" w:cs="Arial"/>
          <w:b/>
          <w:bCs/>
          <w:sz w:val="20"/>
          <w:szCs w:val="20"/>
        </w:rPr>
        <w:t>railing</w:t>
      </w:r>
      <w:r w:rsidRPr="00C174B3">
        <w:rPr>
          <w:rFonts w:ascii="Arial" w:eastAsia="Tahoma" w:hAnsi="Arial" w:cs="Arial"/>
          <w:b/>
          <w:bCs/>
          <w:sz w:val="20"/>
          <w:szCs w:val="20"/>
        </w:rPr>
        <w:t xml:space="preserve"> along entire length has been predesigned</w:t>
      </w:r>
      <w:r w:rsidR="00551C96" w:rsidRPr="00C174B3">
        <w:rPr>
          <w:rFonts w:ascii="Arial" w:eastAsia="Tahoma" w:hAnsi="Arial" w:cs="Arial"/>
          <w:b/>
          <w:bCs/>
          <w:sz w:val="20"/>
          <w:szCs w:val="20"/>
        </w:rPr>
        <w:t>, as well as the construction of new installation canals and</w:t>
      </w:r>
      <w:r w:rsidR="005C2C8A" w:rsidRPr="00C174B3">
        <w:rPr>
          <w:rFonts w:ascii="Arial" w:eastAsia="Tahoma" w:hAnsi="Arial" w:cs="Arial"/>
          <w:b/>
          <w:bCs/>
          <w:sz w:val="20"/>
          <w:szCs w:val="20"/>
        </w:rPr>
        <w:t xml:space="preserve"> the</w:t>
      </w:r>
      <w:r w:rsidR="00551C96" w:rsidRPr="00C174B3">
        <w:rPr>
          <w:rFonts w:ascii="Arial" w:eastAsia="Tahoma" w:hAnsi="Arial" w:cs="Arial"/>
          <w:b/>
          <w:bCs/>
          <w:sz w:val="20"/>
          <w:szCs w:val="20"/>
        </w:rPr>
        <w:t xml:space="preserve"> </w:t>
      </w:r>
      <w:r w:rsidR="005C2C8A" w:rsidRPr="00C174B3">
        <w:rPr>
          <w:rFonts w:ascii="Arial" w:eastAsia="Tahoma" w:hAnsi="Arial" w:cs="Arial"/>
          <w:b/>
          <w:bCs/>
          <w:sz w:val="20"/>
          <w:szCs w:val="20"/>
        </w:rPr>
        <w:t>ext</w:t>
      </w:r>
      <w:r w:rsidR="00791F63" w:rsidRPr="00C174B3">
        <w:rPr>
          <w:rFonts w:ascii="Arial" w:eastAsia="Tahoma" w:hAnsi="Arial" w:cs="Arial"/>
          <w:b/>
          <w:bCs/>
          <w:sz w:val="20"/>
          <w:szCs w:val="20"/>
        </w:rPr>
        <w:t>e</w:t>
      </w:r>
      <w:r w:rsidR="005C2C8A" w:rsidRPr="00C174B3">
        <w:rPr>
          <w:rFonts w:ascii="Arial" w:eastAsia="Tahoma" w:hAnsi="Arial" w:cs="Arial"/>
          <w:b/>
          <w:bCs/>
          <w:sz w:val="20"/>
          <w:szCs w:val="20"/>
        </w:rPr>
        <w:t xml:space="preserve">nsion of sidewalk consoles. </w:t>
      </w:r>
    </w:p>
    <w:p w:rsidR="00DF7E5A" w:rsidRPr="00C174B3" w:rsidRDefault="00DF7E5A" w:rsidP="00C174B3">
      <w:pPr>
        <w:pStyle w:val="ListParagraph"/>
        <w:numPr>
          <w:ilvl w:val="0"/>
          <w:numId w:val="15"/>
        </w:numPr>
        <w:spacing w:before="10"/>
        <w:ind w:left="709" w:hanging="283"/>
        <w:rPr>
          <w:rFonts w:ascii="Arial" w:eastAsia="Tahoma" w:hAnsi="Arial" w:cs="Arial"/>
          <w:b/>
          <w:bCs/>
          <w:sz w:val="20"/>
          <w:szCs w:val="20"/>
        </w:rPr>
      </w:pPr>
      <w:r w:rsidRPr="00C174B3">
        <w:rPr>
          <w:rFonts w:ascii="Arial" w:eastAsia="Tahoma" w:hAnsi="Arial" w:cs="Arial"/>
          <w:b/>
          <w:bCs/>
          <w:sz w:val="20"/>
          <w:szCs w:val="20"/>
        </w:rPr>
        <w:t xml:space="preserve">It is predesigned to put a new slab anther the road bed with a water slope that would provide drainage through new gullies on the crown of arches, as well as placing a new </w:t>
      </w:r>
      <w:proofErr w:type="spellStart"/>
      <w:r w:rsidRPr="00C174B3">
        <w:rPr>
          <w:rFonts w:ascii="Arial" w:eastAsia="Tahoma" w:hAnsi="Arial" w:cs="Arial"/>
          <w:b/>
          <w:bCs/>
          <w:sz w:val="20"/>
          <w:szCs w:val="20"/>
        </w:rPr>
        <w:t>sprayable</w:t>
      </w:r>
      <w:proofErr w:type="spellEnd"/>
      <w:r w:rsidRPr="00C174B3">
        <w:rPr>
          <w:rFonts w:ascii="Arial" w:eastAsia="Tahoma" w:hAnsi="Arial" w:cs="Arial"/>
          <w:b/>
          <w:bCs/>
          <w:sz w:val="20"/>
          <w:szCs w:val="20"/>
        </w:rPr>
        <w:t xml:space="preserve"> waterproofing and waterproofing protection with polystyrene panels. </w:t>
      </w:r>
    </w:p>
    <w:p w:rsidR="00126F59" w:rsidRPr="00C174B3" w:rsidRDefault="00F355F9" w:rsidP="00C174B3">
      <w:pPr>
        <w:spacing w:before="10"/>
        <w:ind w:left="709" w:hanging="283"/>
        <w:rPr>
          <w:rFonts w:ascii="Arial" w:eastAsia="Tahoma" w:hAnsi="Arial" w:cs="Arial"/>
          <w:b/>
          <w:bCs/>
          <w:sz w:val="20"/>
          <w:szCs w:val="20"/>
        </w:rPr>
      </w:pPr>
      <w:r w:rsidRPr="00C174B3">
        <w:rPr>
          <w:rFonts w:ascii="Arial" w:eastAsia="Tahoma" w:hAnsi="Arial" w:cs="Arial"/>
          <w:b/>
          <w:bCs/>
          <w:sz w:val="20"/>
          <w:szCs w:val="20"/>
        </w:rPr>
        <w:t>•</w:t>
      </w:r>
      <w:r w:rsidRPr="00C174B3">
        <w:rPr>
          <w:rFonts w:ascii="Arial" w:eastAsia="Tahoma" w:hAnsi="Arial" w:cs="Arial"/>
          <w:b/>
          <w:bCs/>
          <w:sz w:val="20"/>
          <w:szCs w:val="20"/>
        </w:rPr>
        <w:tab/>
      </w:r>
      <w:r w:rsidR="00DF7E5A" w:rsidRPr="00C174B3">
        <w:rPr>
          <w:rFonts w:ascii="Arial" w:eastAsia="Tahoma" w:hAnsi="Arial" w:cs="Arial"/>
          <w:b/>
          <w:bCs/>
          <w:sz w:val="20"/>
          <w:szCs w:val="20"/>
        </w:rPr>
        <w:t>In</w:t>
      </w:r>
      <w:r w:rsidR="00791F63" w:rsidRPr="00C174B3">
        <w:rPr>
          <w:rFonts w:ascii="Arial" w:eastAsia="Tahoma" w:hAnsi="Arial" w:cs="Arial"/>
          <w:b/>
          <w:bCs/>
          <w:sz w:val="20"/>
          <w:szCs w:val="20"/>
        </w:rPr>
        <w:t>s</w:t>
      </w:r>
      <w:r w:rsidR="00DF7E5A" w:rsidRPr="00C174B3">
        <w:rPr>
          <w:rFonts w:ascii="Arial" w:eastAsia="Tahoma" w:hAnsi="Arial" w:cs="Arial"/>
          <w:b/>
          <w:bCs/>
          <w:sz w:val="20"/>
          <w:szCs w:val="20"/>
        </w:rPr>
        <w:t>tall</w:t>
      </w:r>
      <w:r w:rsidR="00791F63" w:rsidRPr="00C174B3">
        <w:rPr>
          <w:rFonts w:ascii="Arial" w:eastAsia="Tahoma" w:hAnsi="Arial" w:cs="Arial"/>
          <w:b/>
          <w:bCs/>
          <w:sz w:val="20"/>
          <w:szCs w:val="20"/>
        </w:rPr>
        <w:t>ation of</w:t>
      </w:r>
      <w:r w:rsidRPr="00C174B3">
        <w:rPr>
          <w:rFonts w:ascii="Arial" w:eastAsia="Tahoma" w:hAnsi="Arial" w:cs="Arial"/>
          <w:b/>
          <w:bCs/>
          <w:sz w:val="20"/>
          <w:szCs w:val="20"/>
        </w:rPr>
        <w:t xml:space="preserve"> the parapets is predesigned to provide a protection for the motorway prism. </w:t>
      </w:r>
    </w:p>
    <w:bookmarkEnd w:id="24"/>
    <w:p w:rsidR="00126F59" w:rsidRDefault="00126F59">
      <w:pPr>
        <w:spacing w:line="200" w:lineRule="atLeast"/>
        <w:ind w:left="120"/>
        <w:rPr>
          <w:rFonts w:ascii="Tahoma" w:eastAsia="Tahoma" w:hAnsi="Tahoma" w:cs="Tahoma"/>
          <w:sz w:val="20"/>
          <w:szCs w:val="20"/>
        </w:rPr>
      </w:pPr>
    </w:p>
    <w:p w:rsidR="00126F59" w:rsidRDefault="00126F59">
      <w:pPr>
        <w:spacing w:line="200" w:lineRule="atLeast"/>
        <w:rPr>
          <w:rFonts w:ascii="Tahoma" w:eastAsia="Tahoma" w:hAnsi="Tahoma" w:cs="Tahoma"/>
          <w:sz w:val="20"/>
          <w:szCs w:val="20"/>
        </w:rPr>
      </w:pPr>
    </w:p>
    <w:p w:rsidR="00DF7E5A" w:rsidRPr="00C174B3" w:rsidRDefault="00DF7E5A" w:rsidP="00DF7E5A">
      <w:pPr>
        <w:spacing w:line="200" w:lineRule="atLeast"/>
        <w:rPr>
          <w:rFonts w:ascii="Arial" w:eastAsia="Tahoma" w:hAnsi="Arial" w:cs="Arial"/>
          <w:b/>
          <w:sz w:val="20"/>
          <w:szCs w:val="20"/>
        </w:rPr>
      </w:pPr>
      <w:bookmarkStart w:id="25" w:name="_Hlk525123878"/>
      <w:bookmarkStart w:id="26" w:name="_Hlk525213981"/>
      <w:r w:rsidRPr="00C174B3">
        <w:rPr>
          <w:rFonts w:ascii="Arial" w:eastAsia="Tahoma" w:hAnsi="Arial" w:cs="Arial"/>
          <w:b/>
          <w:sz w:val="20"/>
          <w:szCs w:val="20"/>
        </w:rPr>
        <w:t xml:space="preserve">Surfacing prism on railway bridges </w:t>
      </w:r>
      <w:proofErr w:type="spellStart"/>
      <w:r w:rsidRPr="00C174B3">
        <w:rPr>
          <w:rFonts w:ascii="Arial" w:eastAsia="Tahoma" w:hAnsi="Arial" w:cs="Arial"/>
          <w:b/>
          <w:sz w:val="20"/>
          <w:szCs w:val="20"/>
        </w:rPr>
        <w:t>Vrbnica</w:t>
      </w:r>
      <w:proofErr w:type="spellEnd"/>
      <w:r w:rsidRPr="00C174B3">
        <w:rPr>
          <w:rFonts w:ascii="Arial" w:eastAsia="Tahoma" w:hAnsi="Arial" w:cs="Arial"/>
          <w:b/>
          <w:sz w:val="20"/>
          <w:szCs w:val="20"/>
        </w:rPr>
        <w:t>-Bar</w:t>
      </w:r>
    </w:p>
    <w:p w:rsidR="00DF7E5A" w:rsidRPr="00C174B3" w:rsidRDefault="00DF7E5A" w:rsidP="00DF7E5A">
      <w:pPr>
        <w:spacing w:line="200" w:lineRule="atLeast"/>
        <w:rPr>
          <w:rFonts w:ascii="Arial" w:eastAsia="Tahoma" w:hAnsi="Arial" w:cs="Arial"/>
          <w:sz w:val="20"/>
          <w:szCs w:val="20"/>
        </w:rPr>
      </w:pPr>
    </w:p>
    <w:p w:rsidR="00DF7E5A" w:rsidRPr="00C174B3" w:rsidRDefault="00DF7E5A" w:rsidP="00DF7E5A">
      <w:pPr>
        <w:spacing w:line="200" w:lineRule="atLeast"/>
        <w:rPr>
          <w:rFonts w:ascii="Arial" w:eastAsia="Tahoma" w:hAnsi="Arial" w:cs="Arial"/>
          <w:sz w:val="20"/>
          <w:szCs w:val="20"/>
        </w:rPr>
      </w:pPr>
      <w:r w:rsidRPr="00C174B3">
        <w:rPr>
          <w:rFonts w:ascii="Arial" w:eastAsia="Tahoma" w:hAnsi="Arial" w:cs="Arial"/>
          <w:sz w:val="20"/>
          <w:szCs w:val="20"/>
        </w:rPr>
        <w:t>Since long rails (DT</w:t>
      </w:r>
      <w:r w:rsidRPr="00C174B3">
        <w:rPr>
          <w:rFonts w:ascii="Arial" w:eastAsia="Tahoma" w:hAnsi="Arial" w:cs="Arial"/>
          <w:sz w:val="20"/>
          <w:szCs w:val="20"/>
          <w:lang w:val="sr-Latn-RS"/>
        </w:rPr>
        <w:t>Š)</w:t>
      </w:r>
      <w:r w:rsidRPr="00C174B3">
        <w:rPr>
          <w:rFonts w:ascii="Arial" w:eastAsia="Tahoma" w:hAnsi="Arial" w:cs="Arial"/>
          <w:sz w:val="20"/>
          <w:szCs w:val="20"/>
        </w:rPr>
        <w:t xml:space="preserve"> were built in reinforced concrete bridges, it is necessary to provide conditions defined by railway structure maintenance regulations in the final design of reconstruction. </w:t>
      </w:r>
    </w:p>
    <w:p w:rsidR="00DF7E5A" w:rsidRPr="00C174B3" w:rsidRDefault="00DF7E5A" w:rsidP="00DF7E5A">
      <w:pPr>
        <w:spacing w:line="200" w:lineRule="atLeast"/>
        <w:rPr>
          <w:rFonts w:ascii="Arial" w:eastAsia="Tahoma" w:hAnsi="Arial" w:cs="Arial"/>
          <w:sz w:val="20"/>
          <w:szCs w:val="20"/>
        </w:rPr>
      </w:pPr>
    </w:p>
    <w:p w:rsidR="00DF7E5A" w:rsidRPr="00C174B3" w:rsidRDefault="00DF7E5A" w:rsidP="00DF7E5A">
      <w:pPr>
        <w:spacing w:line="200" w:lineRule="atLeast"/>
        <w:rPr>
          <w:rFonts w:ascii="Arial" w:eastAsia="Tahoma" w:hAnsi="Arial" w:cs="Arial"/>
          <w:sz w:val="20"/>
          <w:szCs w:val="20"/>
        </w:rPr>
      </w:pPr>
      <w:r w:rsidRPr="00C174B3">
        <w:rPr>
          <w:rFonts w:ascii="Arial" w:eastAsia="Tahoma" w:hAnsi="Arial" w:cs="Arial"/>
          <w:sz w:val="20"/>
          <w:szCs w:val="20"/>
        </w:rPr>
        <w:t xml:space="preserve">This implies providing necessary width of surfacing prism behind the face side of sleepers or additional reinforced concrete structure that would secure the lateral stability of surfacing prism i.e. railway. </w:t>
      </w:r>
    </w:p>
    <w:p w:rsidR="00DF7E5A" w:rsidRPr="00C174B3" w:rsidRDefault="00DF7E5A" w:rsidP="00DF7E5A">
      <w:pPr>
        <w:spacing w:line="200" w:lineRule="atLeast"/>
        <w:rPr>
          <w:rFonts w:ascii="Arial" w:eastAsia="Tahoma" w:hAnsi="Arial" w:cs="Arial"/>
          <w:sz w:val="20"/>
          <w:szCs w:val="20"/>
        </w:rPr>
      </w:pPr>
    </w:p>
    <w:p w:rsidR="00DF7E5A" w:rsidRPr="00C174B3" w:rsidRDefault="00DF7E5A" w:rsidP="00DF7E5A">
      <w:pPr>
        <w:spacing w:line="200" w:lineRule="atLeast"/>
        <w:rPr>
          <w:rFonts w:ascii="Arial" w:eastAsia="Tahoma" w:hAnsi="Arial" w:cs="Arial"/>
          <w:sz w:val="20"/>
          <w:szCs w:val="20"/>
        </w:rPr>
      </w:pPr>
      <w:r w:rsidRPr="00C174B3">
        <w:rPr>
          <w:rFonts w:ascii="Arial" w:eastAsia="Tahoma" w:hAnsi="Arial" w:cs="Arial"/>
          <w:sz w:val="20"/>
          <w:szCs w:val="20"/>
        </w:rPr>
        <w:t xml:space="preserve">Necessary conditions for </w:t>
      </w:r>
      <w:r w:rsidR="00E64C02" w:rsidRPr="00C174B3">
        <w:rPr>
          <w:rFonts w:ascii="Arial" w:eastAsia="Tahoma" w:hAnsi="Arial" w:cs="Arial"/>
          <w:sz w:val="20"/>
          <w:szCs w:val="20"/>
        </w:rPr>
        <w:t xml:space="preserve">long rails on </w:t>
      </w:r>
      <w:r w:rsidRPr="00C174B3">
        <w:rPr>
          <w:rFonts w:ascii="Arial" w:eastAsia="Tahoma" w:hAnsi="Arial" w:cs="Arial"/>
          <w:sz w:val="20"/>
          <w:szCs w:val="20"/>
        </w:rPr>
        <w:t>the railway are provided with additional solutions.</w:t>
      </w:r>
    </w:p>
    <w:p w:rsidR="00DF7E5A" w:rsidRPr="00C174B3" w:rsidRDefault="00DF7E5A" w:rsidP="00DF7E5A">
      <w:pPr>
        <w:spacing w:line="200" w:lineRule="atLeast"/>
        <w:rPr>
          <w:rFonts w:ascii="Arial" w:eastAsia="Tahoma" w:hAnsi="Arial" w:cs="Arial"/>
          <w:sz w:val="20"/>
          <w:szCs w:val="20"/>
        </w:rPr>
      </w:pPr>
    </w:p>
    <w:p w:rsidR="00DF7E5A" w:rsidRPr="00C174B3" w:rsidRDefault="00DF7E5A" w:rsidP="00DF7E5A">
      <w:pPr>
        <w:spacing w:line="200" w:lineRule="atLeast"/>
        <w:rPr>
          <w:rFonts w:ascii="Arial" w:eastAsia="Tahoma" w:hAnsi="Arial" w:cs="Arial"/>
          <w:sz w:val="20"/>
          <w:szCs w:val="20"/>
        </w:rPr>
      </w:pPr>
      <w:r w:rsidRPr="00C174B3">
        <w:rPr>
          <w:rFonts w:ascii="Arial" w:eastAsia="Tahoma" w:hAnsi="Arial" w:cs="Arial"/>
          <w:sz w:val="20"/>
          <w:szCs w:val="20"/>
        </w:rPr>
        <w:t xml:space="preserve">Existing cross sections of the most of bridges (mostly spans with fillers) do not have a ‘full’ profile that would provide unhindered mechanical maintenance of the railway. It is not possible to solve this problem in the final design of reconstruction because the expansion of bridges would be irrational, expensive and somewhere even impossible. </w:t>
      </w:r>
    </w:p>
    <w:p w:rsidR="00DF7E5A" w:rsidRPr="00C174B3" w:rsidRDefault="00DF7E5A" w:rsidP="00DF7E5A">
      <w:pPr>
        <w:spacing w:line="200" w:lineRule="atLeast"/>
        <w:rPr>
          <w:rFonts w:ascii="Arial" w:eastAsia="Tahoma" w:hAnsi="Arial" w:cs="Arial"/>
          <w:sz w:val="20"/>
          <w:szCs w:val="20"/>
        </w:rPr>
      </w:pPr>
    </w:p>
    <w:p w:rsidR="00DF7E5A" w:rsidRPr="00C174B3" w:rsidRDefault="00DF7E5A" w:rsidP="00DF7E5A">
      <w:pPr>
        <w:spacing w:line="200" w:lineRule="atLeast"/>
        <w:rPr>
          <w:rFonts w:ascii="Arial" w:eastAsia="Tahoma" w:hAnsi="Arial" w:cs="Arial"/>
          <w:sz w:val="20"/>
          <w:szCs w:val="20"/>
        </w:rPr>
      </w:pPr>
      <w:r w:rsidRPr="00C174B3">
        <w:rPr>
          <w:rFonts w:ascii="Arial" w:eastAsia="Tahoma" w:hAnsi="Arial" w:cs="Arial"/>
          <w:sz w:val="20"/>
          <w:szCs w:val="20"/>
        </w:rPr>
        <w:t xml:space="preserve">Therefore, technical services of Railway infrastructure company of Montenegro (ŽICG) successfully maintain the mentioned bridges but with limited machine potentials and with increased effort. </w:t>
      </w:r>
    </w:p>
    <w:p w:rsidR="00E64C02" w:rsidRDefault="00E64C02" w:rsidP="00DF7E5A">
      <w:pPr>
        <w:spacing w:line="200" w:lineRule="atLeast"/>
        <w:rPr>
          <w:rFonts w:ascii="Tahoma" w:eastAsia="Tahoma" w:hAnsi="Tahoma" w:cs="Tahoma"/>
          <w:sz w:val="20"/>
          <w:szCs w:val="20"/>
        </w:rPr>
      </w:pPr>
    </w:p>
    <w:p w:rsidR="00C174B3" w:rsidRDefault="00E64C02">
      <w:pPr>
        <w:spacing w:line="200" w:lineRule="atLeast"/>
        <w:rPr>
          <w:rFonts w:ascii="Tahoma" w:eastAsia="Tahoma" w:hAnsi="Tahoma" w:cs="Tahoma"/>
          <w:sz w:val="20"/>
          <w:szCs w:val="20"/>
        </w:rPr>
      </w:pPr>
      <w:r>
        <w:rPr>
          <w:rFonts w:ascii="Tahoma" w:eastAsia="Tahoma" w:hAnsi="Tahoma" w:cs="Tahoma"/>
          <w:sz w:val="20"/>
          <w:szCs w:val="20"/>
        </w:rPr>
        <w:t xml:space="preserve">                                                                                                        </w:t>
      </w:r>
      <w:bookmarkEnd w:id="25"/>
    </w:p>
    <w:p w:rsidR="00126F59" w:rsidRPr="00C174B3" w:rsidRDefault="00E64C02" w:rsidP="00C174B3">
      <w:pPr>
        <w:spacing w:line="200" w:lineRule="atLeast"/>
        <w:rPr>
          <w:rFonts w:ascii="Tahoma" w:eastAsia="Tahoma" w:hAnsi="Tahoma" w:cs="Tahoma"/>
          <w:sz w:val="20"/>
          <w:szCs w:val="20"/>
        </w:rPr>
      </w:pPr>
      <w:r>
        <w:rPr>
          <w:rFonts w:ascii="Tahoma" w:eastAsia="Tahoma" w:hAnsi="Tahoma" w:cs="Tahoma"/>
          <w:sz w:val="20"/>
          <w:szCs w:val="20"/>
        </w:rPr>
        <w:lastRenderedPageBreak/>
        <w:t xml:space="preserve">                                                                 </w:t>
      </w:r>
      <w:bookmarkEnd w:id="26"/>
    </w:p>
    <w:p w:rsidR="00126F59" w:rsidRPr="00E64C02" w:rsidRDefault="00E64C02" w:rsidP="00C174B3">
      <w:pPr>
        <w:pStyle w:val="ListParagraph"/>
        <w:numPr>
          <w:ilvl w:val="2"/>
          <w:numId w:val="13"/>
        </w:numPr>
        <w:spacing w:after="240"/>
        <w:rPr>
          <w:rFonts w:ascii="Arial" w:hAnsi="Arial"/>
          <w:b/>
          <w:spacing w:val="-1"/>
          <w:sz w:val="24"/>
        </w:rPr>
      </w:pPr>
      <w:bookmarkStart w:id="27" w:name="_Hlk525214007"/>
      <w:r w:rsidRPr="00E64C02">
        <w:rPr>
          <w:rFonts w:ascii="Arial" w:hAnsi="Arial"/>
          <w:b/>
          <w:spacing w:val="-1"/>
          <w:sz w:val="24"/>
        </w:rPr>
        <w:t xml:space="preserve">Execution of work technology </w:t>
      </w:r>
    </w:p>
    <w:p w:rsidR="00126F59" w:rsidRDefault="00E64C02">
      <w:pPr>
        <w:pStyle w:val="BodyText"/>
        <w:ind w:left="119"/>
      </w:pPr>
      <w:bookmarkStart w:id="28" w:name="_Hlk525214020"/>
      <w:bookmarkEnd w:id="27"/>
      <w:r w:rsidRPr="00E64C02">
        <w:rPr>
          <w:u w:val="single" w:color="000000"/>
        </w:rPr>
        <w:t>RAILWAY AND NEXT TO THE RAILWAY RECONSTRUCTION WORK</w:t>
      </w:r>
      <w:bookmarkEnd w:id="28"/>
    </w:p>
    <w:p w:rsidR="00E64C02" w:rsidRPr="003A0679" w:rsidRDefault="00E64C02" w:rsidP="00E64C02">
      <w:pPr>
        <w:pStyle w:val="BodyText"/>
        <w:tabs>
          <w:tab w:val="left" w:pos="828"/>
        </w:tabs>
        <w:spacing w:before="123"/>
        <w:ind w:left="467" w:right="168"/>
        <w:jc w:val="both"/>
        <w:rPr>
          <w:b/>
          <w:u w:val="single"/>
        </w:rPr>
      </w:pPr>
      <w:bookmarkStart w:id="29" w:name="_Hlk525214032"/>
      <w:bookmarkStart w:id="30" w:name="_Hlk525124400"/>
      <w:r w:rsidRPr="003A0679">
        <w:rPr>
          <w:b/>
          <w:u w:val="single"/>
        </w:rPr>
        <w:t>A.</w:t>
      </w:r>
      <w:r w:rsidRPr="003A0679">
        <w:rPr>
          <w:b/>
          <w:u w:val="single"/>
        </w:rPr>
        <w:tab/>
        <w:t>General</w:t>
      </w:r>
    </w:p>
    <w:p w:rsidR="006C7FB0" w:rsidRDefault="00E64C02" w:rsidP="006C7FB0">
      <w:pPr>
        <w:pStyle w:val="BodyText"/>
        <w:tabs>
          <w:tab w:val="left" w:pos="828"/>
        </w:tabs>
        <w:spacing w:before="123"/>
        <w:ind w:left="467" w:right="168"/>
        <w:jc w:val="both"/>
      </w:pPr>
      <w:proofErr w:type="gramStart"/>
      <w:r>
        <w:t xml:space="preserve">Detailed description of technology </w:t>
      </w:r>
      <w:r w:rsidR="006C7FB0">
        <w:t xml:space="preserve">for </w:t>
      </w:r>
      <w:r>
        <w:t>work</w:t>
      </w:r>
      <w:r w:rsidR="006C7FB0">
        <w:t xml:space="preserve"> items</w:t>
      </w:r>
      <w:r>
        <w:t xml:space="preserve"> </w:t>
      </w:r>
      <w:r w:rsidR="006C7FB0">
        <w:t>on</w:t>
      </w:r>
      <w:r>
        <w:t xml:space="preserve"> the railway and next to the railway reconstruction.</w:t>
      </w:r>
      <w:proofErr w:type="gramEnd"/>
      <w:r>
        <w:t xml:space="preserve"> Other items of work are not connected to the railroad and they are not in the high voltage area. The items of work that are described in detail are</w:t>
      </w:r>
      <w:r w:rsidR="006C7FB0">
        <w:t>:</w:t>
      </w:r>
    </w:p>
    <w:p w:rsidR="006C7FB0" w:rsidRDefault="006C7FB0" w:rsidP="006C7FB0">
      <w:pPr>
        <w:pStyle w:val="BodyText"/>
        <w:tabs>
          <w:tab w:val="left" w:pos="828"/>
        </w:tabs>
        <w:spacing w:before="123"/>
        <w:ind w:left="1547" w:right="168"/>
        <w:jc w:val="both"/>
      </w:pPr>
    </w:p>
    <w:p w:rsidR="006C7FB0" w:rsidRDefault="006C7FB0" w:rsidP="009416B4">
      <w:pPr>
        <w:pStyle w:val="BodyText"/>
        <w:tabs>
          <w:tab w:val="left" w:pos="828"/>
        </w:tabs>
        <w:spacing w:before="123"/>
        <w:ind w:left="1547" w:right="168" w:hanging="467"/>
        <w:jc w:val="both"/>
      </w:pPr>
      <w:r>
        <w:t>1</w:t>
      </w:r>
      <w:r w:rsidRPr="003A0679">
        <w:rPr>
          <w:b/>
        </w:rPr>
        <w:t>. Construction of a new drainage system</w:t>
      </w:r>
    </w:p>
    <w:p w:rsidR="006C7FB0" w:rsidRDefault="006C7FB0" w:rsidP="009416B4">
      <w:pPr>
        <w:pStyle w:val="BodyText"/>
        <w:tabs>
          <w:tab w:val="left" w:pos="828"/>
        </w:tabs>
        <w:spacing w:before="123"/>
        <w:ind w:left="1547" w:right="168" w:hanging="467"/>
        <w:jc w:val="both"/>
      </w:pPr>
      <w:r>
        <w:t>Excavation of the fill</w:t>
      </w:r>
      <w:r w:rsidR="00147440">
        <w:t>ing hole</w:t>
      </w:r>
      <w:r>
        <w:t xml:space="preserve"> to the required </w:t>
      </w:r>
      <w:r w:rsidR="00147440">
        <w:t>level</w:t>
      </w:r>
      <w:r>
        <w:t xml:space="preserve">, </w:t>
      </w:r>
      <w:r w:rsidR="00147440">
        <w:t xml:space="preserve">placing </w:t>
      </w:r>
      <w:r>
        <w:t xml:space="preserve">concrete </w:t>
      </w:r>
      <w:r w:rsidR="00147440">
        <w:t xml:space="preserve">on </w:t>
      </w:r>
      <w:r>
        <w:t xml:space="preserve">AB plates, installation of </w:t>
      </w:r>
      <w:r w:rsidR="00147440">
        <w:t>gutters</w:t>
      </w:r>
      <w:r>
        <w:t xml:space="preserve"> through the new AB </w:t>
      </w:r>
      <w:r w:rsidR="00147440">
        <w:t>plates</w:t>
      </w:r>
      <w:r>
        <w:t xml:space="preserve"> and the </w:t>
      </w:r>
      <w:r w:rsidR="00147440">
        <w:t>crowns</w:t>
      </w:r>
      <w:r>
        <w:t xml:space="preserve"> of arc</w:t>
      </w:r>
      <w:r w:rsidR="00147440">
        <w:t>he</w:t>
      </w:r>
      <w:r>
        <w:t>s.</w:t>
      </w:r>
    </w:p>
    <w:p w:rsidR="006C7FB0" w:rsidRDefault="006C7FB0" w:rsidP="009416B4">
      <w:pPr>
        <w:pStyle w:val="BodyText"/>
        <w:tabs>
          <w:tab w:val="left" w:pos="828"/>
        </w:tabs>
        <w:spacing w:before="123"/>
        <w:ind w:left="1547" w:right="168" w:hanging="467"/>
        <w:jc w:val="both"/>
      </w:pPr>
      <w:r>
        <w:t xml:space="preserve">2. </w:t>
      </w:r>
      <w:r w:rsidRPr="003A0679">
        <w:rPr>
          <w:b/>
        </w:rPr>
        <w:t>Installation of the leveling layer</w:t>
      </w:r>
      <w:r>
        <w:t xml:space="preserve"> from the repair mortar of the mortar as a </w:t>
      </w:r>
      <w:r w:rsidR="003A0679">
        <w:t>base</w:t>
      </w:r>
      <w:r>
        <w:t xml:space="preserve"> for waterproofing.</w:t>
      </w:r>
      <w:r w:rsidR="003A0679">
        <w:t xml:space="preserve"> </w:t>
      </w:r>
    </w:p>
    <w:p w:rsidR="006C7FB0" w:rsidRDefault="006C7FB0" w:rsidP="009416B4">
      <w:pPr>
        <w:pStyle w:val="BodyText"/>
        <w:tabs>
          <w:tab w:val="left" w:pos="828"/>
        </w:tabs>
        <w:spacing w:before="123"/>
        <w:ind w:left="1547" w:right="168" w:hanging="467"/>
        <w:jc w:val="both"/>
      </w:pPr>
      <w:r>
        <w:t xml:space="preserve">3. </w:t>
      </w:r>
      <w:r w:rsidRPr="003A0679">
        <w:rPr>
          <w:b/>
        </w:rPr>
        <w:t>Installation of sprayed waterproofing</w:t>
      </w:r>
      <w:r>
        <w:t xml:space="preserve"> on </w:t>
      </w:r>
      <w:r w:rsidR="003A0679">
        <w:t>a supported slab</w:t>
      </w:r>
      <w:r>
        <w:t xml:space="preserve"> and </w:t>
      </w:r>
      <w:r w:rsidR="003A0679">
        <w:t xml:space="preserve">lateral </w:t>
      </w:r>
      <w:r>
        <w:t>sides of the "tub".</w:t>
      </w:r>
    </w:p>
    <w:p w:rsidR="006C7FB0" w:rsidRDefault="006C7FB0" w:rsidP="009416B4">
      <w:pPr>
        <w:pStyle w:val="BodyText"/>
        <w:tabs>
          <w:tab w:val="left" w:pos="828"/>
        </w:tabs>
        <w:spacing w:before="123"/>
        <w:ind w:left="1547" w:right="168" w:hanging="467"/>
        <w:jc w:val="both"/>
      </w:pPr>
      <w:r>
        <w:t xml:space="preserve">4. </w:t>
      </w:r>
      <w:r w:rsidRPr="003A0679">
        <w:rPr>
          <w:b/>
        </w:rPr>
        <w:t>Filling the joints</w:t>
      </w:r>
      <w:r>
        <w:t xml:space="preserve"> from the inside of the "tub" above the </w:t>
      </w:r>
      <w:r w:rsidR="003A0679">
        <w:t>piers</w:t>
      </w:r>
      <w:r>
        <w:t xml:space="preserve"> with permanently elastic material.</w:t>
      </w:r>
    </w:p>
    <w:p w:rsidR="006C7FB0" w:rsidRPr="00464D0D" w:rsidRDefault="006C7FB0" w:rsidP="009416B4">
      <w:pPr>
        <w:pStyle w:val="BodyText"/>
        <w:tabs>
          <w:tab w:val="left" w:pos="828"/>
        </w:tabs>
        <w:spacing w:before="123"/>
        <w:ind w:left="1547" w:right="168" w:hanging="467"/>
        <w:jc w:val="both"/>
        <w:rPr>
          <w:b/>
        </w:rPr>
      </w:pPr>
      <w:r>
        <w:t xml:space="preserve">5. </w:t>
      </w:r>
      <w:r w:rsidRPr="00464D0D">
        <w:rPr>
          <w:b/>
        </w:rPr>
        <w:t>Construction of c</w:t>
      </w:r>
      <w:r w:rsidR="003A0679" w:rsidRPr="00464D0D">
        <w:rPr>
          <w:b/>
        </w:rPr>
        <w:t>anals</w:t>
      </w:r>
      <w:r w:rsidRPr="00464D0D">
        <w:rPr>
          <w:b/>
        </w:rPr>
        <w:t xml:space="preserve"> for installations, new </w:t>
      </w:r>
      <w:r w:rsidR="003A0679" w:rsidRPr="00464D0D">
        <w:rPr>
          <w:b/>
        </w:rPr>
        <w:t>curbs</w:t>
      </w:r>
      <w:r w:rsidRPr="00464D0D">
        <w:rPr>
          <w:b/>
        </w:rPr>
        <w:t xml:space="preserve"> and treads</w:t>
      </w:r>
    </w:p>
    <w:p w:rsidR="006C7FB0" w:rsidRDefault="006C7FB0" w:rsidP="009416B4">
      <w:pPr>
        <w:pStyle w:val="BodyText"/>
        <w:tabs>
          <w:tab w:val="left" w:pos="828"/>
        </w:tabs>
        <w:spacing w:before="123"/>
        <w:ind w:left="1547" w:right="168" w:hanging="467"/>
        <w:jc w:val="both"/>
      </w:pPr>
      <w:r>
        <w:t>Removing of concrete mobile barriers, temporary local shift</w:t>
      </w:r>
      <w:r w:rsidR="00464D0D">
        <w:t>ing</w:t>
      </w:r>
      <w:r>
        <w:t xml:space="preserve"> of SS and TT cables, sand</w:t>
      </w:r>
      <w:r w:rsidR="00464D0D">
        <w:t xml:space="preserve"> </w:t>
      </w:r>
      <w:r>
        <w:t xml:space="preserve">blasting of existing </w:t>
      </w:r>
      <w:r w:rsidR="00464D0D">
        <w:t xml:space="preserve">console </w:t>
      </w:r>
      <w:r>
        <w:t xml:space="preserve">surfaces, </w:t>
      </w:r>
      <w:r w:rsidR="00464D0D">
        <w:t xml:space="preserve">constructing </w:t>
      </w:r>
      <w:r>
        <w:t xml:space="preserve">new AB </w:t>
      </w:r>
      <w:r w:rsidR="00464D0D">
        <w:t>curbs</w:t>
      </w:r>
      <w:r>
        <w:t>, treads and installation</w:t>
      </w:r>
      <w:r w:rsidR="00464D0D">
        <w:t xml:space="preserve"> canals</w:t>
      </w:r>
      <w:r>
        <w:t>, installation of water drainage tubes,</w:t>
      </w:r>
      <w:r w:rsidR="00464D0D">
        <w:t xml:space="preserve"> </w:t>
      </w:r>
      <w:r>
        <w:t xml:space="preserve">sprayed waterproofing, sand and </w:t>
      </w:r>
      <w:r w:rsidR="00464D0D">
        <w:t>placing</w:t>
      </w:r>
      <w:r>
        <w:t xml:space="preserve"> cables in </w:t>
      </w:r>
      <w:r w:rsidR="00464D0D">
        <w:t>canals and placing covers</w:t>
      </w:r>
      <w:r>
        <w:t>.</w:t>
      </w:r>
    </w:p>
    <w:p w:rsidR="00464D0D" w:rsidRPr="00464D0D" w:rsidRDefault="00464D0D" w:rsidP="009416B4">
      <w:pPr>
        <w:pStyle w:val="BodyText"/>
        <w:tabs>
          <w:tab w:val="left" w:pos="828"/>
        </w:tabs>
        <w:spacing w:before="123"/>
        <w:ind w:left="1547" w:right="168" w:hanging="467"/>
        <w:jc w:val="both"/>
        <w:rPr>
          <w:b/>
        </w:rPr>
      </w:pPr>
      <w:r>
        <w:t>6.</w:t>
      </w:r>
      <w:r>
        <w:tab/>
      </w:r>
      <w:r w:rsidRPr="00464D0D">
        <w:rPr>
          <w:b/>
        </w:rPr>
        <w:t>Installation of new sidewalk rails</w:t>
      </w:r>
    </w:p>
    <w:p w:rsidR="000919B9" w:rsidRDefault="00464D0D" w:rsidP="009416B4">
      <w:pPr>
        <w:pStyle w:val="BodyText"/>
        <w:tabs>
          <w:tab w:val="left" w:pos="828"/>
        </w:tabs>
        <w:spacing w:before="123"/>
        <w:ind w:left="1547" w:right="168" w:hanging="467"/>
        <w:jc w:val="both"/>
      </w:pPr>
      <w:r>
        <w:t>Removal of the existing sidewalk rails, installation of new rails on previously newly made curbs.</w:t>
      </w:r>
    </w:p>
    <w:p w:rsidR="00464D0D" w:rsidRDefault="00464D0D" w:rsidP="009416B4">
      <w:pPr>
        <w:pStyle w:val="BodyText"/>
        <w:tabs>
          <w:tab w:val="left" w:pos="450"/>
        </w:tabs>
        <w:spacing w:before="123"/>
        <w:ind w:left="450" w:right="168"/>
        <w:jc w:val="both"/>
      </w:pPr>
      <w:r w:rsidRPr="00464D0D">
        <w:t xml:space="preserve">It is necessary to do </w:t>
      </w:r>
      <w:r>
        <w:t>a</w:t>
      </w:r>
      <w:r w:rsidRPr="00464D0D">
        <w:t xml:space="preserve"> quality construction of new</w:t>
      </w:r>
      <w:r>
        <w:t xml:space="preserve"> drainage system,</w:t>
      </w:r>
      <w:r w:rsidRPr="00464D0D">
        <w:t xml:space="preserve"> waterproofing and new vertical gullies to eliminate the harmful influence of water on the structure for a longer time. Installation of the waterproofing and the repair mortar layer must be carried out in accordance with the conditions of temperature, humidity and rate of hardening of concrete. Also, it is necessary to avoid as much as possible the continuation of the works during the installation of waterproofing.</w:t>
      </w:r>
    </w:p>
    <w:p w:rsidR="000839F4" w:rsidRDefault="000839F4" w:rsidP="009416B4">
      <w:pPr>
        <w:pStyle w:val="BodyText"/>
        <w:tabs>
          <w:tab w:val="left" w:pos="450"/>
        </w:tabs>
        <w:spacing w:before="123"/>
        <w:ind w:left="450" w:right="168"/>
        <w:jc w:val="both"/>
      </w:pPr>
      <w:r>
        <w:t>The mentioned items of work are carried out under the special schedule of railway transport system, as follows:</w:t>
      </w:r>
    </w:p>
    <w:p w:rsidR="000839F4" w:rsidRDefault="000839F4" w:rsidP="009416B4">
      <w:pPr>
        <w:pStyle w:val="BodyText"/>
        <w:tabs>
          <w:tab w:val="left" w:pos="450"/>
        </w:tabs>
        <w:spacing w:before="123"/>
        <w:ind w:left="450" w:right="168"/>
        <w:jc w:val="both"/>
      </w:pPr>
      <w:r>
        <w:t xml:space="preserve">a) closing the traffic with </w:t>
      </w:r>
      <w:r w:rsidR="007C716C">
        <w:t xml:space="preserve">a </w:t>
      </w:r>
      <w:r>
        <w:t xml:space="preserve">power cut in the maximum possible period of time, the </w:t>
      </w:r>
      <w:r w:rsidR="00AC3BB8">
        <w:t>items</w:t>
      </w:r>
      <w:r>
        <w:t xml:space="preserve"> </w:t>
      </w:r>
      <w:proofErr w:type="spellStart"/>
      <w:r>
        <w:t>Tč</w:t>
      </w:r>
      <w:proofErr w:type="spellEnd"/>
      <w:r>
        <w:t xml:space="preserve"> 1 and </w:t>
      </w:r>
      <w:proofErr w:type="spellStart"/>
      <w:r>
        <w:t>Tč</w:t>
      </w:r>
      <w:proofErr w:type="spellEnd"/>
      <w:r>
        <w:t xml:space="preserve"> 2 are executed on the bridges with gullies in the axis of the structure;</w:t>
      </w:r>
    </w:p>
    <w:p w:rsidR="000839F4" w:rsidRDefault="000839F4" w:rsidP="009416B4">
      <w:pPr>
        <w:pStyle w:val="BodyText"/>
        <w:tabs>
          <w:tab w:val="left" w:pos="450"/>
        </w:tabs>
        <w:spacing w:before="123"/>
        <w:ind w:left="450" w:right="168"/>
        <w:jc w:val="both"/>
      </w:pPr>
      <w:r>
        <w:t xml:space="preserve">b) </w:t>
      </w:r>
      <w:proofErr w:type="gramStart"/>
      <w:r>
        <w:t>the</w:t>
      </w:r>
      <w:proofErr w:type="gramEnd"/>
      <w:r>
        <w:t xml:space="preserve"> use of a "construction railroad shut down" during the </w:t>
      </w:r>
      <w:r w:rsidR="007C716C">
        <w:t xml:space="preserve">maximum possible period of time during a </w:t>
      </w:r>
      <w:r>
        <w:t>day</w:t>
      </w:r>
      <w:r w:rsidR="007C716C">
        <w:t xml:space="preserve"> and night</w:t>
      </w:r>
      <w:r>
        <w:t xml:space="preserve"> with or without </w:t>
      </w:r>
      <w:r w:rsidR="007C716C">
        <w:t xml:space="preserve">a </w:t>
      </w:r>
      <w:r>
        <w:t xml:space="preserve">power cut, the </w:t>
      </w:r>
      <w:r w:rsidR="00AC3BB8">
        <w:t>items</w:t>
      </w:r>
      <w:r>
        <w:t xml:space="preserve"> </w:t>
      </w:r>
      <w:proofErr w:type="spellStart"/>
      <w:r>
        <w:t>Tč</w:t>
      </w:r>
      <w:proofErr w:type="spellEnd"/>
      <w:r>
        <w:t xml:space="preserve"> 2, </w:t>
      </w:r>
      <w:proofErr w:type="spellStart"/>
      <w:r>
        <w:t>Tč</w:t>
      </w:r>
      <w:proofErr w:type="spellEnd"/>
      <w:r>
        <w:t xml:space="preserve"> 3 are executed;</w:t>
      </w:r>
    </w:p>
    <w:p w:rsidR="000839F4" w:rsidRDefault="000839F4" w:rsidP="009416B4">
      <w:pPr>
        <w:pStyle w:val="BodyText"/>
        <w:tabs>
          <w:tab w:val="left" w:pos="450"/>
        </w:tabs>
        <w:spacing w:before="123"/>
        <w:ind w:left="450" w:right="168"/>
        <w:jc w:val="both"/>
      </w:pPr>
      <w:r>
        <w:t xml:space="preserve">c) Easy driving mode (30 km / h) without power cut, </w:t>
      </w:r>
      <w:r w:rsidR="00AC3BB8">
        <w:t>items</w:t>
      </w:r>
      <w:r>
        <w:t xml:space="preserve"> </w:t>
      </w:r>
      <w:proofErr w:type="spellStart"/>
      <w:r>
        <w:t>Tč</w:t>
      </w:r>
      <w:proofErr w:type="spellEnd"/>
      <w:r>
        <w:t xml:space="preserve"> 4, </w:t>
      </w:r>
      <w:proofErr w:type="spellStart"/>
      <w:r>
        <w:t>Tč</w:t>
      </w:r>
      <w:proofErr w:type="spellEnd"/>
      <w:r>
        <w:t xml:space="preserve"> 5</w:t>
      </w:r>
      <w:r w:rsidR="007C716C">
        <w:t xml:space="preserve"> and</w:t>
      </w:r>
      <w:r>
        <w:t xml:space="preserve"> </w:t>
      </w:r>
      <w:proofErr w:type="spellStart"/>
      <w:r>
        <w:t>Tč</w:t>
      </w:r>
      <w:proofErr w:type="spellEnd"/>
      <w:r>
        <w:t xml:space="preserve"> 6 are executed.</w:t>
      </w:r>
    </w:p>
    <w:p w:rsidR="000919B9" w:rsidRDefault="000919B9" w:rsidP="009416B4">
      <w:pPr>
        <w:pStyle w:val="BodyText"/>
        <w:tabs>
          <w:tab w:val="left" w:pos="450"/>
        </w:tabs>
        <w:spacing w:before="123"/>
        <w:ind w:left="450" w:right="168"/>
        <w:jc w:val="both"/>
      </w:pPr>
      <w:r w:rsidRPr="000919B9">
        <w:t xml:space="preserve">d) Directing the traffic over steel temporaries in the hardening phase of concrete AB drainage slabs if the total stopping of traffic cannot be increased by more than 2 days. </w:t>
      </w:r>
      <w:proofErr w:type="gramStart"/>
      <w:r w:rsidRPr="000919B9">
        <w:t xml:space="preserve">Temporary type B </w:t>
      </w:r>
      <w:r w:rsidR="00791F63" w:rsidRPr="000919B9">
        <w:t>to produce</w:t>
      </w:r>
      <w:r w:rsidRPr="000919B9">
        <w:t xml:space="preserve"> a 1.4m wide slab above the piers, a temporary type A </w:t>
      </w:r>
      <w:r w:rsidR="00791F63">
        <w:t>to produce</w:t>
      </w:r>
      <w:r w:rsidRPr="000919B9">
        <w:t xml:space="preserve"> of a 12.8m wide slab around piers.</w:t>
      </w:r>
      <w:proofErr w:type="gramEnd"/>
    </w:p>
    <w:bookmarkEnd w:id="29"/>
    <w:p w:rsidR="000919B9" w:rsidRDefault="000919B9" w:rsidP="009416B4">
      <w:pPr>
        <w:pStyle w:val="BodyText"/>
        <w:tabs>
          <w:tab w:val="left" w:pos="450"/>
        </w:tabs>
        <w:spacing w:before="123"/>
        <w:ind w:left="450" w:right="168"/>
        <w:jc w:val="both"/>
      </w:pPr>
    </w:p>
    <w:p w:rsidR="00AC3BB8" w:rsidRPr="00542B37" w:rsidRDefault="00AC3BB8" w:rsidP="009416B4">
      <w:pPr>
        <w:pStyle w:val="BodyText"/>
        <w:tabs>
          <w:tab w:val="left" w:pos="2280"/>
        </w:tabs>
        <w:spacing w:line="244" w:lineRule="exact"/>
        <w:ind w:left="450"/>
        <w:rPr>
          <w:b/>
          <w:u w:val="single"/>
        </w:rPr>
      </w:pPr>
      <w:bookmarkStart w:id="31" w:name="_Hlk525214052"/>
      <w:bookmarkEnd w:id="30"/>
      <w:r w:rsidRPr="00542B37">
        <w:rPr>
          <w:b/>
          <w:u w:val="single"/>
        </w:rPr>
        <w:t>B. Railway construction (bridge and the area next to the bridge)</w:t>
      </w:r>
    </w:p>
    <w:p w:rsidR="00AC3BB8" w:rsidRDefault="00AC3BB8" w:rsidP="009416B4">
      <w:pPr>
        <w:pStyle w:val="BodyText"/>
        <w:tabs>
          <w:tab w:val="left" w:pos="2280"/>
        </w:tabs>
        <w:spacing w:line="244" w:lineRule="exact"/>
        <w:ind w:left="450"/>
      </w:pPr>
    </w:p>
    <w:p w:rsidR="00AC3BB8" w:rsidRDefault="00AC3BB8" w:rsidP="009416B4">
      <w:pPr>
        <w:pStyle w:val="BodyText"/>
        <w:tabs>
          <w:tab w:val="left" w:pos="2280"/>
        </w:tabs>
        <w:spacing w:line="244" w:lineRule="exact"/>
        <w:ind w:left="450"/>
      </w:pPr>
      <w:r>
        <w:t xml:space="preserve">For the execution of the mentioned works for items </w:t>
      </w:r>
      <w:proofErr w:type="spellStart"/>
      <w:r>
        <w:t>Tč</w:t>
      </w:r>
      <w:proofErr w:type="spellEnd"/>
      <w:r>
        <w:t xml:space="preserve"> 1, </w:t>
      </w:r>
      <w:proofErr w:type="spellStart"/>
      <w:r>
        <w:t>Tč</w:t>
      </w:r>
      <w:proofErr w:type="spellEnd"/>
      <w:r>
        <w:t xml:space="preserve"> 2, </w:t>
      </w:r>
      <w:proofErr w:type="spellStart"/>
      <w:r>
        <w:t>Tč</w:t>
      </w:r>
      <w:proofErr w:type="spellEnd"/>
      <w:r>
        <w:t xml:space="preserve"> 3 and T</w:t>
      </w:r>
      <w:r>
        <w:rPr>
          <w:lang w:val="sr-Latn-RS"/>
        </w:rPr>
        <w:t>č4</w:t>
      </w:r>
      <w:r>
        <w:t>, it is necessary to remove the rails, sleepers and the road bed all the way to the protective layer of waterproofing.</w:t>
      </w:r>
    </w:p>
    <w:p w:rsidR="00284A3F" w:rsidRDefault="00284A3F" w:rsidP="009416B4">
      <w:pPr>
        <w:pStyle w:val="BodyText"/>
        <w:tabs>
          <w:tab w:val="left" w:pos="2280"/>
        </w:tabs>
        <w:spacing w:line="244" w:lineRule="exact"/>
        <w:ind w:left="450"/>
      </w:pPr>
    </w:p>
    <w:p w:rsidR="00AC3BB8" w:rsidRDefault="00AC3BB8" w:rsidP="009416B4">
      <w:pPr>
        <w:pStyle w:val="BodyText"/>
        <w:tabs>
          <w:tab w:val="left" w:pos="2280"/>
        </w:tabs>
        <w:spacing w:line="244" w:lineRule="exact"/>
        <w:ind w:left="450"/>
      </w:pPr>
      <w:r>
        <w:t>This is a description of the items of work on the railway that are necessary.</w:t>
      </w:r>
    </w:p>
    <w:p w:rsidR="00284A3F" w:rsidRDefault="00284A3F" w:rsidP="009416B4">
      <w:pPr>
        <w:pStyle w:val="BodyText"/>
        <w:tabs>
          <w:tab w:val="left" w:pos="2280"/>
        </w:tabs>
        <w:spacing w:line="244" w:lineRule="exact"/>
        <w:ind w:left="450"/>
      </w:pPr>
    </w:p>
    <w:p w:rsidR="00AC3BB8" w:rsidRDefault="00AC3BB8" w:rsidP="009416B4">
      <w:pPr>
        <w:pStyle w:val="BodyText"/>
        <w:tabs>
          <w:tab w:val="left" w:pos="2280"/>
        </w:tabs>
        <w:spacing w:line="244" w:lineRule="exact"/>
        <w:ind w:left="450"/>
      </w:pPr>
      <w:r>
        <w:t xml:space="preserve">1) Works carried out before </w:t>
      </w:r>
      <w:r w:rsidR="00284A3F">
        <w:t>stopping</w:t>
      </w:r>
      <w:r>
        <w:t xml:space="preserve"> </w:t>
      </w:r>
      <w:r w:rsidR="00284A3F">
        <w:t>the</w:t>
      </w:r>
      <w:r>
        <w:t xml:space="preserve"> traffic:</w:t>
      </w:r>
    </w:p>
    <w:p w:rsidR="00AC3BB8" w:rsidRDefault="00AC3BB8" w:rsidP="009416B4">
      <w:pPr>
        <w:pStyle w:val="BodyText"/>
        <w:tabs>
          <w:tab w:val="left" w:pos="2280"/>
        </w:tabs>
        <w:spacing w:line="244" w:lineRule="exact"/>
        <w:ind w:left="450"/>
      </w:pPr>
      <w:r>
        <w:t xml:space="preserve">• </w:t>
      </w:r>
      <w:proofErr w:type="gramStart"/>
      <w:r w:rsidR="00791F63">
        <w:t>installation</w:t>
      </w:r>
      <w:proofErr w:type="gramEnd"/>
      <w:r>
        <w:t xml:space="preserve"> and removal of devices against the movement of rails in the railroad area behind the abutment piers;</w:t>
      </w:r>
    </w:p>
    <w:p w:rsidR="00AC3BB8" w:rsidRDefault="00AC3BB8" w:rsidP="009416B4">
      <w:pPr>
        <w:pStyle w:val="BodyText"/>
        <w:tabs>
          <w:tab w:val="left" w:pos="2280"/>
        </w:tabs>
        <w:spacing w:line="244" w:lineRule="exact"/>
        <w:ind w:left="450"/>
      </w:pPr>
      <w:r>
        <w:t xml:space="preserve">• </w:t>
      </w:r>
      <w:proofErr w:type="gramStart"/>
      <w:r>
        <w:t>installation</w:t>
      </w:r>
      <w:proofErr w:type="gramEnd"/>
      <w:r>
        <w:t xml:space="preserve"> and removal of devices against the lateral movement of sleepers in the railroad area behind the abutment piers;</w:t>
      </w:r>
    </w:p>
    <w:p w:rsidR="00C174B3" w:rsidRDefault="00C174B3" w:rsidP="00C174B3">
      <w:pPr>
        <w:pStyle w:val="BodyText"/>
        <w:tabs>
          <w:tab w:val="left" w:pos="2280"/>
        </w:tabs>
        <w:spacing w:line="244" w:lineRule="exact"/>
        <w:ind w:left="0"/>
      </w:pPr>
    </w:p>
    <w:p w:rsidR="00AC3BB8" w:rsidRDefault="00AC3BB8" w:rsidP="009416B4">
      <w:pPr>
        <w:pStyle w:val="BodyText"/>
        <w:tabs>
          <w:tab w:val="left" w:pos="2280"/>
        </w:tabs>
        <w:spacing w:line="244" w:lineRule="exact"/>
        <w:ind w:left="450"/>
      </w:pPr>
      <w:r>
        <w:t>• cutting the rail in the embankment at 10m from the abutment piers and at every 22.5m on the bridge, with the drilling of the rails and mounting the rail joints.</w:t>
      </w:r>
    </w:p>
    <w:p w:rsidR="00AC3BB8" w:rsidRDefault="00AC3BB8" w:rsidP="009416B4">
      <w:pPr>
        <w:pStyle w:val="BodyText"/>
        <w:tabs>
          <w:tab w:val="left" w:pos="2280"/>
        </w:tabs>
        <w:spacing w:line="244" w:lineRule="exact"/>
        <w:ind w:left="450"/>
      </w:pPr>
    </w:p>
    <w:p w:rsidR="00AC3BB8" w:rsidRDefault="00AC3BB8" w:rsidP="009416B4">
      <w:pPr>
        <w:pStyle w:val="BodyText"/>
        <w:tabs>
          <w:tab w:val="left" w:pos="2280"/>
        </w:tabs>
        <w:spacing w:line="244" w:lineRule="exact"/>
        <w:ind w:left="450"/>
      </w:pPr>
      <w:r>
        <w:t>2) Works during the closed traffic and power out:</w:t>
      </w:r>
    </w:p>
    <w:p w:rsidR="00AC3BB8" w:rsidRDefault="00AC3BB8" w:rsidP="009416B4">
      <w:pPr>
        <w:pStyle w:val="BodyText"/>
        <w:tabs>
          <w:tab w:val="left" w:pos="2280"/>
        </w:tabs>
        <w:spacing w:line="244" w:lineRule="exact"/>
        <w:ind w:left="450"/>
      </w:pPr>
      <w:r>
        <w:t xml:space="preserve">• </w:t>
      </w:r>
      <w:proofErr w:type="gramStart"/>
      <w:r>
        <w:t>removal</w:t>
      </w:r>
      <w:proofErr w:type="gramEnd"/>
      <w:r>
        <w:t xml:space="preserve"> of the railroad (rails, protective rails, sleepers, surfacing prism) in </w:t>
      </w:r>
      <w:r w:rsidR="00284A3F">
        <w:t>one 15m span</w:t>
      </w:r>
      <w:r>
        <w:t>;</w:t>
      </w:r>
    </w:p>
    <w:p w:rsidR="00AC3BB8" w:rsidRDefault="00AC3BB8" w:rsidP="009416B4">
      <w:pPr>
        <w:pStyle w:val="BodyText"/>
        <w:tabs>
          <w:tab w:val="left" w:pos="2280"/>
        </w:tabs>
        <w:spacing w:line="244" w:lineRule="exact"/>
        <w:ind w:left="450"/>
      </w:pPr>
      <w:r>
        <w:t xml:space="preserve">• mounting of railway with existing rails, a new roadbed, new wooden </w:t>
      </w:r>
      <w:r w:rsidR="00284A3F">
        <w:t>crossties</w:t>
      </w:r>
      <w:r>
        <w:t xml:space="preserve"> and new railway equipment.</w:t>
      </w:r>
    </w:p>
    <w:p w:rsidR="00284A3F" w:rsidRDefault="00284A3F" w:rsidP="00C174B3">
      <w:pPr>
        <w:pStyle w:val="BodyText"/>
        <w:numPr>
          <w:ilvl w:val="0"/>
          <w:numId w:val="17"/>
        </w:numPr>
        <w:tabs>
          <w:tab w:val="left" w:pos="567"/>
        </w:tabs>
        <w:spacing w:line="244" w:lineRule="exact"/>
        <w:ind w:left="450" w:firstLine="0"/>
      </w:pPr>
      <w:r>
        <w:t xml:space="preserve">If the temporary type A is </w:t>
      </w:r>
      <w:r w:rsidR="00791F63">
        <w:t>used,</w:t>
      </w:r>
      <w:r w:rsidR="00542B37">
        <w:t xml:space="preserve"> then the installation and removal of rails is done with temporaries.</w:t>
      </w:r>
    </w:p>
    <w:p w:rsidR="00AC3BB8" w:rsidRDefault="00AC3BB8" w:rsidP="009416B4">
      <w:pPr>
        <w:pStyle w:val="BodyText"/>
        <w:tabs>
          <w:tab w:val="left" w:pos="2280"/>
        </w:tabs>
        <w:spacing w:line="244" w:lineRule="exact"/>
        <w:ind w:left="450"/>
      </w:pPr>
    </w:p>
    <w:p w:rsidR="00AC3BB8" w:rsidRDefault="00AC3BB8" w:rsidP="009416B4">
      <w:pPr>
        <w:pStyle w:val="BodyText"/>
        <w:tabs>
          <w:tab w:val="left" w:pos="2280"/>
        </w:tabs>
        <w:spacing w:line="244" w:lineRule="exact"/>
        <w:ind w:left="450"/>
      </w:pPr>
      <w:r>
        <w:t>3) Works after the end of construction works in the railway area:</w:t>
      </w:r>
    </w:p>
    <w:p w:rsidR="00AC3BB8" w:rsidRDefault="00AC3BB8" w:rsidP="009416B4">
      <w:pPr>
        <w:pStyle w:val="BodyText"/>
        <w:tabs>
          <w:tab w:val="left" w:pos="2280"/>
        </w:tabs>
        <w:spacing w:line="244" w:lineRule="exact"/>
        <w:ind w:left="450"/>
      </w:pPr>
      <w:r>
        <w:t xml:space="preserve">• Rail welding </w:t>
      </w:r>
      <w:r w:rsidR="00542B37">
        <w:t>on long rails</w:t>
      </w:r>
      <w:r>
        <w:t>, installation of safety rails;</w:t>
      </w:r>
    </w:p>
    <w:p w:rsidR="00AC3BB8" w:rsidRDefault="00AC3BB8" w:rsidP="009416B4">
      <w:pPr>
        <w:pStyle w:val="BodyText"/>
        <w:tabs>
          <w:tab w:val="left" w:pos="2280"/>
        </w:tabs>
        <w:spacing w:line="244" w:lineRule="exact"/>
        <w:ind w:left="450"/>
      </w:pPr>
      <w:r>
        <w:t>• regulating the railway in the direction and the leveling of the existing elements.</w:t>
      </w:r>
    </w:p>
    <w:p w:rsidR="009416B4" w:rsidRDefault="009416B4" w:rsidP="009416B4">
      <w:pPr>
        <w:pStyle w:val="BodyText"/>
        <w:tabs>
          <w:tab w:val="left" w:pos="2280"/>
        </w:tabs>
        <w:spacing w:line="244" w:lineRule="exact"/>
        <w:ind w:left="450"/>
      </w:pPr>
    </w:p>
    <w:p w:rsidR="009416B4" w:rsidRPr="009416B4" w:rsidRDefault="009416B4" w:rsidP="009416B4">
      <w:pPr>
        <w:pStyle w:val="BodyText"/>
        <w:tabs>
          <w:tab w:val="left" w:pos="2280"/>
        </w:tabs>
        <w:spacing w:line="244" w:lineRule="exact"/>
        <w:ind w:left="450"/>
        <w:rPr>
          <w:b/>
          <w:u w:val="single"/>
        </w:rPr>
      </w:pPr>
      <w:r w:rsidRPr="009416B4">
        <w:rPr>
          <w:b/>
          <w:u w:val="single"/>
        </w:rPr>
        <w:t xml:space="preserve">C. Conclusion </w:t>
      </w:r>
    </w:p>
    <w:p w:rsidR="009416B4" w:rsidRDefault="009416B4" w:rsidP="009416B4">
      <w:pPr>
        <w:pStyle w:val="BodyText"/>
        <w:tabs>
          <w:tab w:val="left" w:pos="2280"/>
        </w:tabs>
        <w:spacing w:line="244" w:lineRule="exact"/>
        <w:ind w:left="450"/>
      </w:pPr>
    </w:p>
    <w:p w:rsidR="009416B4" w:rsidRDefault="009416B4" w:rsidP="009416B4">
      <w:pPr>
        <w:pStyle w:val="BodyText"/>
        <w:tabs>
          <w:tab w:val="left" w:pos="2280"/>
        </w:tabs>
        <w:spacing w:line="244" w:lineRule="exact"/>
        <w:ind w:left="450"/>
      </w:pPr>
    </w:p>
    <w:p w:rsidR="009416B4" w:rsidRDefault="009416B4" w:rsidP="009416B4">
      <w:pPr>
        <w:pStyle w:val="BodyText"/>
        <w:tabs>
          <w:tab w:val="left" w:pos="2280"/>
        </w:tabs>
        <w:spacing w:line="244" w:lineRule="exact"/>
        <w:ind w:left="450"/>
      </w:pPr>
      <w:r>
        <w:t>a) The precondition for quality works of waterproofing, gullies and expansion joints is to meet the requirements of installation and to do careful work without unrealistic demands on the shortening of the required time.</w:t>
      </w:r>
    </w:p>
    <w:p w:rsidR="009416B4" w:rsidRDefault="009416B4" w:rsidP="009416B4">
      <w:pPr>
        <w:pStyle w:val="BodyText"/>
        <w:tabs>
          <w:tab w:val="left" w:pos="2280"/>
        </w:tabs>
        <w:spacing w:line="244" w:lineRule="exact"/>
        <w:ind w:left="450"/>
      </w:pPr>
    </w:p>
    <w:p w:rsidR="009416B4" w:rsidRDefault="009416B4" w:rsidP="009416B4">
      <w:pPr>
        <w:pStyle w:val="BodyText"/>
        <w:tabs>
          <w:tab w:val="left" w:pos="2280"/>
        </w:tabs>
        <w:spacing w:line="244" w:lineRule="exact"/>
        <w:ind w:left="450"/>
      </w:pPr>
      <w:r>
        <w:t xml:space="preserve">b) With the good preparation and good organization of the working trains’ traffic, enough construction machines and experienced and expert work force it is possible to repair the waterproofing of the railway along 15 m of the bridge in one-day of closing (24h) and then let the traffic in the light traffic mode. This is valid for the period of May-September on the railway </w:t>
      </w:r>
      <w:proofErr w:type="spellStart"/>
      <w:r>
        <w:t>Vrbnica</w:t>
      </w:r>
      <w:proofErr w:type="spellEnd"/>
      <w:r>
        <w:t xml:space="preserve"> - Podgorica and the period of April-October on the railway Podgorica-Bar.</w:t>
      </w:r>
    </w:p>
    <w:p w:rsidR="009416B4" w:rsidRDefault="009416B4" w:rsidP="009416B4">
      <w:pPr>
        <w:pStyle w:val="BodyText"/>
        <w:tabs>
          <w:tab w:val="left" w:pos="2280"/>
        </w:tabs>
        <w:spacing w:line="244" w:lineRule="exact"/>
        <w:ind w:left="450"/>
      </w:pPr>
    </w:p>
    <w:p w:rsidR="009416B4" w:rsidRDefault="009416B4" w:rsidP="009416B4">
      <w:pPr>
        <w:pStyle w:val="BodyText"/>
        <w:tabs>
          <w:tab w:val="left" w:pos="2280"/>
        </w:tabs>
        <w:spacing w:line="244" w:lineRule="exact"/>
        <w:ind w:left="450"/>
      </w:pPr>
      <w:r>
        <w:t>c) The contractor will, in accordance with the recommendations of the design and its technical and technological capacities, determine which period of closing of the railway is necessary and submit a request in a timely manner to the Railway infrastructure company of Montenegro (ŽICG) for obtaining the closing of the railroads that are longer than the daily approved closings.</w:t>
      </w:r>
    </w:p>
    <w:p w:rsidR="009416B4" w:rsidRDefault="009416B4" w:rsidP="009416B4">
      <w:pPr>
        <w:pStyle w:val="BodyText"/>
        <w:tabs>
          <w:tab w:val="left" w:pos="2280"/>
        </w:tabs>
        <w:spacing w:line="244" w:lineRule="exact"/>
        <w:ind w:left="450"/>
      </w:pPr>
    </w:p>
    <w:p w:rsidR="009416B4" w:rsidRDefault="009416B4" w:rsidP="009416B4">
      <w:pPr>
        <w:pStyle w:val="BodyText"/>
        <w:tabs>
          <w:tab w:val="left" w:pos="2280"/>
        </w:tabs>
        <w:spacing w:line="244" w:lineRule="exact"/>
        <w:ind w:left="450"/>
      </w:pPr>
      <w:r>
        <w:t>d) The closing of the traffic should be used, if possible, simultaneously on two or more bridges that are in the same distance between the stations.</w:t>
      </w:r>
    </w:p>
    <w:p w:rsidR="009416B4" w:rsidRDefault="009416B4" w:rsidP="009416B4">
      <w:pPr>
        <w:pStyle w:val="BodyText"/>
        <w:tabs>
          <w:tab w:val="left" w:pos="2280"/>
        </w:tabs>
        <w:spacing w:line="244" w:lineRule="exact"/>
        <w:ind w:left="450"/>
      </w:pPr>
    </w:p>
    <w:p w:rsidR="009416B4" w:rsidRDefault="009416B4" w:rsidP="009416B4">
      <w:pPr>
        <w:pStyle w:val="BodyText"/>
        <w:tabs>
          <w:tab w:val="left" w:pos="2280"/>
        </w:tabs>
        <w:spacing w:line="244" w:lineRule="exact"/>
        <w:ind w:left="450"/>
      </w:pPr>
      <w:r>
        <w:t>e) In the case of bridges with larger spans than 15m, it is necessary to use a long closing multiple times, but it is acceptable to organize it with breaks not exceeding 2 days.</w:t>
      </w:r>
    </w:p>
    <w:bookmarkEnd w:id="31"/>
    <w:p w:rsidR="00126F59" w:rsidRDefault="00126F59">
      <w:pPr>
        <w:spacing w:before="3"/>
        <w:rPr>
          <w:rFonts w:ascii="Arial" w:eastAsia="Arial" w:hAnsi="Arial" w:cs="Arial"/>
          <w:sz w:val="21"/>
          <w:szCs w:val="21"/>
        </w:rPr>
      </w:pPr>
    </w:p>
    <w:p w:rsidR="00C174B3" w:rsidRDefault="00C174B3" w:rsidP="00542B37">
      <w:pPr>
        <w:spacing w:line="290" w:lineRule="auto"/>
        <w:jc w:val="both"/>
        <w:rPr>
          <w:rFonts w:ascii="Arial" w:hAnsi="Arial" w:cs="Arial"/>
          <w:b/>
          <w:sz w:val="20"/>
          <w:szCs w:val="20"/>
          <w:u w:val="single"/>
        </w:rPr>
      </w:pPr>
      <w:bookmarkStart w:id="32" w:name="_Hlk525214081"/>
    </w:p>
    <w:p w:rsidR="00542B37" w:rsidRPr="00C174B3" w:rsidRDefault="00542B37" w:rsidP="00542B37">
      <w:pPr>
        <w:spacing w:line="290" w:lineRule="auto"/>
        <w:jc w:val="both"/>
        <w:rPr>
          <w:rFonts w:ascii="Arial" w:hAnsi="Arial" w:cs="Arial"/>
          <w:b/>
          <w:sz w:val="20"/>
          <w:szCs w:val="20"/>
          <w:u w:val="single"/>
        </w:rPr>
      </w:pPr>
      <w:r w:rsidRPr="00C174B3">
        <w:rPr>
          <w:rFonts w:ascii="Arial" w:hAnsi="Arial" w:cs="Arial"/>
          <w:b/>
          <w:sz w:val="20"/>
          <w:szCs w:val="20"/>
          <w:u w:val="single"/>
        </w:rPr>
        <w:t>OTHER WORKS</w:t>
      </w:r>
    </w:p>
    <w:p w:rsidR="00542B37" w:rsidRPr="00C174B3" w:rsidRDefault="00542B37" w:rsidP="00542B37">
      <w:pPr>
        <w:spacing w:line="290" w:lineRule="auto"/>
        <w:jc w:val="both"/>
        <w:rPr>
          <w:rFonts w:ascii="Arial" w:hAnsi="Arial" w:cs="Arial"/>
          <w:sz w:val="20"/>
          <w:szCs w:val="20"/>
        </w:rPr>
      </w:pPr>
      <w:r w:rsidRPr="00C174B3">
        <w:rPr>
          <w:rFonts w:ascii="Arial" w:hAnsi="Arial" w:cs="Arial"/>
          <w:sz w:val="20"/>
          <w:szCs w:val="20"/>
        </w:rPr>
        <w:t>These items of work can be executed independently of the railway traffic and are not in the high voltage zone, according to the preliminary design of the execution work technology.</w:t>
      </w:r>
    </w:p>
    <w:p w:rsidR="00542B37" w:rsidRPr="00C174B3" w:rsidRDefault="00542B37" w:rsidP="00542B37">
      <w:pPr>
        <w:spacing w:line="290" w:lineRule="auto"/>
        <w:jc w:val="both"/>
        <w:rPr>
          <w:rFonts w:ascii="Arial" w:hAnsi="Arial" w:cs="Arial"/>
          <w:sz w:val="20"/>
          <w:szCs w:val="20"/>
        </w:rPr>
      </w:pPr>
    </w:p>
    <w:p w:rsidR="00542B37" w:rsidRPr="00C174B3" w:rsidRDefault="00542B37" w:rsidP="00542B37">
      <w:pPr>
        <w:spacing w:line="290" w:lineRule="auto"/>
        <w:jc w:val="both"/>
        <w:rPr>
          <w:rFonts w:ascii="Arial" w:hAnsi="Arial" w:cs="Arial"/>
          <w:b/>
          <w:sz w:val="20"/>
          <w:szCs w:val="20"/>
          <w:u w:val="single"/>
        </w:rPr>
      </w:pPr>
      <w:r w:rsidRPr="00C174B3">
        <w:rPr>
          <w:rFonts w:ascii="Arial" w:hAnsi="Arial" w:cs="Arial"/>
          <w:b/>
          <w:sz w:val="20"/>
          <w:szCs w:val="20"/>
          <w:u w:val="single"/>
        </w:rPr>
        <w:t>A. Foundation piers</w:t>
      </w:r>
    </w:p>
    <w:p w:rsidR="00542B37" w:rsidRPr="00C174B3" w:rsidRDefault="00542B37" w:rsidP="00542B37">
      <w:pPr>
        <w:spacing w:line="290" w:lineRule="auto"/>
        <w:jc w:val="both"/>
        <w:rPr>
          <w:rFonts w:ascii="Arial" w:hAnsi="Arial" w:cs="Arial"/>
          <w:sz w:val="20"/>
          <w:szCs w:val="20"/>
        </w:rPr>
      </w:pPr>
      <w:r w:rsidRPr="00C174B3">
        <w:rPr>
          <w:rFonts w:ascii="Arial" w:hAnsi="Arial" w:cs="Arial"/>
          <w:sz w:val="20"/>
          <w:szCs w:val="20"/>
        </w:rPr>
        <w:t>The reconstruction of the foundations was not predesigned.</w:t>
      </w:r>
    </w:p>
    <w:p w:rsidR="00542B37" w:rsidRPr="00C174B3" w:rsidRDefault="00542B37" w:rsidP="00542B37">
      <w:pPr>
        <w:spacing w:line="290" w:lineRule="auto"/>
        <w:jc w:val="both"/>
        <w:rPr>
          <w:rFonts w:ascii="Arial" w:hAnsi="Arial" w:cs="Arial"/>
          <w:sz w:val="20"/>
          <w:szCs w:val="20"/>
        </w:rPr>
      </w:pPr>
    </w:p>
    <w:p w:rsidR="00542B37" w:rsidRPr="00C174B3" w:rsidRDefault="00542B37" w:rsidP="00542B37">
      <w:pPr>
        <w:spacing w:line="290" w:lineRule="auto"/>
        <w:jc w:val="both"/>
        <w:rPr>
          <w:rFonts w:ascii="Arial" w:hAnsi="Arial" w:cs="Arial"/>
          <w:b/>
          <w:sz w:val="20"/>
          <w:szCs w:val="20"/>
          <w:u w:val="single"/>
        </w:rPr>
      </w:pPr>
      <w:r w:rsidRPr="00C174B3">
        <w:rPr>
          <w:rFonts w:ascii="Arial" w:hAnsi="Arial" w:cs="Arial"/>
          <w:b/>
          <w:sz w:val="20"/>
          <w:szCs w:val="20"/>
          <w:u w:val="single"/>
        </w:rPr>
        <w:t>B. Abutment piers and wings</w:t>
      </w:r>
    </w:p>
    <w:p w:rsidR="00542B37" w:rsidRPr="00C174B3" w:rsidRDefault="00542B37" w:rsidP="00542B37">
      <w:pPr>
        <w:spacing w:line="290" w:lineRule="auto"/>
        <w:jc w:val="both"/>
        <w:rPr>
          <w:rFonts w:ascii="Arial" w:hAnsi="Arial" w:cs="Arial"/>
          <w:sz w:val="20"/>
          <w:szCs w:val="20"/>
        </w:rPr>
      </w:pPr>
      <w:r w:rsidRPr="00C174B3">
        <w:rPr>
          <w:rFonts w:ascii="Arial" w:hAnsi="Arial" w:cs="Arial"/>
          <w:sz w:val="20"/>
          <w:szCs w:val="20"/>
        </w:rPr>
        <w:t>The reinforcing of the abutment piers and wings was not predesigned.</w:t>
      </w:r>
      <w:r w:rsidR="00A65A7A" w:rsidRPr="00C174B3">
        <w:rPr>
          <w:rFonts w:ascii="Arial" w:hAnsi="Arial" w:cs="Arial"/>
          <w:sz w:val="20"/>
          <w:szCs w:val="20"/>
        </w:rPr>
        <w:t xml:space="preserve"> The surface damages of rock layer and joints will be </w:t>
      </w:r>
      <w:r w:rsidR="00791F63" w:rsidRPr="00C174B3">
        <w:rPr>
          <w:rFonts w:ascii="Arial" w:hAnsi="Arial" w:cs="Arial"/>
          <w:sz w:val="20"/>
          <w:szCs w:val="20"/>
        </w:rPr>
        <w:t>repaired</w:t>
      </w:r>
      <w:r w:rsidR="00A65A7A" w:rsidRPr="00C174B3">
        <w:rPr>
          <w:rFonts w:ascii="Arial" w:hAnsi="Arial" w:cs="Arial"/>
          <w:sz w:val="20"/>
          <w:szCs w:val="20"/>
        </w:rPr>
        <w:t xml:space="preserve"> with washing the rock under </w:t>
      </w:r>
      <w:r w:rsidR="00791F63" w:rsidRPr="00C174B3">
        <w:rPr>
          <w:rFonts w:ascii="Arial" w:hAnsi="Arial" w:cs="Arial"/>
          <w:sz w:val="20"/>
          <w:szCs w:val="20"/>
        </w:rPr>
        <w:t>pressure</w:t>
      </w:r>
      <w:r w:rsidR="00A65A7A" w:rsidRPr="00C174B3">
        <w:rPr>
          <w:rFonts w:ascii="Arial" w:hAnsi="Arial" w:cs="Arial"/>
          <w:sz w:val="20"/>
          <w:szCs w:val="20"/>
        </w:rPr>
        <w:t xml:space="preserve"> and filling the damaged joints with mortar. </w:t>
      </w:r>
    </w:p>
    <w:p w:rsidR="00A65A7A" w:rsidRPr="00C174B3" w:rsidRDefault="00A65A7A" w:rsidP="00542B37">
      <w:pPr>
        <w:spacing w:line="290" w:lineRule="auto"/>
        <w:jc w:val="both"/>
        <w:rPr>
          <w:rFonts w:ascii="Arial" w:hAnsi="Arial" w:cs="Arial"/>
          <w:sz w:val="20"/>
          <w:szCs w:val="20"/>
        </w:rPr>
      </w:pPr>
    </w:p>
    <w:p w:rsidR="00A65A7A" w:rsidRPr="00C174B3" w:rsidRDefault="00A65A7A" w:rsidP="00A65A7A">
      <w:pPr>
        <w:spacing w:line="290" w:lineRule="auto"/>
        <w:jc w:val="both"/>
        <w:rPr>
          <w:rFonts w:ascii="Arial" w:hAnsi="Arial" w:cs="Arial"/>
          <w:b/>
          <w:sz w:val="20"/>
          <w:szCs w:val="20"/>
          <w:u w:val="single"/>
        </w:rPr>
      </w:pPr>
      <w:r w:rsidRPr="00C174B3">
        <w:rPr>
          <w:rFonts w:ascii="Arial" w:hAnsi="Arial" w:cs="Arial"/>
          <w:b/>
          <w:sz w:val="20"/>
          <w:szCs w:val="20"/>
          <w:u w:val="single"/>
        </w:rPr>
        <w:t>C. Crown piers</w:t>
      </w:r>
    </w:p>
    <w:p w:rsidR="00A65A7A" w:rsidRPr="00C174B3" w:rsidRDefault="00A65A7A" w:rsidP="00A65A7A">
      <w:pPr>
        <w:spacing w:line="290" w:lineRule="auto"/>
        <w:jc w:val="both"/>
        <w:rPr>
          <w:rFonts w:ascii="Arial" w:hAnsi="Arial" w:cs="Arial"/>
          <w:sz w:val="20"/>
          <w:szCs w:val="20"/>
        </w:rPr>
      </w:pPr>
      <w:r w:rsidRPr="00C174B3">
        <w:rPr>
          <w:rFonts w:ascii="Arial" w:hAnsi="Arial" w:cs="Arial"/>
          <w:sz w:val="20"/>
          <w:szCs w:val="20"/>
        </w:rPr>
        <w:t xml:space="preserve">The reinforcement of crown piers was not predesigned. The surface damages of rock layer and joints will be </w:t>
      </w:r>
      <w:r w:rsidR="00791F63" w:rsidRPr="00C174B3">
        <w:rPr>
          <w:rFonts w:ascii="Arial" w:hAnsi="Arial" w:cs="Arial"/>
          <w:sz w:val="20"/>
          <w:szCs w:val="20"/>
        </w:rPr>
        <w:t>repaired</w:t>
      </w:r>
      <w:r w:rsidRPr="00C174B3">
        <w:rPr>
          <w:rFonts w:ascii="Arial" w:hAnsi="Arial" w:cs="Arial"/>
          <w:sz w:val="20"/>
          <w:szCs w:val="20"/>
        </w:rPr>
        <w:t xml:space="preserve"> with washing the rock under </w:t>
      </w:r>
      <w:r w:rsidR="00791F63" w:rsidRPr="00C174B3">
        <w:rPr>
          <w:rFonts w:ascii="Arial" w:hAnsi="Arial" w:cs="Arial"/>
          <w:sz w:val="20"/>
          <w:szCs w:val="20"/>
        </w:rPr>
        <w:t>pressure</w:t>
      </w:r>
      <w:r w:rsidRPr="00C174B3">
        <w:rPr>
          <w:rFonts w:ascii="Arial" w:hAnsi="Arial" w:cs="Arial"/>
          <w:sz w:val="20"/>
          <w:szCs w:val="20"/>
        </w:rPr>
        <w:t xml:space="preserve"> and filling the damaged joints with mortar.</w:t>
      </w:r>
    </w:p>
    <w:p w:rsidR="00A65A7A" w:rsidRPr="00C174B3" w:rsidRDefault="00A65A7A" w:rsidP="00A65A7A">
      <w:pPr>
        <w:spacing w:line="290" w:lineRule="auto"/>
        <w:jc w:val="both"/>
        <w:rPr>
          <w:rFonts w:ascii="Arial" w:hAnsi="Arial" w:cs="Arial"/>
          <w:sz w:val="20"/>
          <w:szCs w:val="20"/>
        </w:rPr>
      </w:pPr>
    </w:p>
    <w:p w:rsidR="00B03279" w:rsidRPr="00C174B3" w:rsidRDefault="00B03279" w:rsidP="00B03279">
      <w:pPr>
        <w:spacing w:line="290" w:lineRule="auto"/>
        <w:jc w:val="both"/>
        <w:rPr>
          <w:rFonts w:ascii="Arial" w:hAnsi="Arial" w:cs="Arial"/>
          <w:b/>
          <w:sz w:val="20"/>
          <w:szCs w:val="20"/>
          <w:u w:val="single"/>
        </w:rPr>
      </w:pPr>
      <w:r w:rsidRPr="00C174B3">
        <w:rPr>
          <w:rFonts w:ascii="Arial" w:hAnsi="Arial" w:cs="Arial"/>
          <w:b/>
          <w:sz w:val="20"/>
          <w:szCs w:val="20"/>
          <w:u w:val="single"/>
        </w:rPr>
        <w:t>D. Span structure</w:t>
      </w:r>
    </w:p>
    <w:p w:rsidR="00B03279" w:rsidRPr="00C174B3" w:rsidRDefault="00B03279" w:rsidP="00B03279">
      <w:pPr>
        <w:spacing w:line="290" w:lineRule="auto"/>
        <w:jc w:val="both"/>
        <w:rPr>
          <w:rFonts w:ascii="Arial" w:hAnsi="Arial" w:cs="Arial"/>
          <w:sz w:val="20"/>
          <w:szCs w:val="20"/>
        </w:rPr>
      </w:pPr>
      <w:r w:rsidRPr="00C174B3">
        <w:rPr>
          <w:rFonts w:ascii="Arial" w:hAnsi="Arial" w:cs="Arial"/>
          <w:sz w:val="20"/>
          <w:szCs w:val="20"/>
        </w:rPr>
        <w:t xml:space="preserve">Considering that it is not a reinforced structure and that cracks appeared on most of the spans, as well as the fact that there was not a temperature resistance test in the original design, the need for reinforcing arches in all </w:t>
      </w:r>
      <w:r w:rsidRPr="00C174B3">
        <w:rPr>
          <w:rFonts w:ascii="Arial" w:hAnsi="Arial" w:cs="Arial"/>
          <w:sz w:val="20"/>
          <w:szCs w:val="20"/>
        </w:rPr>
        <w:lastRenderedPageBreak/>
        <w:t>spans has appeared. It has been decided that the arches are reinforced with Carbon Fiber Sheets (CFRP) for the following reasons:</w:t>
      </w:r>
    </w:p>
    <w:p w:rsidR="00B03279" w:rsidRPr="00C174B3" w:rsidRDefault="00B03279" w:rsidP="00B03279">
      <w:pPr>
        <w:spacing w:line="290" w:lineRule="auto"/>
        <w:jc w:val="both"/>
        <w:rPr>
          <w:rFonts w:ascii="Arial" w:hAnsi="Arial" w:cs="Arial"/>
          <w:sz w:val="20"/>
          <w:szCs w:val="20"/>
        </w:rPr>
      </w:pPr>
      <w:r w:rsidRPr="00C174B3">
        <w:rPr>
          <w:rFonts w:ascii="Arial" w:hAnsi="Arial" w:cs="Arial"/>
          <w:sz w:val="20"/>
          <w:szCs w:val="20"/>
        </w:rPr>
        <w:t>• Easy adjustment of the geometry of the arch;</w:t>
      </w:r>
    </w:p>
    <w:p w:rsidR="00B03279" w:rsidRPr="00C174B3" w:rsidRDefault="00B03279" w:rsidP="00B03279">
      <w:pPr>
        <w:spacing w:line="290" w:lineRule="auto"/>
        <w:jc w:val="both"/>
        <w:rPr>
          <w:rFonts w:ascii="Arial" w:hAnsi="Arial" w:cs="Arial"/>
          <w:sz w:val="20"/>
          <w:szCs w:val="20"/>
        </w:rPr>
      </w:pPr>
      <w:proofErr w:type="gramStart"/>
      <w:r w:rsidRPr="00C174B3">
        <w:rPr>
          <w:rFonts w:ascii="Arial" w:hAnsi="Arial" w:cs="Arial"/>
          <w:sz w:val="20"/>
          <w:szCs w:val="20"/>
        </w:rPr>
        <w:t>•  Placing</w:t>
      </w:r>
      <w:proofErr w:type="gramEnd"/>
      <w:r w:rsidRPr="00C174B3">
        <w:rPr>
          <w:rFonts w:ascii="Arial" w:hAnsi="Arial" w:cs="Arial"/>
          <w:sz w:val="20"/>
          <w:szCs w:val="20"/>
        </w:rPr>
        <w:t xml:space="preserve"> with less destruction of basic material than with other methods;</w:t>
      </w:r>
    </w:p>
    <w:p w:rsidR="00B03279" w:rsidRPr="00C174B3" w:rsidRDefault="00B03279" w:rsidP="00B03279">
      <w:pPr>
        <w:spacing w:line="290" w:lineRule="auto"/>
        <w:jc w:val="both"/>
        <w:rPr>
          <w:rFonts w:ascii="Arial" w:hAnsi="Arial" w:cs="Arial"/>
          <w:sz w:val="20"/>
          <w:szCs w:val="20"/>
        </w:rPr>
      </w:pPr>
      <w:r w:rsidRPr="00C174B3">
        <w:rPr>
          <w:rFonts w:ascii="Arial" w:hAnsi="Arial" w:cs="Arial"/>
          <w:sz w:val="20"/>
          <w:szCs w:val="20"/>
        </w:rPr>
        <w:t xml:space="preserve">• </w:t>
      </w:r>
      <w:proofErr w:type="gramStart"/>
      <w:r w:rsidRPr="00C174B3">
        <w:rPr>
          <w:rFonts w:ascii="Arial" w:hAnsi="Arial" w:cs="Arial"/>
          <w:sz w:val="20"/>
          <w:szCs w:val="20"/>
        </w:rPr>
        <w:t>easier</w:t>
      </w:r>
      <w:proofErr w:type="gramEnd"/>
      <w:r w:rsidRPr="00C174B3">
        <w:rPr>
          <w:rFonts w:ascii="Arial" w:hAnsi="Arial" w:cs="Arial"/>
          <w:sz w:val="20"/>
          <w:szCs w:val="20"/>
        </w:rPr>
        <w:t xml:space="preserve"> maintenance.</w:t>
      </w:r>
    </w:p>
    <w:p w:rsidR="00B03279" w:rsidRPr="00C174B3" w:rsidRDefault="00B03279" w:rsidP="00B03279">
      <w:pPr>
        <w:spacing w:line="290" w:lineRule="auto"/>
        <w:jc w:val="both"/>
        <w:rPr>
          <w:rFonts w:ascii="Arial" w:hAnsi="Arial" w:cs="Arial"/>
          <w:sz w:val="20"/>
          <w:szCs w:val="20"/>
        </w:rPr>
      </w:pPr>
      <w:r w:rsidRPr="00C174B3">
        <w:rPr>
          <w:rFonts w:ascii="Arial" w:hAnsi="Arial" w:cs="Arial"/>
          <w:sz w:val="20"/>
          <w:szCs w:val="20"/>
        </w:rPr>
        <w:t>The arches are reinforced with Carbon Fiber Sheets in the vertical direction. Carbon Fiber Sheets are also placed in the transverse direction over sheets in the vertical direction. Carbon Fiber Sheets in the vertical direction are also supported with carbon connectors. All these works are executed in accordance with the technical specifications that are an integral part of this design, as well as according to the instructions of the selected manufacturer. If possible, the work should be executed during the closed traffic while the surfacing is removed.</w:t>
      </w:r>
    </w:p>
    <w:p w:rsidR="00B03279" w:rsidRPr="00C174B3" w:rsidRDefault="00B03279" w:rsidP="00B03279">
      <w:pPr>
        <w:spacing w:line="290" w:lineRule="auto"/>
        <w:jc w:val="both"/>
        <w:rPr>
          <w:rFonts w:ascii="Arial" w:hAnsi="Arial" w:cs="Arial"/>
          <w:sz w:val="20"/>
          <w:szCs w:val="20"/>
        </w:rPr>
      </w:pPr>
      <w:r w:rsidRPr="00C174B3">
        <w:rPr>
          <w:rFonts w:ascii="Arial" w:hAnsi="Arial" w:cs="Arial"/>
          <w:sz w:val="20"/>
          <w:szCs w:val="20"/>
        </w:rPr>
        <w:t>The surface damages of concrete will be repaired by applying repair mortars and concrete. The cracks will be repaired with fillers. After repairing the damage, all visible surfaces will be covered with a protective coating. All these works are executed in accordance with the technical specifications that are an integral part of this design.</w:t>
      </w:r>
    </w:p>
    <w:p w:rsidR="00B03279" w:rsidRPr="00C174B3" w:rsidRDefault="00B03279" w:rsidP="00B03279">
      <w:pPr>
        <w:spacing w:line="290" w:lineRule="auto"/>
        <w:jc w:val="both"/>
        <w:rPr>
          <w:rFonts w:ascii="Arial" w:hAnsi="Arial" w:cs="Arial"/>
          <w:sz w:val="20"/>
          <w:szCs w:val="20"/>
        </w:rPr>
      </w:pPr>
    </w:p>
    <w:p w:rsidR="00B03279" w:rsidRPr="00C174B3" w:rsidRDefault="00B03279" w:rsidP="00B03279">
      <w:pPr>
        <w:spacing w:line="290" w:lineRule="auto"/>
        <w:jc w:val="both"/>
        <w:rPr>
          <w:rFonts w:ascii="Arial" w:hAnsi="Arial" w:cs="Arial"/>
          <w:b/>
          <w:sz w:val="20"/>
          <w:szCs w:val="20"/>
          <w:u w:val="single"/>
        </w:rPr>
      </w:pPr>
      <w:r w:rsidRPr="00C174B3">
        <w:rPr>
          <w:rFonts w:ascii="Arial" w:hAnsi="Arial" w:cs="Arial"/>
          <w:b/>
          <w:sz w:val="20"/>
          <w:szCs w:val="20"/>
          <w:u w:val="single"/>
        </w:rPr>
        <w:t>E. Cantilever</w:t>
      </w:r>
    </w:p>
    <w:p w:rsidR="00B03279" w:rsidRPr="00C174B3" w:rsidRDefault="00B03279" w:rsidP="00B03279">
      <w:pPr>
        <w:spacing w:line="290" w:lineRule="auto"/>
        <w:jc w:val="both"/>
        <w:rPr>
          <w:rFonts w:ascii="Arial" w:hAnsi="Arial" w:cs="Arial"/>
          <w:sz w:val="20"/>
          <w:szCs w:val="20"/>
        </w:rPr>
      </w:pPr>
      <w:r w:rsidRPr="00C174B3">
        <w:rPr>
          <w:rFonts w:ascii="Arial" w:hAnsi="Arial" w:cs="Arial"/>
          <w:sz w:val="20"/>
          <w:szCs w:val="20"/>
        </w:rPr>
        <w:t>Th</w:t>
      </w:r>
      <w:r w:rsidR="00791F63" w:rsidRPr="00C174B3">
        <w:rPr>
          <w:rFonts w:ascii="Arial" w:hAnsi="Arial" w:cs="Arial"/>
          <w:sz w:val="20"/>
          <w:szCs w:val="20"/>
        </w:rPr>
        <w:t>ese</w:t>
      </w:r>
      <w:r w:rsidRPr="00C174B3">
        <w:rPr>
          <w:rFonts w:ascii="Arial" w:hAnsi="Arial" w:cs="Arial"/>
          <w:sz w:val="20"/>
          <w:szCs w:val="20"/>
        </w:rPr>
        <w:t xml:space="preserve"> works apply to lower and lateral cantilever surfaces. The reinforcement of cantilevers was not predesigned. The protection of the reinforcement at the places of damaged concrete surfaces consists of the removal of corrosion and application of anti-corrosion protection. The surface damages of concrete will be repaired by applying repair mortars and concrete. The cracks will be repaired with fillers. After repairing the damage, all visible surfaces will be covered with a protective coating. All these works are executed in accordance with the technical specifications that are an integral part of this design.</w:t>
      </w:r>
    </w:p>
    <w:p w:rsidR="00B03279" w:rsidRPr="00C174B3" w:rsidRDefault="00B03279" w:rsidP="00B03279">
      <w:pPr>
        <w:spacing w:line="290" w:lineRule="auto"/>
        <w:jc w:val="both"/>
        <w:rPr>
          <w:rFonts w:ascii="Arial" w:hAnsi="Arial" w:cs="Arial"/>
          <w:sz w:val="20"/>
          <w:szCs w:val="20"/>
        </w:rPr>
      </w:pPr>
    </w:p>
    <w:p w:rsidR="00506328" w:rsidRPr="00C174B3" w:rsidRDefault="00506328" w:rsidP="00506328">
      <w:pPr>
        <w:spacing w:line="290" w:lineRule="auto"/>
        <w:jc w:val="both"/>
        <w:rPr>
          <w:rFonts w:ascii="Arial" w:hAnsi="Arial" w:cs="Arial"/>
          <w:b/>
          <w:sz w:val="20"/>
          <w:szCs w:val="20"/>
          <w:u w:val="single"/>
        </w:rPr>
      </w:pPr>
      <w:r w:rsidRPr="00C174B3">
        <w:rPr>
          <w:rFonts w:ascii="Arial" w:hAnsi="Arial" w:cs="Arial"/>
          <w:b/>
          <w:sz w:val="20"/>
          <w:szCs w:val="20"/>
          <w:u w:val="single"/>
        </w:rPr>
        <w:t>F. Terrain in the bridge area</w:t>
      </w:r>
    </w:p>
    <w:p w:rsidR="00B03279" w:rsidRDefault="00506328" w:rsidP="00506328">
      <w:pPr>
        <w:spacing w:line="290" w:lineRule="auto"/>
        <w:jc w:val="both"/>
        <w:rPr>
          <w:rFonts w:ascii="Arial" w:hAnsi="Arial" w:cs="Arial"/>
          <w:sz w:val="20"/>
          <w:szCs w:val="20"/>
        </w:rPr>
      </w:pPr>
      <w:r w:rsidRPr="00C174B3">
        <w:rPr>
          <w:rFonts w:ascii="Arial" w:hAnsi="Arial" w:cs="Arial"/>
          <w:sz w:val="20"/>
          <w:szCs w:val="20"/>
        </w:rPr>
        <w:t xml:space="preserve">The area around abutment piers is clean. The area around the bridge is partly covered with larger plants, so cleaning is required. In addition, on </w:t>
      </w:r>
      <w:proofErr w:type="spellStart"/>
      <w:r w:rsidRPr="00C174B3">
        <w:rPr>
          <w:rFonts w:ascii="Arial" w:hAnsi="Arial" w:cs="Arial"/>
          <w:sz w:val="20"/>
          <w:szCs w:val="20"/>
        </w:rPr>
        <w:t>sloperound</w:t>
      </w:r>
      <w:proofErr w:type="spellEnd"/>
      <w:r w:rsidRPr="00C174B3">
        <w:rPr>
          <w:rFonts w:ascii="Arial" w:hAnsi="Arial" w:cs="Arial"/>
          <w:sz w:val="20"/>
          <w:szCs w:val="20"/>
        </w:rPr>
        <w:t xml:space="preserve"> heads there are smaller plants that need to be cleaned.</w:t>
      </w:r>
    </w:p>
    <w:p w:rsidR="0029709E" w:rsidRPr="00C174B3" w:rsidRDefault="0029709E" w:rsidP="00506328">
      <w:pPr>
        <w:spacing w:line="290" w:lineRule="auto"/>
        <w:jc w:val="both"/>
        <w:rPr>
          <w:rFonts w:ascii="Arial" w:hAnsi="Arial" w:cs="Arial"/>
          <w:sz w:val="20"/>
          <w:szCs w:val="20"/>
        </w:rPr>
      </w:pPr>
    </w:p>
    <w:p w:rsidR="00126F59" w:rsidRDefault="00506328">
      <w:pPr>
        <w:pStyle w:val="Heading2"/>
        <w:numPr>
          <w:ilvl w:val="2"/>
          <w:numId w:val="13"/>
        </w:numPr>
        <w:tabs>
          <w:tab w:val="left" w:pos="1114"/>
        </w:tabs>
        <w:spacing w:before="4"/>
        <w:rPr>
          <w:b w:val="0"/>
          <w:bCs w:val="0"/>
        </w:rPr>
      </w:pPr>
      <w:bookmarkStart w:id="33" w:name="_Hlk525214104"/>
      <w:bookmarkEnd w:id="32"/>
      <w:r>
        <w:rPr>
          <w:spacing w:val="-1"/>
        </w:rPr>
        <w:t>Design</w:t>
      </w:r>
    </w:p>
    <w:bookmarkEnd w:id="33"/>
    <w:p w:rsidR="00126F59" w:rsidRDefault="00126F59">
      <w:pPr>
        <w:spacing w:before="4"/>
        <w:rPr>
          <w:rFonts w:ascii="Arial" w:eastAsia="Arial" w:hAnsi="Arial" w:cs="Arial"/>
          <w:b/>
          <w:bCs/>
          <w:sz w:val="24"/>
          <w:szCs w:val="24"/>
        </w:rPr>
      </w:pPr>
    </w:p>
    <w:p w:rsidR="00126F59" w:rsidRDefault="00126F59">
      <w:pPr>
        <w:spacing w:before="3"/>
        <w:rPr>
          <w:rFonts w:ascii="Arial" w:eastAsia="Arial" w:hAnsi="Arial" w:cs="Arial"/>
          <w:sz w:val="15"/>
          <w:szCs w:val="15"/>
        </w:rPr>
      </w:pPr>
    </w:p>
    <w:p w:rsidR="00C174B3" w:rsidRPr="00C174B3" w:rsidRDefault="00C174B3">
      <w:pPr>
        <w:pStyle w:val="Heading2"/>
        <w:numPr>
          <w:ilvl w:val="2"/>
          <w:numId w:val="13"/>
        </w:numPr>
        <w:tabs>
          <w:tab w:val="left" w:pos="1114"/>
        </w:tabs>
        <w:rPr>
          <w:b w:val="0"/>
          <w:bCs w:val="0"/>
        </w:rPr>
      </w:pPr>
      <w:bookmarkStart w:id="34" w:name="_Hlk525214113"/>
      <w:r w:rsidRPr="00506328">
        <w:rPr>
          <w:spacing w:val="-1"/>
        </w:rPr>
        <w:t>The list of resources for development of technical specifications</w:t>
      </w:r>
    </w:p>
    <w:p w:rsidR="00C174B3" w:rsidRPr="00C174B3" w:rsidRDefault="00C174B3" w:rsidP="00C174B3">
      <w:pPr>
        <w:pStyle w:val="NumberedParagraph"/>
        <w:numPr>
          <w:ilvl w:val="0"/>
          <w:numId w:val="0"/>
        </w:numPr>
        <w:spacing w:before="240"/>
        <w:ind w:left="567" w:hanging="567"/>
        <w:jc w:val="left"/>
        <w:rPr>
          <w:rFonts w:cs="Arial"/>
          <w:szCs w:val="20"/>
          <w:lang w:val="en-US"/>
        </w:rPr>
      </w:pPr>
      <w:r w:rsidRPr="00C174B3">
        <w:rPr>
          <w:rFonts w:cs="Arial"/>
          <w:szCs w:val="20"/>
          <w:lang w:val="en-US"/>
        </w:rPr>
        <w:t>The design engineer used the following documents for the creation of the rehabilitation project:</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 xml:space="preserve">The original design - Main design of viaduct at km 43+246 of railway line </w:t>
      </w:r>
      <w:proofErr w:type="spellStart"/>
      <w:r w:rsidRPr="00C174B3">
        <w:rPr>
          <w:rFonts w:ascii="Arial" w:hAnsi="Arial" w:cs="Arial"/>
          <w:sz w:val="20"/>
          <w:szCs w:val="20"/>
        </w:rPr>
        <w:t>Gostun</w:t>
      </w:r>
      <w:proofErr w:type="spellEnd"/>
      <w:r w:rsidRPr="00C174B3">
        <w:rPr>
          <w:rFonts w:ascii="Arial" w:hAnsi="Arial" w:cs="Arial"/>
          <w:sz w:val="20"/>
          <w:szCs w:val="20"/>
        </w:rPr>
        <w:t xml:space="preserve"> - Titograd (developed by Institute for designing ZJŽ Belgrade, 1966.)</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 xml:space="preserve">Bridge condition report: Bridge in km. 447+435.25 of railway line </w:t>
      </w:r>
      <w:proofErr w:type="spellStart"/>
      <w:r w:rsidRPr="00C174B3">
        <w:rPr>
          <w:rFonts w:ascii="Arial" w:hAnsi="Arial" w:cs="Arial"/>
          <w:sz w:val="20"/>
          <w:szCs w:val="20"/>
        </w:rPr>
        <w:t>Vrbnica</w:t>
      </w:r>
      <w:proofErr w:type="spellEnd"/>
      <w:r w:rsidRPr="00C174B3">
        <w:rPr>
          <w:rFonts w:ascii="Arial" w:hAnsi="Arial" w:cs="Arial"/>
          <w:sz w:val="20"/>
          <w:szCs w:val="20"/>
        </w:rPr>
        <w:t xml:space="preserve"> - Bar (developed by Pro-</w:t>
      </w:r>
      <w:proofErr w:type="spellStart"/>
      <w:r w:rsidRPr="00C174B3">
        <w:rPr>
          <w:rFonts w:ascii="Arial" w:hAnsi="Arial" w:cs="Arial"/>
          <w:sz w:val="20"/>
          <w:szCs w:val="20"/>
        </w:rPr>
        <w:t>inženjering</w:t>
      </w:r>
      <w:proofErr w:type="spellEnd"/>
      <w:r w:rsidRPr="00C174B3">
        <w:rPr>
          <w:rFonts w:ascii="Arial" w:hAnsi="Arial" w:cs="Arial"/>
          <w:sz w:val="20"/>
          <w:szCs w:val="20"/>
        </w:rPr>
        <w:t>, 2015.)</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Geotechnical elaborate (2018.)</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Geodetic survey (2018.)</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proofErr w:type="spellStart"/>
      <w:r w:rsidRPr="00C174B3">
        <w:rPr>
          <w:rFonts w:ascii="Arial" w:hAnsi="Arial" w:cs="Arial"/>
          <w:sz w:val="20"/>
          <w:szCs w:val="20"/>
        </w:rPr>
        <w:t>Hydrotechnical</w:t>
      </w:r>
      <w:proofErr w:type="spellEnd"/>
      <w:r w:rsidRPr="00C174B3">
        <w:rPr>
          <w:rFonts w:ascii="Arial" w:hAnsi="Arial" w:cs="Arial"/>
          <w:sz w:val="20"/>
          <w:szCs w:val="20"/>
        </w:rPr>
        <w:t xml:space="preserve"> design (2018.)</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Expert opinion for works on track (2018.)</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Influence of work scope on environment (2018.)</w:t>
      </w:r>
    </w:p>
    <w:p w:rsidR="00C174B3" w:rsidRPr="00C174B3" w:rsidRDefault="00C174B3" w:rsidP="00C174B3">
      <w:pPr>
        <w:pStyle w:val="ListParagraph"/>
        <w:widowControl/>
        <w:numPr>
          <w:ilvl w:val="0"/>
          <w:numId w:val="19"/>
        </w:numPr>
        <w:spacing w:before="20" w:after="20" w:line="276" w:lineRule="auto"/>
        <w:ind w:left="709" w:hanging="284"/>
        <w:contextualSpacing/>
        <w:jc w:val="both"/>
        <w:rPr>
          <w:rFonts w:ascii="Arial" w:hAnsi="Arial" w:cs="Arial"/>
          <w:sz w:val="20"/>
          <w:szCs w:val="20"/>
        </w:rPr>
      </w:pPr>
      <w:r w:rsidRPr="00C174B3">
        <w:rPr>
          <w:rFonts w:ascii="Arial" w:hAnsi="Arial" w:cs="Arial"/>
          <w:sz w:val="20"/>
          <w:szCs w:val="20"/>
        </w:rPr>
        <w:t xml:space="preserve">Traffic </w:t>
      </w:r>
      <w:proofErr w:type="gramStart"/>
      <w:r w:rsidRPr="00C174B3">
        <w:rPr>
          <w:rFonts w:ascii="Arial" w:hAnsi="Arial" w:cs="Arial"/>
          <w:sz w:val="20"/>
          <w:szCs w:val="20"/>
        </w:rPr>
        <w:t>organization during work execution elaborate</w:t>
      </w:r>
      <w:proofErr w:type="gramEnd"/>
      <w:r w:rsidRPr="00C174B3">
        <w:rPr>
          <w:rFonts w:ascii="Arial" w:hAnsi="Arial" w:cs="Arial"/>
          <w:sz w:val="20"/>
          <w:szCs w:val="20"/>
        </w:rPr>
        <w:t xml:space="preserve"> (2018.)</w:t>
      </w:r>
    </w:p>
    <w:p w:rsidR="00C174B3" w:rsidRDefault="00C174B3" w:rsidP="00C174B3">
      <w:pPr>
        <w:pStyle w:val="Heading2"/>
        <w:tabs>
          <w:tab w:val="left" w:pos="1114"/>
        </w:tabs>
        <w:ind w:left="261" w:firstLine="0"/>
        <w:rPr>
          <w:spacing w:val="-1"/>
        </w:rPr>
      </w:pPr>
    </w:p>
    <w:p w:rsidR="00C174B3" w:rsidRDefault="00C174B3" w:rsidP="00C174B3">
      <w:pPr>
        <w:pStyle w:val="Heading2"/>
        <w:tabs>
          <w:tab w:val="left" w:pos="1114"/>
        </w:tabs>
        <w:ind w:left="261" w:firstLine="0"/>
        <w:rPr>
          <w:b w:val="0"/>
          <w:bCs w:val="0"/>
        </w:rPr>
      </w:pPr>
    </w:p>
    <w:p w:rsidR="0029709E" w:rsidRDefault="0029709E" w:rsidP="00C174B3">
      <w:pPr>
        <w:pStyle w:val="Heading2"/>
        <w:tabs>
          <w:tab w:val="left" w:pos="1114"/>
        </w:tabs>
        <w:ind w:left="261" w:firstLine="0"/>
        <w:rPr>
          <w:b w:val="0"/>
          <w:bCs w:val="0"/>
        </w:rPr>
      </w:pPr>
    </w:p>
    <w:p w:rsidR="0029709E" w:rsidRDefault="0029709E" w:rsidP="00C174B3">
      <w:pPr>
        <w:pStyle w:val="Heading2"/>
        <w:tabs>
          <w:tab w:val="left" w:pos="1114"/>
        </w:tabs>
        <w:ind w:left="261" w:firstLine="0"/>
        <w:rPr>
          <w:b w:val="0"/>
          <w:bCs w:val="0"/>
        </w:rPr>
      </w:pPr>
    </w:p>
    <w:p w:rsidR="0029709E" w:rsidRDefault="0029709E" w:rsidP="00C174B3">
      <w:pPr>
        <w:pStyle w:val="Heading2"/>
        <w:tabs>
          <w:tab w:val="left" w:pos="1114"/>
        </w:tabs>
        <w:ind w:left="261" w:firstLine="0"/>
        <w:rPr>
          <w:b w:val="0"/>
          <w:bCs w:val="0"/>
        </w:rPr>
      </w:pPr>
    </w:p>
    <w:p w:rsidR="0029709E" w:rsidRDefault="0029709E" w:rsidP="00C174B3">
      <w:pPr>
        <w:pStyle w:val="Heading2"/>
        <w:tabs>
          <w:tab w:val="left" w:pos="1114"/>
        </w:tabs>
        <w:ind w:left="261" w:firstLine="0"/>
        <w:rPr>
          <w:b w:val="0"/>
          <w:bCs w:val="0"/>
        </w:rPr>
      </w:pPr>
    </w:p>
    <w:p w:rsidR="0029709E" w:rsidRDefault="0029709E" w:rsidP="00C174B3">
      <w:pPr>
        <w:pStyle w:val="Heading2"/>
        <w:tabs>
          <w:tab w:val="left" w:pos="1114"/>
        </w:tabs>
        <w:ind w:left="261" w:firstLine="0"/>
        <w:rPr>
          <w:b w:val="0"/>
          <w:bCs w:val="0"/>
        </w:rPr>
      </w:pPr>
    </w:p>
    <w:p w:rsidR="0029709E" w:rsidRPr="0029709E" w:rsidRDefault="0029709E" w:rsidP="00C174B3">
      <w:pPr>
        <w:pStyle w:val="Heading2"/>
        <w:tabs>
          <w:tab w:val="left" w:pos="1114"/>
        </w:tabs>
        <w:ind w:left="261" w:firstLine="0"/>
        <w:rPr>
          <w:b w:val="0"/>
          <w:bCs w:val="0"/>
          <w:sz w:val="8"/>
        </w:rPr>
      </w:pPr>
    </w:p>
    <w:p w:rsidR="00C174B3" w:rsidRPr="00C174B3" w:rsidRDefault="00C174B3" w:rsidP="00C174B3">
      <w:pPr>
        <w:pStyle w:val="Heading2"/>
        <w:numPr>
          <w:ilvl w:val="2"/>
          <w:numId w:val="13"/>
        </w:numPr>
        <w:tabs>
          <w:tab w:val="left" w:pos="1114"/>
        </w:tabs>
        <w:rPr>
          <w:b w:val="0"/>
          <w:bCs w:val="0"/>
        </w:rPr>
      </w:pPr>
      <w:r w:rsidRPr="009E54C5">
        <w:t>List of applied regulations</w:t>
      </w:r>
      <w:bookmarkStart w:id="35" w:name="_Hlk525214121"/>
      <w:bookmarkEnd w:id="34"/>
    </w:p>
    <w:p w:rsidR="00C174B3" w:rsidRPr="009E54C5" w:rsidRDefault="00C174B3" w:rsidP="00C174B3">
      <w:pPr>
        <w:autoSpaceDE w:val="0"/>
        <w:autoSpaceDN w:val="0"/>
        <w:adjustRightInd w:val="0"/>
        <w:rPr>
          <w:rFonts w:cs="Arial"/>
          <w:b/>
          <w:szCs w:val="20"/>
        </w:rPr>
      </w:pPr>
    </w:p>
    <w:p w:rsidR="00C174B3" w:rsidRPr="00C174B3" w:rsidRDefault="00C174B3" w:rsidP="0029709E">
      <w:pPr>
        <w:autoSpaceDE w:val="0"/>
        <w:autoSpaceDN w:val="0"/>
        <w:adjustRightInd w:val="0"/>
        <w:spacing w:after="120"/>
        <w:rPr>
          <w:rFonts w:ascii="Arial" w:hAnsi="Arial" w:cs="Arial"/>
          <w:b/>
          <w:bCs/>
          <w:sz w:val="20"/>
          <w:szCs w:val="20"/>
          <w:lang w:eastAsia="sr-Latn-RS"/>
        </w:rPr>
      </w:pPr>
      <w:r w:rsidRPr="00C174B3">
        <w:rPr>
          <w:rFonts w:ascii="Arial" w:hAnsi="Arial" w:cs="Arial"/>
          <w:sz w:val="20"/>
          <w:szCs w:val="20"/>
        </w:rPr>
        <w:t>LAWS AND RULEBOOKS REGARDING THE CONTENTS OF THE TECHNICAL DOCUMENTATION</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Railway law. Official Gazette of RMN, N° 27/2013;</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Law on safety, organization and efficiency of rail transport of Montenegro of 27/12/2013, in force since January 2014;</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Law on spatial development and construction of structures. Official Gazette of RMN, N°51/08, 40/10, 34/11, 47/11, 35713, 39/13;</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Law on construction products N° 18/2014;</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Law on geological researches. Official Gazette of RMN, N° 28/93, 27/94, 42/94, 26/07;</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 xml:space="preserve">Law on occupational safety. Official Gazette of RMN, N° 34/2014; </w:t>
      </w:r>
    </w:p>
    <w:p w:rsidR="00C174B3" w:rsidRPr="00C174B3" w:rsidRDefault="00C174B3" w:rsidP="00C174B3">
      <w:pPr>
        <w:widowControl/>
        <w:numPr>
          <w:ilvl w:val="0"/>
          <w:numId w:val="21"/>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The Rulebook on content and production of technical documentation - Official Gazette of RMN, N° 23/14, 32/15, 75/15;</w:t>
      </w:r>
    </w:p>
    <w:p w:rsidR="00C174B3" w:rsidRPr="00C174B3" w:rsidRDefault="00C174B3" w:rsidP="00C174B3">
      <w:pPr>
        <w:tabs>
          <w:tab w:val="left" w:pos="170"/>
          <w:tab w:val="left" w:pos="1320"/>
        </w:tabs>
        <w:autoSpaceDE w:val="0"/>
        <w:autoSpaceDN w:val="0"/>
        <w:adjustRightInd w:val="0"/>
        <w:ind w:left="340" w:hanging="170"/>
        <w:rPr>
          <w:rFonts w:ascii="Arial" w:hAnsi="Arial" w:cs="Arial"/>
          <w:sz w:val="20"/>
          <w:szCs w:val="20"/>
          <w:lang w:eastAsia="sr-Latn-RS"/>
        </w:rPr>
      </w:pPr>
    </w:p>
    <w:p w:rsidR="00C174B3" w:rsidRPr="00C174B3" w:rsidRDefault="00C174B3" w:rsidP="0029709E">
      <w:pPr>
        <w:autoSpaceDE w:val="0"/>
        <w:autoSpaceDN w:val="0"/>
        <w:adjustRightInd w:val="0"/>
        <w:spacing w:after="120"/>
        <w:rPr>
          <w:rFonts w:ascii="Arial" w:hAnsi="Arial" w:cs="Arial"/>
          <w:sz w:val="20"/>
          <w:szCs w:val="20"/>
          <w:lang w:eastAsia="sr-Latn-RS"/>
        </w:rPr>
      </w:pPr>
      <w:r w:rsidRPr="00C174B3">
        <w:rPr>
          <w:rFonts w:ascii="Arial" w:hAnsi="Arial" w:cs="Arial"/>
          <w:sz w:val="20"/>
          <w:szCs w:val="20"/>
        </w:rPr>
        <w:t>RULEBOOKS FOR THE DESIGN</w:t>
      </w:r>
    </w:p>
    <w:p w:rsidR="00C174B3" w:rsidRPr="00C174B3" w:rsidRDefault="00C174B3" w:rsidP="00C174B3">
      <w:pPr>
        <w:widowControl/>
        <w:numPr>
          <w:ilvl w:val="0"/>
          <w:numId w:val="22"/>
        </w:numPr>
        <w:tabs>
          <w:tab w:val="left" w:pos="170"/>
          <w:tab w:val="left" w:pos="709"/>
        </w:tabs>
        <w:autoSpaceDE w:val="0"/>
        <w:autoSpaceDN w:val="0"/>
        <w:adjustRightInd w:val="0"/>
        <w:rPr>
          <w:rFonts w:ascii="Arial" w:hAnsi="Arial" w:cs="Arial"/>
          <w:sz w:val="20"/>
          <w:szCs w:val="20"/>
          <w:lang w:eastAsia="sr-Latn-RS"/>
        </w:rPr>
      </w:pPr>
      <w:r w:rsidRPr="00C174B3">
        <w:rPr>
          <w:rFonts w:ascii="Arial" w:hAnsi="Arial" w:cs="Arial"/>
          <w:sz w:val="20"/>
          <w:szCs w:val="20"/>
          <w:lang w:eastAsia="sr-Latn-RS"/>
        </w:rPr>
        <w:t>(316) Rulebook on technical standards for determining the size of the load and categorization of railway bridges, culverts and other structures on railway lines. Edition 1992</w:t>
      </w:r>
    </w:p>
    <w:p w:rsidR="00C174B3" w:rsidRPr="00C174B3" w:rsidRDefault="00C174B3" w:rsidP="00C174B3">
      <w:pPr>
        <w:tabs>
          <w:tab w:val="left" w:pos="1320"/>
        </w:tabs>
        <w:autoSpaceDE w:val="0"/>
        <w:autoSpaceDN w:val="0"/>
        <w:adjustRightInd w:val="0"/>
        <w:ind w:left="170"/>
        <w:rPr>
          <w:rFonts w:ascii="Arial" w:hAnsi="Arial" w:cs="Arial"/>
          <w:sz w:val="20"/>
          <w:szCs w:val="20"/>
          <w:lang w:eastAsia="sr-Latn-RS"/>
        </w:rPr>
      </w:pPr>
    </w:p>
    <w:p w:rsidR="00C174B3" w:rsidRPr="00C174B3" w:rsidRDefault="00C174B3" w:rsidP="0029709E">
      <w:pPr>
        <w:autoSpaceDE w:val="0"/>
        <w:autoSpaceDN w:val="0"/>
        <w:adjustRightInd w:val="0"/>
        <w:spacing w:after="120"/>
        <w:rPr>
          <w:rFonts w:ascii="Arial" w:hAnsi="Arial" w:cs="Arial"/>
          <w:b/>
          <w:bCs/>
          <w:sz w:val="20"/>
          <w:szCs w:val="20"/>
          <w:lang w:eastAsia="sr-Latn-RS"/>
        </w:rPr>
      </w:pPr>
      <w:r w:rsidRPr="00C174B3">
        <w:rPr>
          <w:rFonts w:ascii="Arial" w:hAnsi="Arial" w:cs="Arial"/>
          <w:sz w:val="20"/>
          <w:szCs w:val="20"/>
        </w:rPr>
        <w:t>EN STANDARDS</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1990:2013-Eurocode - Basis of structural design.</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1990:2013/NA</w:t>
      </w:r>
      <w:proofErr w:type="gramStart"/>
      <w:r w:rsidRPr="00C174B3">
        <w:rPr>
          <w:rFonts w:ascii="Arial" w:hAnsi="Arial" w:cs="Arial"/>
          <w:sz w:val="20"/>
          <w:szCs w:val="20"/>
          <w:lang w:eastAsia="sr-Latn-RS"/>
        </w:rPr>
        <w:t>:2013</w:t>
      </w:r>
      <w:proofErr w:type="gramEnd"/>
      <w:r w:rsidRPr="00C174B3">
        <w:rPr>
          <w:rFonts w:ascii="Arial" w:hAnsi="Arial" w:cs="Arial"/>
          <w:sz w:val="20"/>
          <w:szCs w:val="20"/>
          <w:lang w:eastAsia="sr-Latn-RS"/>
        </w:rPr>
        <w:t>- Eurocode - Basis of structural design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1991-1-1:2017/NA:2017- Eurocode 1: Actions on structures - Part 1-1: General actions - Densities, self-weight, imposed loads for buildings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1991-1-3:2017-Eurocode 1 - Actions on structures - Part 1-3: General actions - Snow loads.</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1991-1-3:2017/NA:2017- Eurocode 1 - Actions on structures - Part 1-3: General actions - Snow loads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1991-1-4:2016-Eurocode 1: Actions on structures - Part 1-4: General actions - Wind actions.</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1991-1-4:2016/NA</w:t>
      </w:r>
      <w:proofErr w:type="gramStart"/>
      <w:r w:rsidRPr="00C174B3">
        <w:rPr>
          <w:rFonts w:ascii="Arial" w:hAnsi="Arial" w:cs="Arial"/>
          <w:sz w:val="20"/>
          <w:szCs w:val="20"/>
          <w:lang w:eastAsia="sr-Latn-RS"/>
        </w:rPr>
        <w:t>:2016</w:t>
      </w:r>
      <w:proofErr w:type="gramEnd"/>
      <w:r w:rsidRPr="00C174B3">
        <w:rPr>
          <w:rFonts w:ascii="Arial" w:hAnsi="Arial" w:cs="Arial"/>
          <w:sz w:val="20"/>
          <w:szCs w:val="20"/>
          <w:lang w:eastAsia="sr-Latn-RS"/>
        </w:rPr>
        <w:t>- Eurocode 1: Actions on structures - Part 1-4: General actions - Wind actions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1991-1-5:2017/NA:2017- Eurocode 1: Actions on structures - Part 1-5: General actions - Thermal actions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1992-1-1:2017/NA:2017 -  Eurocode 2: Design of concrete structures - Part 1-1: General rules and rules for buildings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1997-1:2017- Eurocode 7: Geotechnical design - Part 1: General rules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1997-1:2017- Geotechnical design - Part 1: General rules;</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1998-1:2015 - Eurocode 8: Design of structures for earthquake resistance - Part 1: General rules, seismic actions and rules for buildings.</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MEST EN 1998-1:2015/NA:2015 - Eurocode 8: Design of structures for earthquake resistance - Part 1: General rules, seismic actions and rules for buildings - National Annex</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SRPS EN 1991-1-5:2012 - Eurocode 1: Actions on structures - Part 1-5</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SRPS EN 1991-1-1:2012 - Eurocode 1: Actions on structures -Part 1-1</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SRPS EN 1991-1-3:2012 - Eurocode 1: Actions on structures -Part 1-3</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SRPS EN 1992-1-1:2015 - Eurocode 2: Design of concrete structures: Part 1-1</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SRPS EN 1997-1:2004 - Eurocode 7: Geotechnical design - Part 1</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HRN EN 1991-1-7:2012 - Eurocode 1: Actions on structures - Part 1-7</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HRN EN 1991-1-7:2012/Cor.1:2015 - Eurocode 1: Action on structures -Part 1-7</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HRN EN 1991-1-7:2012/A1:2015 - Eurocode 1: Action on structures -Part 1-7</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HRN EN 1991-2:2012 - Eurocode 1: Action on structures -Part 2</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HRN EN 1992-2:2013 - Eurocode 2: Design of concrete structures -Part 2</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HRN EN 1998-2:2011 - Eurocode 8: Design of structures for earthquake resistance - Part 2</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C174B3">
        <w:rPr>
          <w:rFonts w:ascii="Arial" w:hAnsi="Arial" w:cs="Arial"/>
          <w:sz w:val="20"/>
          <w:szCs w:val="20"/>
          <w:lang w:eastAsia="sr-Latn-RS"/>
        </w:rPr>
        <w:t xml:space="preserve">HRN EN 1998-3:2011 - </w:t>
      </w:r>
      <w:proofErr w:type="spellStart"/>
      <w:r w:rsidRPr="00C174B3">
        <w:rPr>
          <w:rFonts w:ascii="Arial" w:hAnsi="Arial" w:cs="Arial"/>
          <w:sz w:val="20"/>
          <w:szCs w:val="20"/>
          <w:lang w:eastAsia="sr-Latn-RS"/>
        </w:rPr>
        <w:t>Eurokod</w:t>
      </w:r>
      <w:proofErr w:type="spellEnd"/>
      <w:r w:rsidRPr="00C174B3">
        <w:rPr>
          <w:rFonts w:ascii="Arial" w:hAnsi="Arial" w:cs="Arial"/>
          <w:sz w:val="20"/>
          <w:szCs w:val="20"/>
          <w:lang w:eastAsia="sr-Latn-RS"/>
        </w:rPr>
        <w:t xml:space="preserve"> 8: Design of structures for earthquake resistance -Part 3</w:t>
      </w:r>
    </w:p>
    <w:p w:rsidR="00C174B3" w:rsidRPr="00C174B3" w:rsidRDefault="00C174B3" w:rsidP="00C174B3">
      <w:pPr>
        <w:widowControl/>
        <w:numPr>
          <w:ilvl w:val="0"/>
          <w:numId w:val="22"/>
        </w:numPr>
        <w:tabs>
          <w:tab w:val="left" w:pos="170"/>
          <w:tab w:val="left" w:pos="709"/>
        </w:tabs>
        <w:autoSpaceDE w:val="0"/>
        <w:autoSpaceDN w:val="0"/>
        <w:adjustRightInd w:val="0"/>
        <w:spacing w:line="276" w:lineRule="auto"/>
        <w:ind w:left="714" w:right="-148" w:hanging="357"/>
        <w:rPr>
          <w:rFonts w:ascii="Arial" w:hAnsi="Arial" w:cs="Arial"/>
          <w:sz w:val="20"/>
          <w:szCs w:val="20"/>
          <w:lang w:eastAsia="sr-Latn-RS"/>
        </w:rPr>
      </w:pPr>
      <w:r w:rsidRPr="00C174B3">
        <w:rPr>
          <w:rFonts w:ascii="Arial" w:hAnsi="Arial" w:cs="Arial"/>
          <w:sz w:val="20"/>
          <w:szCs w:val="20"/>
          <w:lang w:eastAsia="sr-Latn-RS"/>
        </w:rPr>
        <w:t xml:space="preserve">HRN EN 1998-3:2011/Cor.1:2014 - </w:t>
      </w:r>
      <w:proofErr w:type="spellStart"/>
      <w:r w:rsidRPr="00C174B3">
        <w:rPr>
          <w:rFonts w:ascii="Arial" w:hAnsi="Arial" w:cs="Arial"/>
          <w:sz w:val="20"/>
          <w:szCs w:val="20"/>
          <w:lang w:eastAsia="sr-Latn-RS"/>
        </w:rPr>
        <w:t>Eurokod</w:t>
      </w:r>
      <w:proofErr w:type="spellEnd"/>
      <w:r w:rsidRPr="00C174B3">
        <w:rPr>
          <w:rFonts w:ascii="Arial" w:hAnsi="Arial" w:cs="Arial"/>
          <w:sz w:val="20"/>
          <w:szCs w:val="20"/>
          <w:lang w:eastAsia="sr-Latn-RS"/>
        </w:rPr>
        <w:t xml:space="preserve"> 8: Design of structures for earthquake resistance -Part 3</w:t>
      </w:r>
    </w:p>
    <w:p w:rsidR="00126F59" w:rsidRPr="0029709E" w:rsidRDefault="00C174B3" w:rsidP="0029709E">
      <w:pPr>
        <w:widowControl/>
        <w:numPr>
          <w:ilvl w:val="0"/>
          <w:numId w:val="22"/>
        </w:numPr>
        <w:tabs>
          <w:tab w:val="left" w:pos="170"/>
          <w:tab w:val="left" w:pos="709"/>
        </w:tabs>
        <w:autoSpaceDE w:val="0"/>
        <w:autoSpaceDN w:val="0"/>
        <w:adjustRightInd w:val="0"/>
        <w:spacing w:line="276" w:lineRule="auto"/>
        <w:ind w:left="714" w:hanging="357"/>
        <w:rPr>
          <w:rFonts w:ascii="Arial" w:eastAsia="Arial" w:hAnsi="Arial" w:cs="Arial"/>
          <w:sz w:val="20"/>
          <w:szCs w:val="20"/>
        </w:rPr>
      </w:pPr>
      <w:r w:rsidRPr="0029709E">
        <w:rPr>
          <w:rFonts w:ascii="Arial" w:hAnsi="Arial" w:cs="Arial"/>
          <w:sz w:val="20"/>
          <w:szCs w:val="20"/>
          <w:lang w:eastAsia="sr-Latn-RS"/>
        </w:rPr>
        <w:t xml:space="preserve">HRN EN 1998-5:2011 - </w:t>
      </w:r>
      <w:proofErr w:type="spellStart"/>
      <w:r w:rsidRPr="0029709E">
        <w:rPr>
          <w:rFonts w:ascii="Arial" w:hAnsi="Arial" w:cs="Arial"/>
          <w:sz w:val="20"/>
          <w:szCs w:val="20"/>
          <w:lang w:eastAsia="sr-Latn-RS"/>
        </w:rPr>
        <w:t>Eurokod</w:t>
      </w:r>
      <w:proofErr w:type="spellEnd"/>
      <w:r w:rsidRPr="0029709E">
        <w:rPr>
          <w:rFonts w:ascii="Arial" w:hAnsi="Arial" w:cs="Arial"/>
          <w:sz w:val="20"/>
          <w:szCs w:val="20"/>
          <w:lang w:eastAsia="sr-Latn-RS"/>
        </w:rPr>
        <w:t xml:space="preserve"> 8: Design of structures for earthquake </w:t>
      </w:r>
      <w:proofErr w:type="spellStart"/>
      <w:r w:rsidRPr="0029709E">
        <w:rPr>
          <w:rFonts w:ascii="Arial" w:hAnsi="Arial" w:cs="Arial"/>
          <w:sz w:val="20"/>
          <w:szCs w:val="20"/>
          <w:lang w:eastAsia="sr-Latn-RS"/>
        </w:rPr>
        <w:t>resistace</w:t>
      </w:r>
      <w:proofErr w:type="spellEnd"/>
      <w:r w:rsidRPr="0029709E">
        <w:rPr>
          <w:rFonts w:ascii="Arial" w:hAnsi="Arial" w:cs="Arial"/>
          <w:sz w:val="20"/>
          <w:szCs w:val="20"/>
          <w:lang w:eastAsia="sr-Latn-RS"/>
        </w:rPr>
        <w:t xml:space="preserve"> - Part 5</w:t>
      </w:r>
    </w:p>
    <w:bookmarkEnd w:id="35"/>
    <w:p w:rsidR="00126F59" w:rsidRDefault="00126F59">
      <w:pPr>
        <w:spacing w:line="200" w:lineRule="atLeast"/>
        <w:rPr>
          <w:rFonts w:ascii="Arial" w:eastAsia="Arial" w:hAnsi="Arial" w:cs="Arial"/>
          <w:sz w:val="20"/>
          <w:szCs w:val="20"/>
        </w:rPr>
        <w:sectPr w:rsidR="00126F59">
          <w:footerReference w:type="default" r:id="rId33"/>
          <w:pgSz w:w="11900" w:h="16840"/>
          <w:pgMar w:top="1500" w:right="960" w:bottom="960" w:left="1020" w:header="317" w:footer="770" w:gutter="0"/>
          <w:cols w:space="720"/>
        </w:sect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Default="00126F59">
      <w:pPr>
        <w:rPr>
          <w:rFonts w:ascii="Arial" w:eastAsia="Arial" w:hAnsi="Arial" w:cs="Arial"/>
          <w:b/>
          <w:bCs/>
          <w:sz w:val="20"/>
          <w:szCs w:val="20"/>
        </w:rPr>
      </w:pPr>
    </w:p>
    <w:p w:rsidR="00126F59" w:rsidRPr="00226B10" w:rsidRDefault="00226B10" w:rsidP="00226B10">
      <w:pPr>
        <w:pStyle w:val="ListParagraph"/>
        <w:numPr>
          <w:ilvl w:val="1"/>
          <w:numId w:val="3"/>
        </w:numPr>
        <w:rPr>
          <w:rFonts w:ascii="Arial" w:hAnsi="Arial"/>
          <w:b/>
          <w:color w:val="538DD4"/>
          <w:sz w:val="34"/>
        </w:rPr>
      </w:pPr>
      <w:bookmarkStart w:id="36" w:name="_Hlk525214137"/>
      <w:r w:rsidRPr="00226B10">
        <w:rPr>
          <w:rFonts w:ascii="Arial" w:hAnsi="Arial"/>
          <w:b/>
          <w:color w:val="538DD4"/>
          <w:sz w:val="34"/>
        </w:rPr>
        <w:t>Technical description- the structure</w:t>
      </w:r>
    </w:p>
    <w:bookmarkEnd w:id="36"/>
    <w:p w:rsidR="00126F59" w:rsidRDefault="00126F59">
      <w:pPr>
        <w:rPr>
          <w:rFonts w:ascii="Arial" w:eastAsia="Arial" w:hAnsi="Arial" w:cs="Arial"/>
          <w:b/>
          <w:bCs/>
          <w:sz w:val="20"/>
          <w:szCs w:val="20"/>
        </w:rPr>
      </w:pPr>
    </w:p>
    <w:p w:rsidR="00126F59" w:rsidRDefault="00126F59">
      <w:pPr>
        <w:spacing w:before="2"/>
        <w:rPr>
          <w:rFonts w:ascii="Arial" w:eastAsia="Arial" w:hAnsi="Arial" w:cs="Arial"/>
          <w:b/>
          <w:bCs/>
          <w:sz w:val="13"/>
          <w:szCs w:val="13"/>
        </w:rPr>
      </w:pPr>
    </w:p>
    <w:p w:rsidR="00126F59" w:rsidRDefault="0029709E">
      <w:pPr>
        <w:spacing w:line="20" w:lineRule="atLeast"/>
        <w:ind w:left="107"/>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8" style="width:481.65pt;height:1.25pt;mso-position-horizontal-relative:char;mso-position-vertical-relative:line" coordsize="9633,25">
            <v:group id="_x0000_s1029" style="position:absolute;left:12;top:12;width:9609;height:2" coordorigin="12,12" coordsize="9609,2">
              <v:shape id="_x0000_s1030" style="position:absolute;left:12;top:12;width:9609;height:2" coordorigin="12,12" coordsize="9609,0" path="m12,12r9608,e" filled="f" strokecolor="#528cd3" strokeweight=".43789mm">
                <v:path arrowok="t"/>
              </v:shape>
            </v:group>
            <w10:wrap type="none"/>
            <w10:anchorlock/>
          </v:group>
        </w:pict>
      </w:r>
    </w:p>
    <w:p w:rsidR="00126F59" w:rsidRDefault="00126F59">
      <w:pPr>
        <w:spacing w:line="20" w:lineRule="atLeast"/>
        <w:rPr>
          <w:rFonts w:ascii="Arial" w:eastAsia="Arial" w:hAnsi="Arial" w:cs="Arial"/>
          <w:sz w:val="2"/>
          <w:szCs w:val="2"/>
        </w:rPr>
        <w:sectPr w:rsidR="00126F59">
          <w:pgSz w:w="11900" w:h="16840"/>
          <w:pgMar w:top="1500" w:right="960" w:bottom="960" w:left="1020" w:header="317" w:footer="770" w:gutter="0"/>
          <w:cols w:space="720"/>
        </w:sectPr>
      </w:pPr>
    </w:p>
    <w:p w:rsidR="00126F59" w:rsidRDefault="00226B10">
      <w:pPr>
        <w:numPr>
          <w:ilvl w:val="2"/>
          <w:numId w:val="3"/>
        </w:numPr>
        <w:tabs>
          <w:tab w:val="left" w:pos="1397"/>
        </w:tabs>
        <w:spacing w:before="4"/>
        <w:ind w:hanging="1135"/>
        <w:rPr>
          <w:rFonts w:ascii="Arial" w:eastAsia="Arial" w:hAnsi="Arial" w:cs="Arial"/>
          <w:sz w:val="24"/>
          <w:szCs w:val="24"/>
        </w:rPr>
      </w:pPr>
      <w:bookmarkStart w:id="37" w:name="_Hlk525214147"/>
      <w:r w:rsidRPr="00226B10">
        <w:rPr>
          <w:rFonts w:ascii="Arial" w:hAnsi="Arial"/>
          <w:b/>
          <w:spacing w:val="-1"/>
          <w:sz w:val="24"/>
        </w:rPr>
        <w:lastRenderedPageBreak/>
        <w:t>General description</w:t>
      </w:r>
      <w:bookmarkEnd w:id="37"/>
    </w:p>
    <w:p w:rsidR="00126F59" w:rsidRDefault="00126F59">
      <w:pPr>
        <w:spacing w:before="4"/>
        <w:rPr>
          <w:rFonts w:ascii="Arial" w:eastAsia="Arial" w:hAnsi="Arial" w:cs="Arial"/>
          <w:b/>
          <w:bCs/>
          <w:sz w:val="24"/>
          <w:szCs w:val="24"/>
        </w:rPr>
      </w:pPr>
    </w:p>
    <w:p w:rsidR="00226B10" w:rsidRDefault="00226B10" w:rsidP="0029709E">
      <w:pPr>
        <w:pStyle w:val="BodyText"/>
        <w:spacing w:before="119" w:line="276" w:lineRule="auto"/>
        <w:ind w:left="0"/>
      </w:pPr>
      <w:bookmarkStart w:id="38" w:name="_Hlk525214157"/>
      <w:r>
        <w:t xml:space="preserve">Within the final design of the bridge reconstruction no. </w:t>
      </w:r>
      <w:r w:rsidR="00D10CE2">
        <w:t>105</w:t>
      </w:r>
      <w:r>
        <w:t xml:space="preserve"> works on the railway structure were predesigned, which are in the function of the bridge reconstruction. Technical specifications for the bridge no. </w:t>
      </w:r>
      <w:r w:rsidR="00D10CE2">
        <w:t>105</w:t>
      </w:r>
      <w:r>
        <w:t xml:space="preserve"> include sections of the railroad </w:t>
      </w:r>
      <w:r w:rsidR="00D10CE2">
        <w:t>121</w:t>
      </w:r>
      <w:proofErr w:type="gramStart"/>
      <w:r w:rsidR="00D10CE2">
        <w:t>,40</w:t>
      </w:r>
      <w:proofErr w:type="gramEnd"/>
      <w:r>
        <w:t xml:space="preserve"> meters long, which includes the total length of the bridge and 10.00 meters in front and behind the bridge.</w:t>
      </w:r>
    </w:p>
    <w:p w:rsidR="00D10CE2" w:rsidRDefault="00226B10" w:rsidP="0029709E">
      <w:pPr>
        <w:pStyle w:val="BodyText"/>
        <w:spacing w:before="119" w:line="276" w:lineRule="auto"/>
        <w:ind w:left="0"/>
      </w:pPr>
      <w:r>
        <w:t xml:space="preserve">Based on the conclusion from the Inspection Report on the structural condition of the bridge no. </w:t>
      </w:r>
      <w:r w:rsidR="00D10CE2">
        <w:t>105</w:t>
      </w:r>
      <w:r>
        <w:t xml:space="preserve">, as well as the establishing the existing condition in the period of making the relevant technical specifications, the necessary works on the bridge structure are defined. The railway on the bridge is the right geometry, in the curvature (R = 300m L = 80m), </w:t>
      </w:r>
      <w:r w:rsidR="00D10CE2">
        <w:t xml:space="preserve">the whole length of it is </w:t>
      </w:r>
      <w:r>
        <w:t>in the circular arc</w:t>
      </w:r>
      <w:r w:rsidR="00D10CE2">
        <w:t xml:space="preserve"> and it </w:t>
      </w:r>
      <w:r>
        <w:t xml:space="preserve">was constructed as long rail (DTŠ). </w:t>
      </w:r>
    </w:p>
    <w:p w:rsidR="00226B10" w:rsidRDefault="00226B10" w:rsidP="0029709E">
      <w:pPr>
        <w:pStyle w:val="BodyText"/>
        <w:spacing w:before="119" w:line="276" w:lineRule="auto"/>
        <w:ind w:left="0"/>
      </w:pPr>
      <w:r>
        <w:t xml:space="preserve">The measurements of the bridge railway structure have been determined, with the preparation of the Bill of quantities, Technical Specifications, the Structural design and the </w:t>
      </w:r>
      <w:r w:rsidR="00D10CE2">
        <w:t>S</w:t>
      </w:r>
      <w:r>
        <w:t>olution for the bridge railway development with an attachment of graphs-Development plan for the bridge railway</w:t>
      </w:r>
    </w:p>
    <w:p w:rsidR="00226B10" w:rsidRDefault="00226B10" w:rsidP="0029709E">
      <w:pPr>
        <w:pStyle w:val="BodyText"/>
        <w:spacing w:before="119" w:line="276" w:lineRule="auto"/>
        <w:ind w:left="0"/>
      </w:pPr>
      <w:r>
        <w:t>Total price of works on the bridge structure no.</w:t>
      </w:r>
      <w:r w:rsidR="00D10CE2">
        <w:t xml:space="preserve">105 is </w:t>
      </w:r>
      <w:r w:rsidR="00D10CE2" w:rsidRPr="00D10CE2">
        <w:t>103.807,88 €.</w:t>
      </w:r>
    </w:p>
    <w:bookmarkEnd w:id="38"/>
    <w:p w:rsidR="00126F59" w:rsidRDefault="00126F59">
      <w:pPr>
        <w:rPr>
          <w:rFonts w:ascii="Arial" w:eastAsia="Arial" w:hAnsi="Arial" w:cs="Arial"/>
          <w:sz w:val="20"/>
          <w:szCs w:val="20"/>
        </w:rPr>
      </w:pPr>
    </w:p>
    <w:p w:rsidR="00126F59" w:rsidRDefault="00D10CE2">
      <w:pPr>
        <w:pStyle w:val="Heading2"/>
        <w:numPr>
          <w:ilvl w:val="2"/>
          <w:numId w:val="3"/>
        </w:numPr>
        <w:tabs>
          <w:tab w:val="left" w:pos="1397"/>
        </w:tabs>
        <w:spacing w:before="141"/>
        <w:ind w:hanging="1135"/>
        <w:rPr>
          <w:b w:val="0"/>
          <w:bCs w:val="0"/>
        </w:rPr>
      </w:pPr>
      <w:bookmarkStart w:id="39" w:name="_Hlk525214179"/>
      <w:r w:rsidRPr="00D10CE2">
        <w:rPr>
          <w:spacing w:val="-1"/>
        </w:rPr>
        <w:t>Measurements of the upper structure</w:t>
      </w:r>
      <w:bookmarkEnd w:id="39"/>
    </w:p>
    <w:p w:rsidR="00126F59" w:rsidRDefault="00126F59">
      <w:pPr>
        <w:spacing w:before="4"/>
        <w:rPr>
          <w:rFonts w:ascii="Arial" w:eastAsia="Arial" w:hAnsi="Arial" w:cs="Arial"/>
          <w:b/>
          <w:bCs/>
          <w:sz w:val="24"/>
          <w:szCs w:val="24"/>
        </w:rPr>
      </w:pPr>
    </w:p>
    <w:p w:rsidR="00F032B1" w:rsidRPr="0029709E" w:rsidRDefault="00F032B1" w:rsidP="00F032B1">
      <w:pPr>
        <w:spacing w:line="291" w:lineRule="auto"/>
        <w:jc w:val="both"/>
        <w:rPr>
          <w:rFonts w:ascii="Arial" w:hAnsi="Arial" w:cs="Arial"/>
          <w:sz w:val="20"/>
          <w:szCs w:val="20"/>
        </w:rPr>
      </w:pPr>
      <w:bookmarkStart w:id="40" w:name="_Hlk525214212"/>
      <w:r w:rsidRPr="0029709E">
        <w:rPr>
          <w:rFonts w:ascii="Arial" w:hAnsi="Arial" w:cs="Arial"/>
          <w:sz w:val="20"/>
          <w:szCs w:val="20"/>
        </w:rPr>
        <w:t>The reconstruction works include (installation of new waterproofing under the surfacing prism, installation of new gullies and new bridge expansions) the following works on the upper bridge structure, considering the length of the bridge and the length at the embankment of 10.00m from the abutment piers in front of and behind the bridge:</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xml:space="preserve">• stopping of the long rail in front and behind the bridge, with mounting of devices against </w:t>
      </w:r>
      <w:r w:rsidR="00CF2422" w:rsidRPr="0029709E">
        <w:rPr>
          <w:rFonts w:ascii="Arial" w:hAnsi="Arial" w:cs="Arial"/>
          <w:sz w:val="20"/>
          <w:szCs w:val="20"/>
        </w:rPr>
        <w:t>vertical</w:t>
      </w:r>
      <w:r w:rsidRPr="0029709E">
        <w:rPr>
          <w:rFonts w:ascii="Arial" w:hAnsi="Arial" w:cs="Arial"/>
          <w:sz w:val="20"/>
          <w:szCs w:val="20"/>
        </w:rPr>
        <w:t xml:space="preserve"> movement of rails;</w:t>
      </w:r>
    </w:p>
    <w:p w:rsidR="00CF2422"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xml:space="preserve">• removal of existing rails, as well as the removal of the safety rail, in sections up to 22,50 m long, with the removal of the rail and the safety rail. At the same time the cutting of the existing rail should be carried out together with drilling the rails for the joints. A possible removal of the attached equipment and sleepers, depending on the technology of removing the rails and the safety rails, removing the device against the </w:t>
      </w:r>
      <w:r w:rsidR="00CF2422" w:rsidRPr="0029709E">
        <w:rPr>
          <w:rFonts w:ascii="Arial" w:hAnsi="Arial" w:cs="Arial"/>
          <w:sz w:val="20"/>
          <w:szCs w:val="20"/>
        </w:rPr>
        <w:t>lateral</w:t>
      </w:r>
      <w:r w:rsidRPr="0029709E">
        <w:rPr>
          <w:rFonts w:ascii="Arial" w:hAnsi="Arial" w:cs="Arial"/>
          <w:sz w:val="20"/>
          <w:szCs w:val="20"/>
        </w:rPr>
        <w:t xml:space="preserve"> movement of rails on </w:t>
      </w:r>
      <w:r w:rsidR="00CF2422" w:rsidRPr="0029709E">
        <w:rPr>
          <w:rFonts w:ascii="Arial" w:hAnsi="Arial" w:cs="Arial"/>
          <w:sz w:val="20"/>
          <w:szCs w:val="20"/>
        </w:rPr>
        <w:t xml:space="preserve">the bridge and around the railway in front of and behind abutment piers. </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xml:space="preserve">• </w:t>
      </w:r>
      <w:proofErr w:type="gramStart"/>
      <w:r w:rsidRPr="0029709E">
        <w:rPr>
          <w:rFonts w:ascii="Arial" w:hAnsi="Arial" w:cs="Arial"/>
          <w:sz w:val="20"/>
          <w:szCs w:val="20"/>
        </w:rPr>
        <w:t>removal</w:t>
      </w:r>
      <w:proofErr w:type="gramEnd"/>
      <w:r w:rsidRPr="0029709E">
        <w:rPr>
          <w:rFonts w:ascii="Arial" w:hAnsi="Arial" w:cs="Arial"/>
          <w:sz w:val="20"/>
          <w:szCs w:val="20"/>
        </w:rPr>
        <w:t xml:space="preserve"> of the existing road bed, up to the protective layer of waterproofing;</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assembling of rails, as well as safety rails on the inside of the curvature and new safety rails on the outer side of the curvature, in segments up to 22,50 m long, with a new road bed, new sleepers and a new railway equipment, with assembling of joint and necessary railway equipment for joining rails with safety rails;</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regulating the railway in the direction and the road level according to the elements of the existing condition;</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xml:space="preserve">• </w:t>
      </w:r>
      <w:proofErr w:type="gramStart"/>
      <w:r w:rsidRPr="0029709E">
        <w:rPr>
          <w:rFonts w:ascii="Arial" w:hAnsi="Arial" w:cs="Arial"/>
          <w:sz w:val="20"/>
          <w:szCs w:val="20"/>
        </w:rPr>
        <w:t>removal</w:t>
      </w:r>
      <w:proofErr w:type="gramEnd"/>
      <w:r w:rsidRPr="0029709E">
        <w:rPr>
          <w:rFonts w:ascii="Arial" w:hAnsi="Arial" w:cs="Arial"/>
          <w:sz w:val="20"/>
          <w:szCs w:val="20"/>
        </w:rPr>
        <w:t xml:space="preserve"> of railroad joint components before welding;</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welding the rails on the long rail;</w:t>
      </w:r>
    </w:p>
    <w:p w:rsidR="00A1312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installation of device</w:t>
      </w:r>
      <w:r w:rsidR="00A13121" w:rsidRPr="0029709E">
        <w:rPr>
          <w:rFonts w:ascii="Arial" w:hAnsi="Arial" w:cs="Arial"/>
          <w:sz w:val="20"/>
          <w:szCs w:val="20"/>
        </w:rPr>
        <w:t>s</w:t>
      </w:r>
      <w:r w:rsidRPr="0029709E">
        <w:rPr>
          <w:rFonts w:ascii="Arial" w:hAnsi="Arial" w:cs="Arial"/>
          <w:sz w:val="20"/>
          <w:szCs w:val="20"/>
        </w:rPr>
        <w:t xml:space="preserve"> against </w:t>
      </w:r>
      <w:r w:rsidR="00A13121" w:rsidRPr="0029709E">
        <w:rPr>
          <w:rFonts w:ascii="Arial" w:hAnsi="Arial" w:cs="Arial"/>
          <w:sz w:val="20"/>
          <w:szCs w:val="20"/>
        </w:rPr>
        <w:t>vertical</w:t>
      </w:r>
      <w:r w:rsidRPr="0029709E">
        <w:rPr>
          <w:rFonts w:ascii="Arial" w:hAnsi="Arial" w:cs="Arial"/>
          <w:sz w:val="20"/>
          <w:szCs w:val="20"/>
        </w:rPr>
        <w:t xml:space="preserve"> movement of rails</w:t>
      </w:r>
      <w:r w:rsidR="00A13121" w:rsidRPr="0029709E">
        <w:rPr>
          <w:rFonts w:ascii="Arial" w:hAnsi="Arial" w:cs="Arial"/>
          <w:sz w:val="20"/>
          <w:szCs w:val="20"/>
        </w:rPr>
        <w:t xml:space="preserve"> around the railway in front of and behind the abutment piers</w:t>
      </w:r>
      <w:r w:rsidRPr="0029709E">
        <w:rPr>
          <w:rFonts w:ascii="Arial" w:hAnsi="Arial" w:cs="Arial"/>
          <w:sz w:val="20"/>
          <w:szCs w:val="20"/>
        </w:rPr>
        <w:t xml:space="preserve"> in accordance with the existing conditions of the quantity and position of devices</w:t>
      </w:r>
      <w:r w:rsidR="00A13121" w:rsidRPr="0029709E">
        <w:rPr>
          <w:rFonts w:ascii="Arial" w:hAnsi="Arial" w:cs="Arial"/>
          <w:sz w:val="20"/>
          <w:szCs w:val="20"/>
        </w:rPr>
        <w:t>.</w:t>
      </w:r>
    </w:p>
    <w:p w:rsidR="00F032B1" w:rsidRPr="0029709E" w:rsidRDefault="00F032B1" w:rsidP="0029709E">
      <w:pPr>
        <w:spacing w:before="60" w:after="60" w:line="291" w:lineRule="auto"/>
        <w:jc w:val="both"/>
        <w:rPr>
          <w:rFonts w:ascii="Arial" w:hAnsi="Arial" w:cs="Arial"/>
          <w:sz w:val="20"/>
          <w:szCs w:val="20"/>
        </w:rPr>
      </w:pPr>
      <w:r w:rsidRPr="0029709E">
        <w:rPr>
          <w:rFonts w:ascii="Arial" w:hAnsi="Arial" w:cs="Arial"/>
          <w:sz w:val="20"/>
          <w:szCs w:val="20"/>
        </w:rPr>
        <w:t>• assembling of devices against the lateral movement of rails according to this design, i.e. Development plan for the bridge railway</w:t>
      </w:r>
    </w:p>
    <w:p w:rsidR="00F032B1" w:rsidRPr="0029709E" w:rsidRDefault="00F032B1" w:rsidP="0029709E">
      <w:pPr>
        <w:spacing w:before="60" w:after="240" w:line="291" w:lineRule="auto"/>
        <w:jc w:val="both"/>
        <w:rPr>
          <w:rFonts w:ascii="Arial" w:hAnsi="Arial" w:cs="Arial"/>
          <w:sz w:val="20"/>
          <w:szCs w:val="20"/>
        </w:rPr>
      </w:pPr>
      <w:r w:rsidRPr="0029709E">
        <w:rPr>
          <w:rFonts w:ascii="Arial" w:hAnsi="Arial" w:cs="Arial"/>
          <w:sz w:val="20"/>
          <w:szCs w:val="20"/>
        </w:rPr>
        <w:t>• Final regulation of the railway.</w:t>
      </w:r>
    </w:p>
    <w:p w:rsidR="00A87FCB" w:rsidRDefault="00A87FCB" w:rsidP="00F032B1">
      <w:pPr>
        <w:spacing w:line="291" w:lineRule="auto"/>
        <w:jc w:val="both"/>
      </w:pPr>
      <w:r w:rsidRPr="0029709E">
        <w:rPr>
          <w:rFonts w:ascii="Arial" w:hAnsi="Arial" w:cs="Arial"/>
          <w:sz w:val="20"/>
          <w:szCs w:val="20"/>
        </w:rPr>
        <w:t>Works on the upper bridge structure in the function of the bridge reconstruction, in particular the removal and installation of the existing railway, are carried out during closed traffic, and there should be a light traffic mode on the bridge section during the reconstruction works.</w:t>
      </w:r>
    </w:p>
    <w:p w:rsidR="00F032B1" w:rsidRDefault="00F032B1" w:rsidP="00F032B1">
      <w:pPr>
        <w:spacing w:line="291" w:lineRule="auto"/>
        <w:jc w:val="both"/>
      </w:pPr>
    </w:p>
    <w:bookmarkEnd w:id="40"/>
    <w:p w:rsidR="00A13121" w:rsidRDefault="00A13121" w:rsidP="00F032B1">
      <w:pPr>
        <w:spacing w:line="291" w:lineRule="auto"/>
        <w:jc w:val="both"/>
        <w:sectPr w:rsidR="00A13121">
          <w:pgSz w:w="11900" w:h="16840"/>
          <w:pgMar w:top="1500" w:right="960" w:bottom="960" w:left="1020" w:header="317" w:footer="770" w:gutter="0"/>
          <w:cols w:space="720"/>
        </w:sectPr>
      </w:pPr>
    </w:p>
    <w:p w:rsidR="00126F59" w:rsidRDefault="00126F59">
      <w:pPr>
        <w:spacing w:before="3"/>
        <w:rPr>
          <w:rFonts w:ascii="Arial" w:eastAsia="Arial" w:hAnsi="Arial" w:cs="Arial"/>
          <w:sz w:val="15"/>
          <w:szCs w:val="15"/>
        </w:rPr>
      </w:pPr>
    </w:p>
    <w:p w:rsidR="00F95BA6" w:rsidRPr="00F95BA6" w:rsidRDefault="00F95BA6" w:rsidP="00F95BA6">
      <w:pPr>
        <w:pStyle w:val="Heading2"/>
        <w:numPr>
          <w:ilvl w:val="2"/>
          <w:numId w:val="3"/>
        </w:numPr>
        <w:tabs>
          <w:tab w:val="left" w:pos="1397"/>
        </w:tabs>
        <w:ind w:hanging="1135"/>
        <w:rPr>
          <w:spacing w:val="-1"/>
        </w:rPr>
      </w:pPr>
      <w:bookmarkStart w:id="41" w:name="_Hlk525214228"/>
      <w:r w:rsidRPr="00F95BA6">
        <w:rPr>
          <w:spacing w:val="-1"/>
        </w:rPr>
        <w:t>Structural design-summary</w:t>
      </w:r>
    </w:p>
    <w:bookmarkEnd w:id="41"/>
    <w:p w:rsidR="00126F59" w:rsidRPr="00F95BA6" w:rsidRDefault="00126F59" w:rsidP="00F95BA6">
      <w:pPr>
        <w:pStyle w:val="Heading2"/>
        <w:tabs>
          <w:tab w:val="left" w:pos="1397"/>
        </w:tabs>
        <w:ind w:left="261" w:firstLine="0"/>
        <w:rPr>
          <w:spacing w:val="-1"/>
        </w:rPr>
      </w:pPr>
    </w:p>
    <w:p w:rsidR="000B5B3C" w:rsidRDefault="000B5B3C" w:rsidP="0029709E">
      <w:pPr>
        <w:pStyle w:val="BodyText"/>
        <w:tabs>
          <w:tab w:val="left" w:pos="368"/>
        </w:tabs>
        <w:spacing w:line="276" w:lineRule="auto"/>
        <w:ind w:left="119" w:right="249"/>
      </w:pPr>
      <w:bookmarkStart w:id="42" w:name="_Hlk525214242"/>
      <w:r>
        <w:t>The basic elements of the structure used in calculating stress and stability of the railway are:</w:t>
      </w:r>
    </w:p>
    <w:p w:rsidR="000B5B3C" w:rsidRDefault="000B5B3C" w:rsidP="0029709E">
      <w:pPr>
        <w:pStyle w:val="BodyText"/>
        <w:tabs>
          <w:tab w:val="left" w:pos="368"/>
        </w:tabs>
        <w:spacing w:line="276" w:lineRule="auto"/>
        <w:ind w:left="119" w:right="249"/>
      </w:pPr>
      <w:r>
        <w:t>-rail type 49 E1, quality R260 (900A)</w:t>
      </w:r>
    </w:p>
    <w:p w:rsidR="000B5B3C" w:rsidRDefault="000B5B3C" w:rsidP="0029709E">
      <w:pPr>
        <w:pStyle w:val="BodyText"/>
        <w:tabs>
          <w:tab w:val="left" w:pos="368"/>
        </w:tabs>
        <w:spacing w:line="276" w:lineRule="auto"/>
        <w:ind w:left="119" w:right="249"/>
      </w:pPr>
      <w:r>
        <w:t xml:space="preserve">- </w:t>
      </w:r>
      <w:proofErr w:type="gramStart"/>
      <w:r>
        <w:t>wooden</w:t>
      </w:r>
      <w:proofErr w:type="gramEnd"/>
      <w:r>
        <w:t xml:space="preserve"> crossties L = 260cm, with axial spacing of 60cm</w:t>
      </w:r>
    </w:p>
    <w:p w:rsidR="000B5B3C" w:rsidRDefault="000B5B3C" w:rsidP="0029709E">
      <w:pPr>
        <w:pStyle w:val="BodyText"/>
        <w:tabs>
          <w:tab w:val="left" w:pos="368"/>
        </w:tabs>
        <w:spacing w:after="120" w:line="276" w:lineRule="auto"/>
        <w:ind w:left="119" w:right="249"/>
        <w:jc w:val="both"/>
      </w:pPr>
      <w:r>
        <w:t>- K-type fastening railway equipment</w:t>
      </w:r>
    </w:p>
    <w:p w:rsidR="000B5B3C" w:rsidRDefault="000B5B3C" w:rsidP="0029709E">
      <w:pPr>
        <w:pStyle w:val="BodyText"/>
        <w:tabs>
          <w:tab w:val="left" w:pos="368"/>
        </w:tabs>
        <w:spacing w:after="120" w:line="276" w:lineRule="auto"/>
        <w:ind w:left="119" w:right="249"/>
        <w:jc w:val="both"/>
      </w:pPr>
      <w:r>
        <w:t xml:space="preserve">The bridge construction is an arched construction (viaduct with folded arches), with </w:t>
      </w:r>
      <w:r w:rsidR="004B40FD">
        <w:t>seven</w:t>
      </w:r>
      <w:r>
        <w:t xml:space="preserve"> spans</w:t>
      </w:r>
      <w:r w:rsidR="004B40FD">
        <w:t xml:space="preserve"> </w:t>
      </w:r>
      <w:r w:rsidR="004B40FD" w:rsidRPr="004B40FD">
        <w:t>L=15</w:t>
      </w:r>
      <w:proofErr w:type="gramStart"/>
      <w:r w:rsidR="004B40FD" w:rsidRPr="004B40FD">
        <w:t>,30</w:t>
      </w:r>
      <w:proofErr w:type="gramEnd"/>
      <w:r w:rsidR="004B40FD" w:rsidRPr="004B40FD">
        <w:t>+5x14,20+15,10=101,40m</w:t>
      </w:r>
      <w:r>
        <w:t>.</w:t>
      </w:r>
      <w:r w:rsidR="004B40FD">
        <w:t xml:space="preserve"> The structure is situated in </w:t>
      </w:r>
      <w:proofErr w:type="spellStart"/>
      <w:r w:rsidR="004B40FD">
        <w:t>residental</w:t>
      </w:r>
      <w:proofErr w:type="spellEnd"/>
      <w:r w:rsidR="004B40FD">
        <w:t xml:space="preserve"> area of </w:t>
      </w:r>
      <w:proofErr w:type="spellStart"/>
      <w:r w:rsidR="004B40FD">
        <w:t>Sutomore</w:t>
      </w:r>
      <w:proofErr w:type="spellEnd"/>
      <w:r w:rsidR="004B40FD">
        <w:t xml:space="preserve"> and it is completely layered with </w:t>
      </w:r>
      <w:proofErr w:type="spellStart"/>
      <w:r w:rsidR="004B40FD">
        <w:t>ractangular</w:t>
      </w:r>
      <w:proofErr w:type="spellEnd"/>
      <w:r w:rsidR="004B40FD">
        <w:t xml:space="preserve"> chipped stone except the lower layer of concrete on </w:t>
      </w:r>
      <w:proofErr w:type="spellStart"/>
      <w:r w:rsidR="004B40FD">
        <w:t>arcuated</w:t>
      </w:r>
      <w:proofErr w:type="spellEnd"/>
      <w:r w:rsidR="004B40FD">
        <w:t xml:space="preserve"> girders.</w:t>
      </w:r>
      <w:r>
        <w:t xml:space="preserve"> </w:t>
      </w:r>
      <w:r w:rsidR="004B40FD">
        <w:t>The bridge</w:t>
      </w:r>
      <w:r>
        <w:t xml:space="preserve"> </w:t>
      </w:r>
      <w:r w:rsidR="004B40FD">
        <w:t>was</w:t>
      </w:r>
      <w:r>
        <w:t xml:space="preserve"> constructed in th</w:t>
      </w:r>
      <w:r w:rsidR="004B40FD">
        <w:t xml:space="preserve">e </w:t>
      </w:r>
      <w:r>
        <w:t xml:space="preserve">curvature. The </w:t>
      </w:r>
      <w:r w:rsidR="004B40FD">
        <w:t>railway on the</w:t>
      </w:r>
      <w:r>
        <w:t xml:space="preserve"> bridge</w:t>
      </w:r>
      <w:r w:rsidR="004B40FD">
        <w:t xml:space="preserve"> is in right geometry in </w:t>
      </w:r>
      <w:r>
        <w:t xml:space="preserve">a curvature line (R = 300m L = 80m), </w:t>
      </w:r>
      <w:r w:rsidR="0033553A">
        <w:t xml:space="preserve">in the whole length it is </w:t>
      </w:r>
      <w:r>
        <w:t>a circular arc</w:t>
      </w:r>
      <w:r w:rsidR="0033553A">
        <w:t xml:space="preserve">, and it </w:t>
      </w:r>
      <w:r>
        <w:t>was constructed as long rail (DTŠ).</w:t>
      </w:r>
    </w:p>
    <w:p w:rsidR="000B5B3C" w:rsidRDefault="000B5B3C" w:rsidP="0029709E">
      <w:pPr>
        <w:pStyle w:val="BodyText"/>
        <w:tabs>
          <w:tab w:val="left" w:pos="368"/>
        </w:tabs>
        <w:spacing w:line="276" w:lineRule="auto"/>
        <w:ind w:left="119" w:right="249"/>
        <w:jc w:val="both"/>
      </w:pPr>
      <w:r>
        <w:t>Since there is no relative movement between the bridge and the long railroad between the non-bearing bridges, such as slabs, culverts and arches ("Study of various methods adopted by the world railways to continue LWR over bridges, as well as the regulations of the UIC announcement 774-3-Interaction railway-bearings-Recommendations for calculations-UIC Code) calculations include the effects of temperature changes on the rail without the influence of bridges on the rail (as on the open rail, i.e. the rail was observed practically on the embankment).</w:t>
      </w:r>
    </w:p>
    <w:bookmarkEnd w:id="42"/>
    <w:p w:rsidR="000B5B3C" w:rsidRDefault="000B5B3C" w:rsidP="000B5B3C">
      <w:pPr>
        <w:pStyle w:val="BodyText"/>
        <w:tabs>
          <w:tab w:val="left" w:pos="368"/>
        </w:tabs>
        <w:spacing w:line="375" w:lineRule="auto"/>
        <w:ind w:left="120" w:right="251"/>
      </w:pPr>
    </w:p>
    <w:p w:rsidR="00126F59" w:rsidRDefault="00126F59">
      <w:pPr>
        <w:rPr>
          <w:rFonts w:ascii="Arial" w:eastAsia="Arial" w:hAnsi="Arial" w:cs="Arial"/>
          <w:sz w:val="20"/>
          <w:szCs w:val="20"/>
        </w:rPr>
      </w:pPr>
    </w:p>
    <w:p w:rsidR="00126F59" w:rsidRDefault="0033553A">
      <w:pPr>
        <w:pStyle w:val="Heading2"/>
        <w:numPr>
          <w:ilvl w:val="2"/>
          <w:numId w:val="3"/>
        </w:numPr>
        <w:tabs>
          <w:tab w:val="left" w:pos="1397"/>
        </w:tabs>
        <w:spacing w:before="0"/>
        <w:ind w:hanging="1135"/>
        <w:rPr>
          <w:b w:val="0"/>
          <w:bCs w:val="0"/>
        </w:rPr>
      </w:pPr>
      <w:bookmarkStart w:id="43" w:name="_Hlk525214264"/>
      <w:r w:rsidRPr="0033553A">
        <w:rPr>
          <w:spacing w:val="-1"/>
        </w:rPr>
        <w:t>Solution of the railway development</w:t>
      </w:r>
      <w:bookmarkEnd w:id="43"/>
    </w:p>
    <w:p w:rsidR="00126F59" w:rsidRDefault="00126F59">
      <w:pPr>
        <w:rPr>
          <w:rFonts w:ascii="Arial" w:eastAsia="Arial" w:hAnsi="Arial" w:cs="Arial"/>
          <w:sz w:val="20"/>
          <w:szCs w:val="20"/>
        </w:rPr>
      </w:pP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bookmarkStart w:id="44" w:name="_Hlk525214287"/>
      <w:r w:rsidRPr="0033553A">
        <w:rPr>
          <w:rFonts w:ascii="Arial" w:eastAsia="Arial" w:hAnsi="Arial"/>
          <w:sz w:val="20"/>
          <w:szCs w:val="20"/>
        </w:rPr>
        <w:t xml:space="preserve">Based on </w:t>
      </w:r>
      <w:proofErr w:type="gramStart"/>
      <w:r w:rsidRPr="0033553A">
        <w:rPr>
          <w:rFonts w:ascii="Arial" w:eastAsia="Arial" w:hAnsi="Arial"/>
          <w:sz w:val="20"/>
          <w:szCs w:val="20"/>
        </w:rPr>
        <w:t>the analyzes</w:t>
      </w:r>
      <w:proofErr w:type="gramEnd"/>
      <w:r w:rsidRPr="0033553A">
        <w:rPr>
          <w:rFonts w:ascii="Arial" w:eastAsia="Arial" w:hAnsi="Arial"/>
          <w:sz w:val="20"/>
          <w:szCs w:val="20"/>
        </w:rPr>
        <w:t xml:space="preserve"> performed and the obtained calculated design results, the development of the railway should be carried out in the following manner and with the respect of the following conditions:</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1. The lower part of the structure in of front </w:t>
      </w:r>
      <w:r w:rsidR="004B1702">
        <w:rPr>
          <w:rFonts w:ascii="Arial" w:eastAsia="Arial" w:hAnsi="Arial"/>
          <w:sz w:val="20"/>
          <w:szCs w:val="20"/>
        </w:rPr>
        <w:t xml:space="preserve">of </w:t>
      </w:r>
      <w:r w:rsidRPr="0033553A">
        <w:rPr>
          <w:rFonts w:ascii="Arial" w:eastAsia="Arial" w:hAnsi="Arial"/>
          <w:sz w:val="20"/>
          <w:szCs w:val="20"/>
        </w:rPr>
        <w:t>and behind the bridge must be completely and properly executed (cross-section, drainage, stabilization).</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2. The road bed in front of, behind and on the bridge must be clean, of proper quality and </w:t>
      </w:r>
      <w:proofErr w:type="spellStart"/>
      <w:r w:rsidRPr="0033553A">
        <w:rPr>
          <w:rFonts w:ascii="Arial" w:eastAsia="Arial" w:hAnsi="Arial"/>
          <w:sz w:val="20"/>
          <w:szCs w:val="20"/>
        </w:rPr>
        <w:t>granulometric</w:t>
      </w:r>
      <w:proofErr w:type="spellEnd"/>
      <w:r w:rsidRPr="0033553A">
        <w:rPr>
          <w:rFonts w:ascii="Arial" w:eastAsia="Arial" w:hAnsi="Arial"/>
          <w:sz w:val="20"/>
          <w:szCs w:val="20"/>
        </w:rPr>
        <w:t xml:space="preserve"> composition, with a surfacing prism predicted for the long rail. On the sections where devices against movement of rails are installed, additional compaction of the surfacing prism should be executed.</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3. The railway (on the bridge and outside the bridge) before welding must be in the direction and </w:t>
      </w:r>
      <w:r w:rsidR="004B1702">
        <w:rPr>
          <w:rFonts w:ascii="Arial" w:eastAsia="Arial" w:hAnsi="Arial"/>
          <w:sz w:val="20"/>
          <w:szCs w:val="20"/>
        </w:rPr>
        <w:t>road</w:t>
      </w:r>
      <w:r w:rsidRPr="0033553A">
        <w:rPr>
          <w:rFonts w:ascii="Arial" w:eastAsia="Arial" w:hAnsi="Arial"/>
          <w:sz w:val="20"/>
          <w:szCs w:val="20"/>
        </w:rPr>
        <w:t xml:space="preserve"> level which are completely regulated according to the elements of the existing condition.</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4. The budget is calculated provided that both rails and the railway are welded on the bridge in the long rail.</w:t>
      </w:r>
    </w:p>
    <w:p w:rsidR="0033553A" w:rsidRPr="0033553A" w:rsidRDefault="0033553A" w:rsidP="0029709E">
      <w:pPr>
        <w:tabs>
          <w:tab w:val="left" w:pos="142"/>
        </w:tabs>
        <w:spacing w:after="60" w:line="276" w:lineRule="auto"/>
        <w:ind w:left="142"/>
        <w:rPr>
          <w:rFonts w:ascii="Arial" w:eastAsia="Arial" w:hAnsi="Arial"/>
          <w:sz w:val="20"/>
          <w:szCs w:val="20"/>
        </w:rPr>
      </w:pPr>
      <w:r w:rsidRPr="0033553A">
        <w:rPr>
          <w:rFonts w:ascii="Arial" w:eastAsia="Arial" w:hAnsi="Arial"/>
          <w:sz w:val="20"/>
          <w:szCs w:val="20"/>
        </w:rPr>
        <w:t xml:space="preserve">       5. The required stress relief temperatures in the long rail are +23</w:t>
      </w:r>
      <w:r w:rsidRPr="0033553A">
        <w:rPr>
          <w:rFonts w:ascii="Arial" w:eastAsia="Arial" w:hAnsi="Arial"/>
          <w:position w:val="10"/>
          <w:sz w:val="13"/>
          <w:szCs w:val="13"/>
        </w:rPr>
        <w:t>0</w:t>
      </w:r>
      <w:r w:rsidRPr="0033553A">
        <w:rPr>
          <w:rFonts w:ascii="Arial" w:eastAsia="Arial" w:hAnsi="Arial"/>
          <w:sz w:val="20"/>
          <w:szCs w:val="20"/>
        </w:rPr>
        <w:t>C</w:t>
      </w:r>
      <w:r w:rsidRPr="0033553A">
        <w:rPr>
          <w:rFonts w:ascii="Symbol" w:eastAsia="Symbol" w:hAnsi="Symbol" w:cs="Symbol"/>
          <w:sz w:val="20"/>
          <w:szCs w:val="20"/>
        </w:rPr>
        <w:t></w:t>
      </w:r>
      <w:r w:rsidRPr="0033553A">
        <w:rPr>
          <w:rFonts w:ascii="Arial" w:eastAsia="Arial" w:hAnsi="Arial"/>
          <w:sz w:val="20"/>
          <w:szCs w:val="20"/>
        </w:rPr>
        <w:t>3</w:t>
      </w:r>
      <w:r w:rsidRPr="0033553A">
        <w:rPr>
          <w:rFonts w:ascii="Arial" w:eastAsia="Arial" w:hAnsi="Arial"/>
          <w:position w:val="10"/>
          <w:sz w:val="13"/>
          <w:szCs w:val="13"/>
        </w:rPr>
        <w:t>0</w:t>
      </w:r>
      <w:r w:rsidRPr="0033553A">
        <w:rPr>
          <w:rFonts w:ascii="Arial" w:eastAsia="Arial" w:hAnsi="Arial"/>
          <w:sz w:val="20"/>
          <w:szCs w:val="20"/>
        </w:rPr>
        <w:t>C.</w:t>
      </w:r>
    </w:p>
    <w:p w:rsid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6. 74 units of devices against the rail movement are installed on about 50 m of railway in front of</w:t>
      </w:r>
      <w:r>
        <w:rPr>
          <w:rFonts w:ascii="Arial" w:eastAsia="Arial" w:hAnsi="Arial"/>
          <w:sz w:val="20"/>
          <w:szCs w:val="20"/>
        </w:rPr>
        <w:t xml:space="preserve"> and behind</w:t>
      </w:r>
      <w:r w:rsidRPr="0033553A">
        <w:rPr>
          <w:rFonts w:ascii="Arial" w:eastAsia="Arial" w:hAnsi="Arial"/>
          <w:sz w:val="20"/>
          <w:szCs w:val="20"/>
        </w:rPr>
        <w:t xml:space="preserve"> the bridge </w:t>
      </w:r>
      <w:r w:rsidR="004B1702">
        <w:rPr>
          <w:rFonts w:ascii="Arial" w:eastAsia="Arial" w:hAnsi="Arial"/>
          <w:sz w:val="20"/>
          <w:szCs w:val="20"/>
        </w:rPr>
        <w:t>from the last sleeper on the road bed in front of the bridge (from the first one behind the bridge).</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7. Based on the performed stability control of the railway against the displacement in the curvature of the radius R = 300m, it is necessary to install devices against the lateral movement of sleepers on every second sleeper (in total </w:t>
      </w:r>
      <w:r w:rsidR="004B1702">
        <w:rPr>
          <w:rFonts w:ascii="Arial" w:eastAsia="Arial" w:hAnsi="Arial"/>
          <w:sz w:val="20"/>
          <w:szCs w:val="20"/>
        </w:rPr>
        <w:t>101</w:t>
      </w:r>
      <w:r w:rsidRPr="0033553A">
        <w:rPr>
          <w:rFonts w:ascii="Arial" w:eastAsia="Arial" w:hAnsi="Arial"/>
          <w:sz w:val="20"/>
          <w:szCs w:val="20"/>
        </w:rPr>
        <w:t xml:space="preserve"> pieces), in accordance with the Development plan for the bridge railway.</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In the curb in front of</w:t>
      </w:r>
      <w:r w:rsidR="004B1702">
        <w:rPr>
          <w:rFonts w:ascii="Arial" w:eastAsia="Arial" w:hAnsi="Arial"/>
          <w:sz w:val="20"/>
          <w:szCs w:val="20"/>
        </w:rPr>
        <w:t xml:space="preserve"> </w:t>
      </w:r>
      <w:r w:rsidRPr="0033553A">
        <w:rPr>
          <w:rFonts w:ascii="Arial" w:eastAsia="Arial" w:hAnsi="Arial"/>
          <w:sz w:val="20"/>
          <w:szCs w:val="20"/>
        </w:rPr>
        <w:t xml:space="preserve">and behind the bridge, existing devices against the lateral movement of sleepers are installed on every </w:t>
      </w:r>
      <w:r w:rsidR="004B1702">
        <w:rPr>
          <w:rFonts w:ascii="Arial" w:eastAsia="Arial" w:hAnsi="Arial"/>
          <w:sz w:val="20"/>
          <w:szCs w:val="20"/>
        </w:rPr>
        <w:t>third</w:t>
      </w:r>
      <w:r w:rsidRPr="0033553A">
        <w:rPr>
          <w:rFonts w:ascii="Arial" w:eastAsia="Arial" w:hAnsi="Arial"/>
          <w:sz w:val="20"/>
          <w:szCs w:val="20"/>
        </w:rPr>
        <w:t xml:space="preserve"> sleeper (a total of </w:t>
      </w:r>
      <w:r w:rsidR="004B1702" w:rsidRPr="004B1702">
        <w:rPr>
          <w:rFonts w:ascii="Arial" w:eastAsia="Arial" w:hAnsi="Arial"/>
          <w:sz w:val="20"/>
          <w:szCs w:val="20"/>
        </w:rPr>
        <w:t xml:space="preserve">34+34=68 </w:t>
      </w:r>
      <w:r w:rsidRPr="0033553A">
        <w:rPr>
          <w:rFonts w:ascii="Arial" w:eastAsia="Arial" w:hAnsi="Arial"/>
          <w:sz w:val="20"/>
          <w:szCs w:val="20"/>
        </w:rPr>
        <w:t xml:space="preserve">pieces), in accordance with the Development plan for the bridge railway. The existing devices against lateral displacement of the railway are not included </w:t>
      </w:r>
      <w:r w:rsidR="004B1702">
        <w:rPr>
          <w:rFonts w:ascii="Arial" w:eastAsia="Arial" w:hAnsi="Arial"/>
          <w:sz w:val="20"/>
          <w:szCs w:val="20"/>
        </w:rPr>
        <w:t xml:space="preserve">in </w:t>
      </w:r>
      <w:r w:rsidRPr="0033553A">
        <w:rPr>
          <w:rFonts w:ascii="Arial" w:eastAsia="Arial" w:hAnsi="Arial"/>
          <w:sz w:val="20"/>
          <w:szCs w:val="20"/>
        </w:rPr>
        <w:t>the Bill of quantities.</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8. Permanent markings for the monitoring of </w:t>
      </w:r>
      <w:r w:rsidR="004B1702">
        <w:rPr>
          <w:rFonts w:ascii="Arial" w:eastAsia="Arial" w:hAnsi="Arial"/>
          <w:sz w:val="20"/>
          <w:szCs w:val="20"/>
        </w:rPr>
        <w:t>vertical</w:t>
      </w:r>
      <w:r w:rsidRPr="0033553A">
        <w:rPr>
          <w:rFonts w:ascii="Arial" w:eastAsia="Arial" w:hAnsi="Arial"/>
          <w:sz w:val="20"/>
          <w:szCs w:val="20"/>
        </w:rPr>
        <w:t xml:space="preserve"> and transverse movements of the long rail (around the bridge) should be placed in the following places:</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 </w:t>
      </w:r>
      <w:proofErr w:type="gramStart"/>
      <w:r w:rsidRPr="0033553A">
        <w:rPr>
          <w:rFonts w:ascii="Arial" w:eastAsia="Arial" w:hAnsi="Arial"/>
          <w:sz w:val="20"/>
          <w:szCs w:val="20"/>
        </w:rPr>
        <w:t>at</w:t>
      </w:r>
      <w:proofErr w:type="gramEnd"/>
      <w:r w:rsidRPr="0033553A">
        <w:rPr>
          <w:rFonts w:ascii="Arial" w:eastAsia="Arial" w:hAnsi="Arial"/>
          <w:sz w:val="20"/>
          <w:szCs w:val="20"/>
        </w:rPr>
        <w:t xml:space="preserve"> the first sleeper behind the bridge</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 xml:space="preserve">- </w:t>
      </w:r>
      <w:proofErr w:type="gramStart"/>
      <w:r w:rsidRPr="0033553A">
        <w:rPr>
          <w:rFonts w:ascii="Arial" w:eastAsia="Arial" w:hAnsi="Arial"/>
          <w:sz w:val="20"/>
          <w:szCs w:val="20"/>
        </w:rPr>
        <w:t>at</w:t>
      </w:r>
      <w:proofErr w:type="gramEnd"/>
      <w:r w:rsidRPr="0033553A">
        <w:rPr>
          <w:rFonts w:ascii="Arial" w:eastAsia="Arial" w:hAnsi="Arial"/>
          <w:sz w:val="20"/>
          <w:szCs w:val="20"/>
        </w:rPr>
        <w:t xml:space="preserve"> the first sleeper in front of the bridge.</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Markings are put up on both sides of the track on a stable ground.</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Markings are put up prior to the completion of works of the long rail and are calibrated immediately after the starting of the long rail, in the presence of the Supervising Authority.</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lastRenderedPageBreak/>
        <w:t>Stationary markings can be used as well as permanent markings for tracking the long rail, provided they are in close proximity (up to 3 m) of the designated points for markings. Permanent markings are not included in the Bill of quantities.</w:t>
      </w:r>
    </w:p>
    <w:p w:rsidR="0033553A" w:rsidRPr="0033553A" w:rsidRDefault="0033553A" w:rsidP="0029709E">
      <w:pPr>
        <w:tabs>
          <w:tab w:val="left" w:pos="142"/>
        </w:tabs>
        <w:spacing w:after="60" w:line="276" w:lineRule="auto"/>
        <w:ind w:left="142" w:right="128"/>
        <w:jc w:val="both"/>
        <w:rPr>
          <w:rFonts w:ascii="Arial" w:eastAsia="Arial" w:hAnsi="Arial"/>
          <w:sz w:val="20"/>
          <w:szCs w:val="20"/>
        </w:rPr>
      </w:pPr>
      <w:r w:rsidRPr="0033553A">
        <w:rPr>
          <w:rFonts w:ascii="Arial" w:eastAsia="Arial" w:hAnsi="Arial"/>
          <w:sz w:val="20"/>
          <w:szCs w:val="20"/>
        </w:rPr>
        <w:t>9. As the safety rail on the inside of the curve, the existing one is used, and on the outer side of the curve, a new safety rail is installed. They are interconnected by an oaken peg, with new fastening equipment installed at the connection between</w:t>
      </w:r>
      <w:r w:rsidR="00C4333E">
        <w:rPr>
          <w:rFonts w:ascii="Arial" w:eastAsia="Arial" w:hAnsi="Arial"/>
          <w:sz w:val="20"/>
          <w:szCs w:val="20"/>
        </w:rPr>
        <w:t xml:space="preserve"> a sleeper and</w:t>
      </w:r>
      <w:r w:rsidRPr="0033553A">
        <w:rPr>
          <w:rFonts w:ascii="Arial" w:eastAsia="Arial" w:hAnsi="Arial"/>
          <w:sz w:val="20"/>
          <w:szCs w:val="20"/>
        </w:rPr>
        <w:t xml:space="preserve"> </w:t>
      </w:r>
      <w:r w:rsidR="00C4333E">
        <w:rPr>
          <w:rFonts w:ascii="Arial" w:eastAsia="Arial" w:hAnsi="Arial"/>
          <w:sz w:val="20"/>
          <w:szCs w:val="20"/>
        </w:rPr>
        <w:t>running</w:t>
      </w:r>
      <w:r w:rsidRPr="0033553A">
        <w:rPr>
          <w:rFonts w:ascii="Arial" w:eastAsia="Arial" w:hAnsi="Arial"/>
          <w:sz w:val="20"/>
          <w:szCs w:val="20"/>
        </w:rPr>
        <w:t xml:space="preserve"> and safety rails which is placed on every sleeper, as well as additional new equipment for the bridge’s end and additional new equipment for the safety rail joints.</w:t>
      </w:r>
    </w:p>
    <w:p w:rsidR="0029709E" w:rsidRDefault="0033553A" w:rsidP="0029709E">
      <w:pPr>
        <w:tabs>
          <w:tab w:val="left" w:pos="142"/>
        </w:tabs>
        <w:spacing w:after="60" w:line="276" w:lineRule="auto"/>
        <w:ind w:left="142" w:right="128"/>
        <w:jc w:val="both"/>
        <w:rPr>
          <w:rFonts w:ascii="Arial" w:eastAsia="Arial" w:hAnsi="Arial" w:cs="Arial"/>
        </w:rPr>
      </w:pPr>
      <w:r w:rsidRPr="0033553A">
        <w:rPr>
          <w:rFonts w:ascii="Arial" w:eastAsia="Arial" w:hAnsi="Arial"/>
          <w:sz w:val="20"/>
          <w:szCs w:val="20"/>
        </w:rPr>
        <w:t xml:space="preserve">10. All necessary maintenance work of the railway must be executed on time, </w:t>
      </w:r>
      <w:r w:rsidR="00C4333E">
        <w:rPr>
          <w:rFonts w:ascii="Arial" w:eastAsia="Arial" w:hAnsi="Arial"/>
          <w:sz w:val="20"/>
          <w:szCs w:val="20"/>
        </w:rPr>
        <w:t>in</w:t>
      </w:r>
      <w:r w:rsidRPr="0033553A">
        <w:rPr>
          <w:rFonts w:ascii="Arial" w:eastAsia="Arial" w:hAnsi="Arial"/>
          <w:sz w:val="20"/>
          <w:szCs w:val="20"/>
        </w:rPr>
        <w:t xml:space="preserve"> good quality and within limited temperature intervals. Enhanced surveillance of the section should also be ensured in the events of extreme rail temperature (below -10</w:t>
      </w:r>
      <w:r w:rsidRPr="0033553A">
        <w:rPr>
          <w:rFonts w:ascii="Symbol" w:eastAsia="Symbol" w:hAnsi="Symbol" w:cs="Symbol"/>
          <w:sz w:val="20"/>
          <w:szCs w:val="20"/>
        </w:rPr>
        <w:t></w:t>
      </w:r>
      <w:r w:rsidRPr="0033553A">
        <w:rPr>
          <w:rFonts w:ascii="Arial" w:eastAsia="Arial" w:hAnsi="Arial"/>
          <w:sz w:val="20"/>
          <w:szCs w:val="20"/>
        </w:rPr>
        <w:t>C</w:t>
      </w:r>
      <w:r w:rsidRPr="0033553A">
        <w:rPr>
          <w:rFonts w:ascii="Arial" w:eastAsia="Arial" w:hAnsi="Arial"/>
          <w:spacing w:val="-3"/>
          <w:sz w:val="20"/>
          <w:szCs w:val="20"/>
        </w:rPr>
        <w:t xml:space="preserve"> </w:t>
      </w:r>
      <w:r w:rsidRPr="0033553A">
        <w:rPr>
          <w:rFonts w:ascii="Arial" w:eastAsia="Arial" w:hAnsi="Arial"/>
          <w:spacing w:val="-1"/>
          <w:sz w:val="20"/>
          <w:szCs w:val="20"/>
        </w:rPr>
        <w:t>and above</w:t>
      </w:r>
      <w:r w:rsidRPr="0033553A">
        <w:rPr>
          <w:rFonts w:ascii="Arial" w:eastAsia="Arial" w:hAnsi="Arial"/>
          <w:spacing w:val="-6"/>
          <w:sz w:val="20"/>
          <w:szCs w:val="20"/>
        </w:rPr>
        <w:t xml:space="preserve"> </w:t>
      </w:r>
      <w:r w:rsidRPr="0033553A">
        <w:rPr>
          <w:rFonts w:ascii="Arial" w:eastAsia="Arial" w:hAnsi="Arial"/>
          <w:spacing w:val="-1"/>
          <w:sz w:val="20"/>
          <w:szCs w:val="20"/>
        </w:rPr>
        <w:t>+35</w:t>
      </w:r>
      <w:r w:rsidRPr="0033553A">
        <w:rPr>
          <w:rFonts w:ascii="Symbol" w:eastAsia="Symbol" w:hAnsi="Symbol" w:cs="Symbol"/>
          <w:spacing w:val="-1"/>
          <w:sz w:val="20"/>
          <w:szCs w:val="20"/>
        </w:rPr>
        <w:t></w:t>
      </w:r>
      <w:r w:rsidRPr="0033553A">
        <w:rPr>
          <w:rFonts w:ascii="Arial" w:eastAsia="Arial" w:hAnsi="Arial"/>
          <w:spacing w:val="-1"/>
          <w:sz w:val="20"/>
          <w:szCs w:val="20"/>
        </w:rPr>
        <w:t>C</w:t>
      </w:r>
      <w:r w:rsidRPr="0033553A">
        <w:rPr>
          <w:rFonts w:ascii="Arial" w:eastAsia="Arial" w:hAnsi="Arial"/>
          <w:sz w:val="20"/>
          <w:szCs w:val="20"/>
        </w:rPr>
        <w:t>).</w:t>
      </w:r>
      <w:bookmarkEnd w:id="44"/>
    </w:p>
    <w:p w:rsidR="0029709E" w:rsidRPr="0029709E" w:rsidRDefault="0029709E" w:rsidP="0029709E">
      <w:pPr>
        <w:rPr>
          <w:rFonts w:ascii="Arial" w:eastAsia="Arial" w:hAnsi="Arial" w:cs="Arial"/>
        </w:rPr>
      </w:pPr>
    </w:p>
    <w:p w:rsidR="0029709E" w:rsidRPr="0029709E" w:rsidRDefault="0029709E" w:rsidP="0029709E">
      <w:pPr>
        <w:rPr>
          <w:rFonts w:ascii="Arial" w:eastAsia="Arial" w:hAnsi="Arial" w:cs="Arial"/>
        </w:rPr>
      </w:pPr>
    </w:p>
    <w:p w:rsidR="0029709E" w:rsidRPr="0029709E" w:rsidRDefault="0029709E" w:rsidP="0029709E">
      <w:pPr>
        <w:rPr>
          <w:rFonts w:ascii="Arial" w:eastAsia="Arial" w:hAnsi="Arial" w:cs="Arial"/>
        </w:rPr>
      </w:pPr>
    </w:p>
    <w:p w:rsidR="0029709E" w:rsidRPr="0029709E" w:rsidRDefault="0029709E" w:rsidP="0029709E">
      <w:pPr>
        <w:rPr>
          <w:rFonts w:ascii="Arial" w:eastAsia="Arial" w:hAnsi="Arial" w:cs="Arial"/>
        </w:rPr>
      </w:pPr>
    </w:p>
    <w:p w:rsidR="0029709E" w:rsidRPr="0029709E" w:rsidRDefault="0029709E" w:rsidP="0029709E">
      <w:pPr>
        <w:rPr>
          <w:rFonts w:ascii="Arial" w:eastAsia="Arial" w:hAnsi="Arial" w:cs="Arial"/>
        </w:rPr>
      </w:pPr>
    </w:p>
    <w:p w:rsidR="0029709E" w:rsidRPr="0029709E" w:rsidRDefault="0029709E" w:rsidP="0029709E">
      <w:pPr>
        <w:rPr>
          <w:rFonts w:ascii="Arial" w:eastAsia="Arial" w:hAnsi="Arial" w:cs="Arial"/>
        </w:rPr>
      </w:pPr>
    </w:p>
    <w:p w:rsidR="0029709E" w:rsidRDefault="0029709E" w:rsidP="0029709E">
      <w:pPr>
        <w:rPr>
          <w:rFonts w:ascii="Arial" w:eastAsia="Arial" w:hAnsi="Arial" w:cs="Arial"/>
        </w:rPr>
      </w:pPr>
    </w:p>
    <w:p w:rsidR="00126F59" w:rsidRPr="0029709E" w:rsidRDefault="00126F59" w:rsidP="0029709E">
      <w:pPr>
        <w:jc w:val="center"/>
        <w:rPr>
          <w:rFonts w:ascii="Arial" w:eastAsia="Arial" w:hAnsi="Arial" w:cs="Arial"/>
        </w:rPr>
      </w:pPr>
      <w:bookmarkStart w:id="45" w:name="_GoBack"/>
      <w:bookmarkEnd w:id="45"/>
    </w:p>
    <w:sectPr w:rsidR="00126F59" w:rsidRPr="0029709E">
      <w:pgSz w:w="11900" w:h="16840"/>
      <w:pgMar w:top="1500" w:right="960" w:bottom="960" w:left="1020" w:header="317" w:footer="7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52E" w:rsidRDefault="00CB052E">
      <w:r>
        <w:separator/>
      </w:r>
    </w:p>
  </w:endnote>
  <w:endnote w:type="continuationSeparator" w:id="0">
    <w:p w:rsidR="00CB052E" w:rsidRDefault="00CB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A6" w:rsidRDefault="0029709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56.65pt;margin-top:792.5pt;width:482.4pt;height:2.9pt;z-index:-55576;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61" type="#_x0000_t202" style="position:absolute;margin-left:56pt;margin-top:799.8pt;width:487.3pt;height:12pt;z-index:-55552;mso-position-horizontal-relative:page;mso-position-vertical-relative:page" filled="f" stroked="f">
          <v:textbox style="mso-next-textbox:#_x0000_s2061" inset="0,0,0,0">
            <w:txbxContent>
              <w:p w:rsidR="00F95BA6" w:rsidRDefault="00F95BA6">
                <w:pPr>
                  <w:pStyle w:val="BodyText"/>
                  <w:spacing w:line="226" w:lineRule="exact"/>
                  <w:ind w:left="20"/>
                  <w:rPr>
                    <w:rFonts w:ascii="Tahoma" w:eastAsia="Tahoma" w:hAnsi="Tahoma" w:cs="Tahoma"/>
                  </w:rPr>
                </w:pPr>
                <w:r>
                  <w:rPr>
                    <w:rFonts w:ascii="Tahoma" w:eastAsia="Tahoma" w:hAnsi="Tahoma" w:cs="Tahoma"/>
                    <w:color w:val="43687C"/>
                  </w:rPr>
                  <w:t>WB14-MNE-TRA-01-M105-B02/V02.01</w:t>
                </w:r>
                <w:r>
                  <w:rPr>
                    <w:rFonts w:ascii="Tahoma" w:eastAsia="Tahoma" w:hAnsi="Tahoma" w:cs="Tahoma"/>
                    <w:color w:val="43687C"/>
                    <w:spacing w:val="-6"/>
                  </w:rPr>
                  <w:t xml:space="preserve"> </w:t>
                </w:r>
                <w:r w:rsidR="00F27F74">
                  <w:rPr>
                    <w:rFonts w:ascii="Tahoma" w:eastAsia="Tahoma" w:hAnsi="Tahoma" w:cs="Tahoma"/>
                    <w:color w:val="43687C"/>
                    <w:spacing w:val="-1"/>
                  </w:rPr>
                  <w:t>Textual documentation</w:t>
                </w:r>
                <w:r w:rsidR="00711546">
                  <w:rPr>
                    <w:rFonts w:ascii="Tahoma" w:eastAsia="Tahoma" w:hAnsi="Tahoma" w:cs="Tahoma"/>
                    <w:color w:val="43687C"/>
                    <w:spacing w:val="-1"/>
                  </w:rPr>
                  <w:t xml:space="preserve"> </w:t>
                </w:r>
                <w:r w:rsidR="00F27F74">
                  <w:rPr>
                    <w:rFonts w:ascii="Tahoma" w:eastAsia="Tahoma" w:hAnsi="Tahoma" w:cs="Tahoma"/>
                    <w:color w:val="43687C"/>
                    <w:spacing w:val="-1"/>
                  </w:rPr>
                  <w:t>–</w:t>
                </w:r>
                <w:r w:rsidR="00711546">
                  <w:rPr>
                    <w:rFonts w:ascii="Tahoma" w:eastAsia="Tahoma" w:hAnsi="Tahoma" w:cs="Tahoma"/>
                    <w:color w:val="43687C"/>
                    <w:spacing w:val="-1"/>
                  </w:rPr>
                  <w:t xml:space="preserve"> </w:t>
                </w:r>
                <w:r w:rsidR="00F27F74">
                  <w:rPr>
                    <w:rFonts w:ascii="Tahoma" w:eastAsia="Tahoma" w:hAnsi="Tahoma" w:cs="Tahoma"/>
                    <w:color w:val="43687C"/>
                    <w:spacing w:val="-1"/>
                  </w:rPr>
                  <w:t>Bridge</w:t>
                </w:r>
                <w:r w:rsidR="00F27F74">
                  <w:rPr>
                    <w:rFonts w:ascii="Tahoma" w:eastAsia="Tahoma" w:hAnsi="Tahoma" w:cs="Tahoma"/>
                    <w:color w:val="43687C"/>
                    <w:spacing w:val="-5"/>
                  </w:rPr>
                  <w:t xml:space="preserve"> </w:t>
                </w:r>
                <w:r w:rsidR="00711546">
                  <w:rPr>
                    <w:rFonts w:ascii="Tahoma" w:eastAsia="Tahoma" w:hAnsi="Tahoma" w:cs="Tahoma"/>
                    <w:color w:val="43687C"/>
                    <w:spacing w:val="-5"/>
                  </w:rPr>
                  <w:t xml:space="preserve">No. </w:t>
                </w:r>
                <w:r>
                  <w:rPr>
                    <w:rFonts w:ascii="Tahoma" w:eastAsia="Tahoma" w:hAnsi="Tahoma" w:cs="Tahoma"/>
                    <w:color w:val="43687C"/>
                  </w:rPr>
                  <w:t>105</w:t>
                </w:r>
                <w:r>
                  <w:rPr>
                    <w:rFonts w:ascii="Tahoma" w:eastAsia="Tahoma" w:hAnsi="Tahoma" w:cs="Tahoma"/>
                    <w:color w:val="43687C"/>
                    <w:spacing w:val="-8"/>
                  </w:rPr>
                  <w:t xml:space="preserve"> </w:t>
                </w:r>
                <w:r w:rsidR="00F27F74">
                  <w:rPr>
                    <w:rFonts w:ascii="Tahoma" w:eastAsia="Tahoma" w:hAnsi="Tahoma" w:cs="Tahoma"/>
                    <w:color w:val="43687C"/>
                  </w:rPr>
                  <w:t>at</w:t>
                </w:r>
                <w:r>
                  <w:rPr>
                    <w:rFonts w:ascii="Tahoma" w:eastAsia="Tahoma" w:hAnsi="Tahoma" w:cs="Tahoma"/>
                    <w:color w:val="43687C"/>
                    <w:spacing w:val="-6"/>
                  </w:rPr>
                  <w:t xml:space="preserve"> </w:t>
                </w:r>
                <w:r>
                  <w:rPr>
                    <w:rFonts w:ascii="Tahoma" w:eastAsia="Tahoma" w:hAnsi="Tahoma" w:cs="Tahoma"/>
                    <w:color w:val="43687C"/>
                  </w:rPr>
                  <w:t>km</w:t>
                </w:r>
                <w:r w:rsidR="00F27F74">
                  <w:rPr>
                    <w:rFonts w:ascii="Tahoma" w:eastAsia="Tahoma" w:hAnsi="Tahoma" w:cs="Tahoma"/>
                    <w:color w:val="43687C"/>
                  </w:rPr>
                  <w:t xml:space="preserve"> </w:t>
                </w:r>
                <w:r>
                  <w:rPr>
                    <w:rFonts w:ascii="Tahoma" w:eastAsia="Tahoma" w:hAnsi="Tahoma" w:cs="Tahoma"/>
                    <w:color w:val="43687C"/>
                  </w:rPr>
                  <w:t>447+435</w:t>
                </w:r>
                <w:r w:rsidR="00F27F74">
                  <w:rPr>
                    <w:rFonts w:ascii="Tahoma" w:eastAsia="Tahoma" w:hAnsi="Tahoma" w:cs="Tahoma"/>
                    <w:color w:val="43687C"/>
                  </w:rPr>
                  <w:t>.</w:t>
                </w:r>
                <w:r>
                  <w:rPr>
                    <w:rFonts w:ascii="Tahoma" w:eastAsia="Tahoma" w:hAnsi="Tahoma" w:cs="Tahoma"/>
                    <w:color w:val="43687C"/>
                  </w:rPr>
                  <w:t>25</w:t>
                </w:r>
                <w:r>
                  <w:rPr>
                    <w:rFonts w:ascii="Tahoma" w:eastAsia="Tahoma" w:hAnsi="Tahoma" w:cs="Tahoma"/>
                    <w:color w:val="43687C"/>
                    <w:spacing w:val="-5"/>
                  </w:rPr>
                  <w:t xml:space="preserve"> </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A6" w:rsidRDefault="0029709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6.65pt;margin-top:792.5pt;width:482.4pt;height:2.9pt;z-index:-55336;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56pt;margin-top:799.8pt;width:487.3pt;height:12pt;z-index:-55312;mso-position-horizontal-relative:page;mso-position-vertical-relative:page" filled="f" stroked="f">
          <v:textbox style="mso-next-textbox:#_x0000_s2051" inset="0,0,0,0">
            <w:txbxContent>
              <w:p w:rsidR="00F95BA6" w:rsidRDefault="00F95BA6">
                <w:pPr>
                  <w:pStyle w:val="BodyText"/>
                  <w:spacing w:line="226" w:lineRule="exact"/>
                  <w:ind w:left="20"/>
                  <w:rPr>
                    <w:rFonts w:ascii="Tahoma" w:eastAsia="Tahoma" w:hAnsi="Tahoma" w:cs="Tahoma"/>
                  </w:rPr>
                </w:pPr>
                <w:r>
                  <w:rPr>
                    <w:rFonts w:ascii="Tahoma" w:eastAsia="Tahoma" w:hAnsi="Tahoma" w:cs="Tahoma"/>
                    <w:color w:val="43687C"/>
                  </w:rPr>
                  <w:t>WB14-MNE-TRA-01-M105-B02/V02.01</w:t>
                </w:r>
                <w:r>
                  <w:rPr>
                    <w:rFonts w:ascii="Tahoma" w:eastAsia="Tahoma" w:hAnsi="Tahoma" w:cs="Tahoma"/>
                    <w:color w:val="43687C"/>
                    <w:spacing w:val="-6"/>
                  </w:rPr>
                  <w:t xml:space="preserve"> </w:t>
                </w:r>
                <w:r w:rsidR="00C12606">
                  <w:rPr>
                    <w:rFonts w:ascii="Tahoma" w:eastAsia="Tahoma" w:hAnsi="Tahoma" w:cs="Tahoma"/>
                    <w:color w:val="43687C"/>
                    <w:spacing w:val="-1"/>
                  </w:rPr>
                  <w:t>Textual documentation</w:t>
                </w:r>
                <w:r w:rsidR="00C174B3">
                  <w:rPr>
                    <w:rFonts w:ascii="Tahoma" w:eastAsia="Tahoma" w:hAnsi="Tahoma" w:cs="Tahoma"/>
                    <w:color w:val="43687C"/>
                    <w:spacing w:val="-1"/>
                  </w:rPr>
                  <w:t xml:space="preserve"> </w:t>
                </w:r>
                <w:r w:rsidR="00C12606">
                  <w:rPr>
                    <w:rFonts w:ascii="Tahoma" w:eastAsia="Tahoma" w:hAnsi="Tahoma" w:cs="Tahoma"/>
                    <w:color w:val="43687C"/>
                    <w:spacing w:val="-1"/>
                  </w:rPr>
                  <w:t>–</w:t>
                </w:r>
                <w:r w:rsidR="00C174B3" w:rsidRPr="00C174B3">
                  <w:rPr>
                    <w:rFonts w:ascii="Tahoma" w:eastAsia="Tahoma" w:hAnsi="Tahoma" w:cs="Tahoma"/>
                    <w:color w:val="43687C"/>
                    <w:spacing w:val="-1"/>
                  </w:rPr>
                  <w:t xml:space="preserve"> </w:t>
                </w:r>
                <w:r w:rsidR="00C174B3">
                  <w:rPr>
                    <w:rFonts w:ascii="Tahoma" w:eastAsia="Tahoma" w:hAnsi="Tahoma" w:cs="Tahoma"/>
                    <w:color w:val="43687C"/>
                    <w:spacing w:val="-1"/>
                  </w:rPr>
                  <w:t>Bridge</w:t>
                </w:r>
                <w:r w:rsidR="00C174B3">
                  <w:rPr>
                    <w:rFonts w:ascii="Tahoma" w:eastAsia="Tahoma" w:hAnsi="Tahoma" w:cs="Tahoma"/>
                    <w:color w:val="43687C"/>
                    <w:spacing w:val="-5"/>
                  </w:rPr>
                  <w:t xml:space="preserve"> No. </w:t>
                </w:r>
                <w:r w:rsidR="00C174B3">
                  <w:rPr>
                    <w:rFonts w:ascii="Tahoma" w:eastAsia="Tahoma" w:hAnsi="Tahoma" w:cs="Tahoma"/>
                    <w:color w:val="43687C"/>
                  </w:rPr>
                  <w:t>105</w:t>
                </w:r>
                <w:r w:rsidR="00C174B3">
                  <w:rPr>
                    <w:rFonts w:ascii="Tahoma" w:eastAsia="Tahoma" w:hAnsi="Tahoma" w:cs="Tahoma"/>
                    <w:color w:val="43687C"/>
                    <w:spacing w:val="-8"/>
                  </w:rPr>
                  <w:t xml:space="preserve"> </w:t>
                </w:r>
                <w:r w:rsidR="00C174B3">
                  <w:rPr>
                    <w:rFonts w:ascii="Tahoma" w:eastAsia="Tahoma" w:hAnsi="Tahoma" w:cs="Tahoma"/>
                    <w:color w:val="43687C"/>
                  </w:rPr>
                  <w:t>at</w:t>
                </w:r>
                <w:r w:rsidR="00C174B3">
                  <w:rPr>
                    <w:rFonts w:ascii="Tahoma" w:eastAsia="Tahoma" w:hAnsi="Tahoma" w:cs="Tahoma"/>
                    <w:color w:val="43687C"/>
                    <w:spacing w:val="-6"/>
                  </w:rPr>
                  <w:t xml:space="preserve"> </w:t>
                </w:r>
                <w:r w:rsidR="00C174B3">
                  <w:rPr>
                    <w:rFonts w:ascii="Tahoma" w:eastAsia="Tahoma" w:hAnsi="Tahoma" w:cs="Tahoma"/>
                    <w:color w:val="43687C"/>
                  </w:rPr>
                  <w:t>km 447+435.25</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A6" w:rsidRDefault="0029709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6.65pt;margin-top:792.5pt;width:482.4pt;height:2.9pt;z-index:-55288;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49" type="#_x0000_t202" style="position:absolute;margin-left:56pt;margin-top:799.8pt;width:487.3pt;height:12pt;z-index:-55264;mso-position-horizontal-relative:page;mso-position-vertical-relative:page" filled="f" stroked="f">
          <v:textbox style="mso-next-textbox:#_x0000_s2049" inset="0,0,0,0">
            <w:txbxContent>
              <w:p w:rsidR="00F95BA6" w:rsidRDefault="00F95BA6">
                <w:pPr>
                  <w:pStyle w:val="BodyText"/>
                  <w:spacing w:line="226" w:lineRule="exact"/>
                  <w:ind w:left="20"/>
                  <w:rPr>
                    <w:rFonts w:ascii="Tahoma" w:eastAsia="Tahoma" w:hAnsi="Tahoma" w:cs="Tahoma"/>
                  </w:rPr>
                </w:pPr>
                <w:r>
                  <w:rPr>
                    <w:rFonts w:ascii="Tahoma" w:eastAsia="Tahoma" w:hAnsi="Tahoma" w:cs="Tahoma"/>
                    <w:color w:val="43687C"/>
                  </w:rPr>
                  <w:t>WB14-MNE-TRA-01-M105-B02/V02.01</w:t>
                </w:r>
                <w:r>
                  <w:rPr>
                    <w:rFonts w:ascii="Tahoma" w:eastAsia="Tahoma" w:hAnsi="Tahoma" w:cs="Tahoma"/>
                    <w:color w:val="43687C"/>
                    <w:spacing w:val="-6"/>
                  </w:rPr>
                  <w:t xml:space="preserve"> </w:t>
                </w:r>
                <w:r w:rsidR="00C12606">
                  <w:rPr>
                    <w:rFonts w:ascii="Tahoma" w:eastAsia="Tahoma" w:hAnsi="Tahoma" w:cs="Tahoma"/>
                    <w:color w:val="43687C"/>
                    <w:spacing w:val="-1"/>
                  </w:rPr>
                  <w:t>Textual documentation</w:t>
                </w:r>
                <w:r w:rsidR="00C174B3">
                  <w:rPr>
                    <w:rFonts w:ascii="Tahoma" w:eastAsia="Tahoma" w:hAnsi="Tahoma" w:cs="Tahoma"/>
                    <w:color w:val="43687C"/>
                    <w:spacing w:val="-1"/>
                  </w:rPr>
                  <w:t xml:space="preserve"> </w:t>
                </w:r>
                <w:r w:rsidR="00C12606">
                  <w:rPr>
                    <w:rFonts w:ascii="Tahoma" w:eastAsia="Tahoma" w:hAnsi="Tahoma" w:cs="Tahoma"/>
                    <w:color w:val="43687C"/>
                    <w:spacing w:val="-1"/>
                  </w:rPr>
                  <w:t>–</w:t>
                </w:r>
                <w:r w:rsidR="00C174B3" w:rsidRPr="00C174B3">
                  <w:rPr>
                    <w:rFonts w:ascii="Tahoma" w:eastAsia="Tahoma" w:hAnsi="Tahoma" w:cs="Tahoma"/>
                    <w:color w:val="43687C"/>
                    <w:spacing w:val="-1"/>
                  </w:rPr>
                  <w:t xml:space="preserve"> </w:t>
                </w:r>
                <w:r w:rsidR="00C174B3">
                  <w:rPr>
                    <w:rFonts w:ascii="Tahoma" w:eastAsia="Tahoma" w:hAnsi="Tahoma" w:cs="Tahoma"/>
                    <w:color w:val="43687C"/>
                    <w:spacing w:val="-1"/>
                  </w:rPr>
                  <w:t>Bridge</w:t>
                </w:r>
                <w:r w:rsidR="00C174B3">
                  <w:rPr>
                    <w:rFonts w:ascii="Tahoma" w:eastAsia="Tahoma" w:hAnsi="Tahoma" w:cs="Tahoma"/>
                    <w:color w:val="43687C"/>
                    <w:spacing w:val="-5"/>
                  </w:rPr>
                  <w:t xml:space="preserve"> No. </w:t>
                </w:r>
                <w:r w:rsidR="00C174B3">
                  <w:rPr>
                    <w:rFonts w:ascii="Tahoma" w:eastAsia="Tahoma" w:hAnsi="Tahoma" w:cs="Tahoma"/>
                    <w:color w:val="43687C"/>
                  </w:rPr>
                  <w:t>105</w:t>
                </w:r>
                <w:r w:rsidR="00C174B3">
                  <w:rPr>
                    <w:rFonts w:ascii="Tahoma" w:eastAsia="Tahoma" w:hAnsi="Tahoma" w:cs="Tahoma"/>
                    <w:color w:val="43687C"/>
                    <w:spacing w:val="-8"/>
                  </w:rPr>
                  <w:t xml:space="preserve"> </w:t>
                </w:r>
                <w:r w:rsidR="00C174B3">
                  <w:rPr>
                    <w:rFonts w:ascii="Tahoma" w:eastAsia="Tahoma" w:hAnsi="Tahoma" w:cs="Tahoma"/>
                    <w:color w:val="43687C"/>
                  </w:rPr>
                  <w:t>at</w:t>
                </w:r>
                <w:r w:rsidR="00C174B3">
                  <w:rPr>
                    <w:rFonts w:ascii="Tahoma" w:eastAsia="Tahoma" w:hAnsi="Tahoma" w:cs="Tahoma"/>
                    <w:color w:val="43687C"/>
                    <w:spacing w:val="-6"/>
                  </w:rPr>
                  <w:t xml:space="preserve"> </w:t>
                </w:r>
                <w:r w:rsidR="00C174B3">
                  <w:rPr>
                    <w:rFonts w:ascii="Tahoma" w:eastAsia="Tahoma" w:hAnsi="Tahoma" w:cs="Tahoma"/>
                    <w:color w:val="43687C"/>
                  </w:rPr>
                  <w:t>km 447+435.25</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52E" w:rsidRDefault="00CB052E">
      <w:r>
        <w:separator/>
      </w:r>
    </w:p>
  </w:footnote>
  <w:footnote w:type="continuationSeparator" w:id="0">
    <w:p w:rsidR="00CB052E" w:rsidRDefault="00CB0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A6" w:rsidRDefault="0029709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450pt;margin-top:15.85pt;width:51.5pt;height:39.6pt;z-index:-55672;mso-position-horizontal-relative:page;mso-position-vertical-relative:page">
          <v:imagedata r:id="rId1" o:title=""/>
          <w10:wrap anchorx="page" anchory="page"/>
        </v:shape>
      </w:pict>
    </w:r>
    <w:r>
      <w:pict>
        <v:shape id="_x0000_s2065" type="#_x0000_t75" style="position:absolute;margin-left:506.15pt;margin-top:30.25pt;width:18.35pt;height:9.35pt;z-index:-55648;mso-position-horizontal-relative:page;mso-position-vertical-relative:page">
          <v:imagedata r:id="rId2" o:title=""/>
          <w10:wrap anchorx="page" anchory="page"/>
        </v:shape>
      </w:pict>
    </w:r>
    <w:r>
      <w:pict>
        <v:shape id="_x0000_s2064" type="#_x0000_t75" style="position:absolute;margin-left:529.2pt;margin-top:30.25pt;width:6.1pt;height:9.35pt;z-index:-55624;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63" type="#_x0000_t202" style="position:absolute;margin-left:56pt;margin-top:20.85pt;width:394.4pt;height:55.4pt;z-index:-55600;mso-position-horizontal-relative:page;mso-position-vertical-relative:page" filled="f" stroked="f">
          <v:textbox style="mso-next-textbox:#_x0000_s2063" inset="0,0,0,0">
            <w:txbxContent>
              <w:p w:rsidR="00F95BA6" w:rsidRDefault="00F95BA6">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F95BA6" w:rsidRDefault="00F95BA6">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F95BA6" w:rsidRDefault="00F95BA6">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F95BA6" w:rsidRDefault="00F95BA6">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A6" w:rsidRDefault="0029709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450pt;margin-top:15.85pt;width:51.5pt;height:39.6pt;z-index:-55528;mso-position-horizontal-relative:page;mso-position-vertical-relative:page">
          <v:imagedata r:id="rId1" o:title=""/>
          <w10:wrap anchorx="page" anchory="page"/>
        </v:shape>
      </w:pict>
    </w:r>
    <w:r>
      <w:pict>
        <v:shape id="_x0000_s2059" type="#_x0000_t75" style="position:absolute;margin-left:506.15pt;margin-top:30.25pt;width:18.35pt;height:9.35pt;z-index:-55504;mso-position-horizontal-relative:page;mso-position-vertical-relative:page">
          <v:imagedata r:id="rId2" o:title=""/>
          <w10:wrap anchorx="page" anchory="page"/>
        </v:shape>
      </w:pict>
    </w:r>
    <w:r>
      <w:pict>
        <v:shape id="_x0000_s2058" type="#_x0000_t75" style="position:absolute;margin-left:529.2pt;margin-top:30.25pt;width:6.1pt;height:9.35pt;z-index:-55480;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57" type="#_x0000_t202" style="position:absolute;margin-left:56pt;margin-top:20.85pt;width:394.4pt;height:55.4pt;z-index:-55456;mso-position-horizontal-relative:page;mso-position-vertical-relative:page" filled="f" stroked="f">
          <v:textbox style="mso-next-textbox:#_x0000_s2057" inset="0,0,0,0">
            <w:txbxContent>
              <w:p w:rsidR="00F95BA6" w:rsidRDefault="00F95BA6">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F95BA6" w:rsidRDefault="00F95BA6">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F95BA6" w:rsidRDefault="00F95BA6">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F95BA6" w:rsidRDefault="00F95BA6">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A6" w:rsidRDefault="0029709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450pt;margin-top:15.85pt;width:51.5pt;height:39.6pt;z-index:-55432;mso-position-horizontal-relative:page;mso-position-vertical-relative:page">
          <v:imagedata r:id="rId1" o:title=""/>
          <w10:wrap anchorx="page" anchory="page"/>
        </v:shape>
      </w:pict>
    </w:r>
    <w:r>
      <w:pict>
        <v:shape id="_x0000_s2055" type="#_x0000_t75" style="position:absolute;margin-left:506.15pt;margin-top:30.25pt;width:18.35pt;height:9.35pt;z-index:-55408;mso-position-horizontal-relative:page;mso-position-vertical-relative:page">
          <v:imagedata r:id="rId2" o:title=""/>
          <w10:wrap anchorx="page" anchory="page"/>
        </v:shape>
      </w:pict>
    </w:r>
    <w:r>
      <w:pict>
        <v:shape id="_x0000_s2054" type="#_x0000_t75" style="position:absolute;margin-left:529.2pt;margin-top:30.25pt;width:6.1pt;height:9.35pt;z-index:-55384;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53" type="#_x0000_t202" style="position:absolute;margin-left:56pt;margin-top:20.85pt;width:394.4pt;height:55.4pt;z-index:-55360;mso-position-horizontal-relative:page;mso-position-vertical-relative:page" filled="f" stroked="f">
          <v:textbox style="mso-next-textbox:#_x0000_s2053" inset="0,0,0,0">
            <w:txbxContent>
              <w:p w:rsidR="00F95BA6" w:rsidRDefault="00F95BA6">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F95BA6" w:rsidRDefault="00F95BA6">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F95BA6" w:rsidRDefault="00F95BA6">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F95BA6" w:rsidRDefault="00F95BA6">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527"/>
    <w:multiLevelType w:val="hybridMultilevel"/>
    <w:tmpl w:val="9ED01046"/>
    <w:lvl w:ilvl="0" w:tplc="0409000F">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1DA3048"/>
    <w:multiLevelType w:val="hybridMultilevel"/>
    <w:tmpl w:val="F592A05E"/>
    <w:lvl w:ilvl="0" w:tplc="081A0001">
      <w:start w:val="1"/>
      <w:numFmt w:val="bullet"/>
      <w:lvlText w:val=""/>
      <w:lvlJc w:val="left"/>
      <w:pPr>
        <w:ind w:left="1800" w:hanging="360"/>
      </w:pPr>
      <w:rPr>
        <w:rFonts w:ascii="Symbol" w:hAnsi="Symbol" w:hint="default"/>
      </w:rPr>
    </w:lvl>
    <w:lvl w:ilvl="1" w:tplc="081A0003" w:tentative="1">
      <w:start w:val="1"/>
      <w:numFmt w:val="bullet"/>
      <w:lvlText w:val="o"/>
      <w:lvlJc w:val="left"/>
      <w:pPr>
        <w:ind w:left="2520" w:hanging="360"/>
      </w:pPr>
      <w:rPr>
        <w:rFonts w:ascii="Courier New" w:hAnsi="Courier New" w:cs="Courier New" w:hint="default"/>
      </w:rPr>
    </w:lvl>
    <w:lvl w:ilvl="2" w:tplc="081A0005" w:tentative="1">
      <w:start w:val="1"/>
      <w:numFmt w:val="bullet"/>
      <w:lvlText w:val=""/>
      <w:lvlJc w:val="left"/>
      <w:pPr>
        <w:ind w:left="3240" w:hanging="360"/>
      </w:pPr>
      <w:rPr>
        <w:rFonts w:ascii="Wingdings" w:hAnsi="Wingdings" w:hint="default"/>
      </w:rPr>
    </w:lvl>
    <w:lvl w:ilvl="3" w:tplc="081A0001" w:tentative="1">
      <w:start w:val="1"/>
      <w:numFmt w:val="bullet"/>
      <w:lvlText w:val=""/>
      <w:lvlJc w:val="left"/>
      <w:pPr>
        <w:ind w:left="3960" w:hanging="360"/>
      </w:pPr>
      <w:rPr>
        <w:rFonts w:ascii="Symbol" w:hAnsi="Symbol" w:hint="default"/>
      </w:rPr>
    </w:lvl>
    <w:lvl w:ilvl="4" w:tplc="081A0003" w:tentative="1">
      <w:start w:val="1"/>
      <w:numFmt w:val="bullet"/>
      <w:lvlText w:val="o"/>
      <w:lvlJc w:val="left"/>
      <w:pPr>
        <w:ind w:left="4680" w:hanging="360"/>
      </w:pPr>
      <w:rPr>
        <w:rFonts w:ascii="Courier New" w:hAnsi="Courier New" w:cs="Courier New" w:hint="default"/>
      </w:rPr>
    </w:lvl>
    <w:lvl w:ilvl="5" w:tplc="081A0005" w:tentative="1">
      <w:start w:val="1"/>
      <w:numFmt w:val="bullet"/>
      <w:lvlText w:val=""/>
      <w:lvlJc w:val="left"/>
      <w:pPr>
        <w:ind w:left="5400" w:hanging="360"/>
      </w:pPr>
      <w:rPr>
        <w:rFonts w:ascii="Wingdings" w:hAnsi="Wingdings" w:hint="default"/>
      </w:rPr>
    </w:lvl>
    <w:lvl w:ilvl="6" w:tplc="081A0001" w:tentative="1">
      <w:start w:val="1"/>
      <w:numFmt w:val="bullet"/>
      <w:lvlText w:val=""/>
      <w:lvlJc w:val="left"/>
      <w:pPr>
        <w:ind w:left="6120" w:hanging="360"/>
      </w:pPr>
      <w:rPr>
        <w:rFonts w:ascii="Symbol" w:hAnsi="Symbol" w:hint="default"/>
      </w:rPr>
    </w:lvl>
    <w:lvl w:ilvl="7" w:tplc="081A0003" w:tentative="1">
      <w:start w:val="1"/>
      <w:numFmt w:val="bullet"/>
      <w:lvlText w:val="o"/>
      <w:lvlJc w:val="left"/>
      <w:pPr>
        <w:ind w:left="6840" w:hanging="360"/>
      </w:pPr>
      <w:rPr>
        <w:rFonts w:ascii="Courier New" w:hAnsi="Courier New" w:cs="Courier New" w:hint="default"/>
      </w:rPr>
    </w:lvl>
    <w:lvl w:ilvl="8" w:tplc="081A0005" w:tentative="1">
      <w:start w:val="1"/>
      <w:numFmt w:val="bullet"/>
      <w:lvlText w:val=""/>
      <w:lvlJc w:val="left"/>
      <w:pPr>
        <w:ind w:left="7560" w:hanging="360"/>
      </w:pPr>
      <w:rPr>
        <w:rFonts w:ascii="Wingdings" w:hAnsi="Wingdings" w:hint="default"/>
      </w:rPr>
    </w:lvl>
  </w:abstractNum>
  <w:abstractNum w:abstractNumId="2">
    <w:nsid w:val="04B11EE2"/>
    <w:multiLevelType w:val="multilevel"/>
    <w:tmpl w:val="BCCEAF66"/>
    <w:lvl w:ilvl="0">
      <w:start w:val="1"/>
      <w:numFmt w:val="decimal"/>
      <w:pStyle w:val="NumberedParagraph"/>
      <w:lvlText w:val="%1."/>
      <w:lvlJc w:val="left"/>
      <w:pPr>
        <w:ind w:left="567" w:hanging="567"/>
      </w:pPr>
      <w:rPr>
        <w:b w:val="0"/>
        <w:i w:val="0"/>
        <w:caps w:val="0"/>
        <w:strike w:val="0"/>
        <w:vanish w:val="0"/>
        <w:u w:val="no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5606795"/>
    <w:multiLevelType w:val="hybridMultilevel"/>
    <w:tmpl w:val="F56A7320"/>
    <w:lvl w:ilvl="0" w:tplc="3124B97C">
      <w:start w:val="5"/>
      <w:numFmt w:val="decimal"/>
      <w:lvlText w:val="%1."/>
      <w:lvlJc w:val="left"/>
      <w:pPr>
        <w:ind w:left="798" w:hanging="360"/>
      </w:pPr>
      <w:rPr>
        <w:rFonts w:ascii="Arial" w:eastAsia="Arial" w:hAnsi="Arial" w:hint="default"/>
        <w:b/>
        <w:bCs/>
        <w:spacing w:val="-1"/>
        <w:w w:val="99"/>
        <w:sz w:val="20"/>
        <w:szCs w:val="20"/>
      </w:rPr>
    </w:lvl>
    <w:lvl w:ilvl="1" w:tplc="7B62D0B8">
      <w:start w:val="1"/>
      <w:numFmt w:val="bullet"/>
      <w:lvlText w:val="•"/>
      <w:lvlJc w:val="left"/>
      <w:pPr>
        <w:ind w:left="1708" w:hanging="360"/>
      </w:pPr>
      <w:rPr>
        <w:rFonts w:hint="default"/>
      </w:rPr>
    </w:lvl>
    <w:lvl w:ilvl="2" w:tplc="9EF47E96">
      <w:start w:val="1"/>
      <w:numFmt w:val="bullet"/>
      <w:lvlText w:val="•"/>
      <w:lvlJc w:val="left"/>
      <w:pPr>
        <w:ind w:left="2617" w:hanging="360"/>
      </w:pPr>
      <w:rPr>
        <w:rFonts w:hint="default"/>
      </w:rPr>
    </w:lvl>
    <w:lvl w:ilvl="3" w:tplc="E0468D02">
      <w:start w:val="1"/>
      <w:numFmt w:val="bullet"/>
      <w:lvlText w:val="•"/>
      <w:lvlJc w:val="left"/>
      <w:pPr>
        <w:ind w:left="3526" w:hanging="360"/>
      </w:pPr>
      <w:rPr>
        <w:rFonts w:hint="default"/>
      </w:rPr>
    </w:lvl>
    <w:lvl w:ilvl="4" w:tplc="22BE2982">
      <w:start w:val="1"/>
      <w:numFmt w:val="bullet"/>
      <w:lvlText w:val="•"/>
      <w:lvlJc w:val="left"/>
      <w:pPr>
        <w:ind w:left="4435" w:hanging="360"/>
      </w:pPr>
      <w:rPr>
        <w:rFonts w:hint="default"/>
      </w:rPr>
    </w:lvl>
    <w:lvl w:ilvl="5" w:tplc="D7624F3E">
      <w:start w:val="1"/>
      <w:numFmt w:val="bullet"/>
      <w:lvlText w:val="•"/>
      <w:lvlJc w:val="left"/>
      <w:pPr>
        <w:ind w:left="5345" w:hanging="360"/>
      </w:pPr>
      <w:rPr>
        <w:rFonts w:hint="default"/>
      </w:rPr>
    </w:lvl>
    <w:lvl w:ilvl="6" w:tplc="6BDC49C6">
      <w:start w:val="1"/>
      <w:numFmt w:val="bullet"/>
      <w:lvlText w:val="•"/>
      <w:lvlJc w:val="left"/>
      <w:pPr>
        <w:ind w:left="6254" w:hanging="360"/>
      </w:pPr>
      <w:rPr>
        <w:rFonts w:hint="default"/>
      </w:rPr>
    </w:lvl>
    <w:lvl w:ilvl="7" w:tplc="8FD6860C">
      <w:start w:val="1"/>
      <w:numFmt w:val="bullet"/>
      <w:lvlText w:val="•"/>
      <w:lvlJc w:val="left"/>
      <w:pPr>
        <w:ind w:left="7163" w:hanging="360"/>
      </w:pPr>
      <w:rPr>
        <w:rFonts w:hint="default"/>
      </w:rPr>
    </w:lvl>
    <w:lvl w:ilvl="8" w:tplc="EDA43D40">
      <w:start w:val="1"/>
      <w:numFmt w:val="bullet"/>
      <w:lvlText w:val="•"/>
      <w:lvlJc w:val="left"/>
      <w:pPr>
        <w:ind w:left="8072" w:hanging="360"/>
      </w:pPr>
      <w:rPr>
        <w:rFonts w:hint="default"/>
      </w:rPr>
    </w:lvl>
  </w:abstractNum>
  <w:abstractNum w:abstractNumId="4">
    <w:nsid w:val="08654662"/>
    <w:multiLevelType w:val="hybridMultilevel"/>
    <w:tmpl w:val="B9241970"/>
    <w:lvl w:ilvl="0" w:tplc="5BBEE17E">
      <w:start w:val="1"/>
      <w:numFmt w:val="decimal"/>
      <w:lvlText w:val="%1)"/>
      <w:lvlJc w:val="left"/>
      <w:pPr>
        <w:ind w:left="1560" w:hanging="360"/>
      </w:pPr>
      <w:rPr>
        <w:rFonts w:ascii="Arial" w:eastAsia="Arial" w:hAnsi="Arial" w:hint="default"/>
        <w:spacing w:val="-1"/>
        <w:w w:val="99"/>
        <w:sz w:val="20"/>
        <w:szCs w:val="20"/>
      </w:rPr>
    </w:lvl>
    <w:lvl w:ilvl="1" w:tplc="537AF6AA">
      <w:start w:val="1"/>
      <w:numFmt w:val="bullet"/>
      <w:lvlText w:val=""/>
      <w:lvlJc w:val="left"/>
      <w:pPr>
        <w:ind w:left="2280" w:hanging="360"/>
      </w:pPr>
      <w:rPr>
        <w:rFonts w:ascii="Symbol" w:eastAsia="Symbol" w:hAnsi="Symbol" w:hint="default"/>
        <w:w w:val="99"/>
        <w:sz w:val="20"/>
        <w:szCs w:val="20"/>
      </w:rPr>
    </w:lvl>
    <w:lvl w:ilvl="2" w:tplc="5CFC9BEE">
      <w:start w:val="1"/>
      <w:numFmt w:val="bullet"/>
      <w:lvlText w:val="•"/>
      <w:lvlJc w:val="left"/>
      <w:pPr>
        <w:ind w:left="2280" w:hanging="360"/>
      </w:pPr>
      <w:rPr>
        <w:rFonts w:hint="default"/>
      </w:rPr>
    </w:lvl>
    <w:lvl w:ilvl="3" w:tplc="60680F82">
      <w:start w:val="1"/>
      <w:numFmt w:val="bullet"/>
      <w:lvlText w:val="•"/>
      <w:lvlJc w:val="left"/>
      <w:pPr>
        <w:ind w:left="2280" w:hanging="360"/>
      </w:pPr>
      <w:rPr>
        <w:rFonts w:hint="default"/>
      </w:rPr>
    </w:lvl>
    <w:lvl w:ilvl="4" w:tplc="2A02DF1E">
      <w:start w:val="1"/>
      <w:numFmt w:val="bullet"/>
      <w:lvlText w:val="•"/>
      <w:lvlJc w:val="left"/>
      <w:pPr>
        <w:ind w:left="3371" w:hanging="360"/>
      </w:pPr>
      <w:rPr>
        <w:rFonts w:hint="default"/>
      </w:rPr>
    </w:lvl>
    <w:lvl w:ilvl="5" w:tplc="3294AB1A">
      <w:start w:val="1"/>
      <w:numFmt w:val="bullet"/>
      <w:lvlText w:val="•"/>
      <w:lvlJc w:val="left"/>
      <w:pPr>
        <w:ind w:left="4462" w:hanging="360"/>
      </w:pPr>
      <w:rPr>
        <w:rFonts w:hint="default"/>
      </w:rPr>
    </w:lvl>
    <w:lvl w:ilvl="6" w:tplc="97B2FE6C">
      <w:start w:val="1"/>
      <w:numFmt w:val="bullet"/>
      <w:lvlText w:val="•"/>
      <w:lvlJc w:val="left"/>
      <w:pPr>
        <w:ind w:left="5554" w:hanging="360"/>
      </w:pPr>
      <w:rPr>
        <w:rFonts w:hint="default"/>
      </w:rPr>
    </w:lvl>
    <w:lvl w:ilvl="7" w:tplc="30E8B8B2">
      <w:start w:val="1"/>
      <w:numFmt w:val="bullet"/>
      <w:lvlText w:val="•"/>
      <w:lvlJc w:val="left"/>
      <w:pPr>
        <w:ind w:left="6645" w:hanging="360"/>
      </w:pPr>
      <w:rPr>
        <w:rFonts w:hint="default"/>
      </w:rPr>
    </w:lvl>
    <w:lvl w:ilvl="8" w:tplc="FE98A022">
      <w:start w:val="1"/>
      <w:numFmt w:val="bullet"/>
      <w:lvlText w:val="•"/>
      <w:lvlJc w:val="left"/>
      <w:pPr>
        <w:ind w:left="7737" w:hanging="360"/>
      </w:pPr>
      <w:rPr>
        <w:rFonts w:hint="default"/>
      </w:rPr>
    </w:lvl>
  </w:abstractNum>
  <w:abstractNum w:abstractNumId="5">
    <w:nsid w:val="08A37CB5"/>
    <w:multiLevelType w:val="hybridMultilevel"/>
    <w:tmpl w:val="1F7AE0FA"/>
    <w:lvl w:ilvl="0" w:tplc="7414A5DC">
      <w:start w:val="1"/>
      <w:numFmt w:val="decimal"/>
      <w:lvlText w:val="%1."/>
      <w:lvlJc w:val="left"/>
      <w:pPr>
        <w:ind w:left="840" w:hanging="360"/>
      </w:pPr>
      <w:rPr>
        <w:rFonts w:ascii="Arial" w:eastAsia="Arial" w:hAnsi="Arial" w:hint="default"/>
        <w:spacing w:val="-1"/>
        <w:w w:val="99"/>
        <w:sz w:val="20"/>
        <w:szCs w:val="20"/>
      </w:rPr>
    </w:lvl>
    <w:lvl w:ilvl="1" w:tplc="90360504">
      <w:start w:val="1"/>
      <w:numFmt w:val="bullet"/>
      <w:lvlText w:val="-"/>
      <w:lvlJc w:val="left"/>
      <w:pPr>
        <w:ind w:left="962" w:hanging="123"/>
      </w:pPr>
      <w:rPr>
        <w:rFonts w:ascii="Arial" w:eastAsia="Arial" w:hAnsi="Arial" w:hint="default"/>
        <w:w w:val="99"/>
        <w:sz w:val="20"/>
        <w:szCs w:val="20"/>
      </w:rPr>
    </w:lvl>
    <w:lvl w:ilvl="2" w:tplc="AF6EB1DA">
      <w:start w:val="1"/>
      <w:numFmt w:val="bullet"/>
      <w:lvlText w:val="•"/>
      <w:lvlJc w:val="left"/>
      <w:pPr>
        <w:ind w:left="1957" w:hanging="123"/>
      </w:pPr>
      <w:rPr>
        <w:rFonts w:hint="default"/>
      </w:rPr>
    </w:lvl>
    <w:lvl w:ilvl="3" w:tplc="677C7D9A">
      <w:start w:val="1"/>
      <w:numFmt w:val="bullet"/>
      <w:lvlText w:val="•"/>
      <w:lvlJc w:val="left"/>
      <w:pPr>
        <w:ind w:left="2952" w:hanging="123"/>
      </w:pPr>
      <w:rPr>
        <w:rFonts w:hint="default"/>
      </w:rPr>
    </w:lvl>
    <w:lvl w:ilvl="4" w:tplc="FD6E29DC">
      <w:start w:val="1"/>
      <w:numFmt w:val="bullet"/>
      <w:lvlText w:val="•"/>
      <w:lvlJc w:val="left"/>
      <w:pPr>
        <w:ind w:left="3948" w:hanging="123"/>
      </w:pPr>
      <w:rPr>
        <w:rFonts w:hint="default"/>
      </w:rPr>
    </w:lvl>
    <w:lvl w:ilvl="5" w:tplc="224E4C1E">
      <w:start w:val="1"/>
      <w:numFmt w:val="bullet"/>
      <w:lvlText w:val="•"/>
      <w:lvlJc w:val="left"/>
      <w:pPr>
        <w:ind w:left="4943" w:hanging="123"/>
      </w:pPr>
      <w:rPr>
        <w:rFonts w:hint="default"/>
      </w:rPr>
    </w:lvl>
    <w:lvl w:ilvl="6" w:tplc="8E9EC558">
      <w:start w:val="1"/>
      <w:numFmt w:val="bullet"/>
      <w:lvlText w:val="•"/>
      <w:lvlJc w:val="left"/>
      <w:pPr>
        <w:ind w:left="5938" w:hanging="123"/>
      </w:pPr>
      <w:rPr>
        <w:rFonts w:hint="default"/>
      </w:rPr>
    </w:lvl>
    <w:lvl w:ilvl="7" w:tplc="558E7D5C">
      <w:start w:val="1"/>
      <w:numFmt w:val="bullet"/>
      <w:lvlText w:val="•"/>
      <w:lvlJc w:val="left"/>
      <w:pPr>
        <w:ind w:left="6934" w:hanging="123"/>
      </w:pPr>
      <w:rPr>
        <w:rFonts w:hint="default"/>
      </w:rPr>
    </w:lvl>
    <w:lvl w:ilvl="8" w:tplc="A0F2D08E">
      <w:start w:val="1"/>
      <w:numFmt w:val="bullet"/>
      <w:lvlText w:val="•"/>
      <w:lvlJc w:val="left"/>
      <w:pPr>
        <w:ind w:left="7929" w:hanging="123"/>
      </w:pPr>
      <w:rPr>
        <w:rFonts w:hint="default"/>
      </w:rPr>
    </w:lvl>
  </w:abstractNum>
  <w:abstractNum w:abstractNumId="6">
    <w:nsid w:val="0D50756F"/>
    <w:multiLevelType w:val="hybridMultilevel"/>
    <w:tmpl w:val="F7EE07EA"/>
    <w:lvl w:ilvl="0" w:tplc="6444DDE4">
      <w:start w:val="1"/>
      <w:numFmt w:val="bullet"/>
      <w:lvlText w:val="-"/>
      <w:lvlJc w:val="left"/>
      <w:pPr>
        <w:ind w:left="720" w:hanging="360"/>
      </w:pPr>
      <w:rPr>
        <w:rFonts w:ascii="Arial" w:eastAsia="Arial" w:hAnsi="Arial" w:hint="default"/>
        <w:w w:val="99"/>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70D45"/>
    <w:multiLevelType w:val="hybridMultilevel"/>
    <w:tmpl w:val="78F61268"/>
    <w:lvl w:ilvl="0" w:tplc="AF6EB1DA">
      <w:start w:val="1"/>
      <w:numFmt w:val="bullet"/>
      <w:lvlText w:val="•"/>
      <w:lvlJc w:val="left"/>
      <w:pPr>
        <w:ind w:left="1552" w:hanging="360"/>
      </w:pPr>
      <w:rPr>
        <w:rFonts w:hint="default"/>
      </w:rPr>
    </w:lvl>
    <w:lvl w:ilvl="1" w:tplc="04090003" w:tentative="1">
      <w:start w:val="1"/>
      <w:numFmt w:val="bullet"/>
      <w:lvlText w:val="o"/>
      <w:lvlJc w:val="left"/>
      <w:pPr>
        <w:ind w:left="2272" w:hanging="360"/>
      </w:pPr>
      <w:rPr>
        <w:rFonts w:ascii="Courier New" w:hAnsi="Courier New" w:cs="Courier New" w:hint="default"/>
      </w:rPr>
    </w:lvl>
    <w:lvl w:ilvl="2" w:tplc="04090005" w:tentative="1">
      <w:start w:val="1"/>
      <w:numFmt w:val="bullet"/>
      <w:lvlText w:val=""/>
      <w:lvlJc w:val="left"/>
      <w:pPr>
        <w:ind w:left="2992" w:hanging="360"/>
      </w:pPr>
      <w:rPr>
        <w:rFonts w:ascii="Wingdings" w:hAnsi="Wingdings" w:hint="default"/>
      </w:rPr>
    </w:lvl>
    <w:lvl w:ilvl="3" w:tplc="04090001" w:tentative="1">
      <w:start w:val="1"/>
      <w:numFmt w:val="bullet"/>
      <w:lvlText w:val=""/>
      <w:lvlJc w:val="left"/>
      <w:pPr>
        <w:ind w:left="3712" w:hanging="360"/>
      </w:pPr>
      <w:rPr>
        <w:rFonts w:ascii="Symbol" w:hAnsi="Symbol" w:hint="default"/>
      </w:rPr>
    </w:lvl>
    <w:lvl w:ilvl="4" w:tplc="04090003" w:tentative="1">
      <w:start w:val="1"/>
      <w:numFmt w:val="bullet"/>
      <w:lvlText w:val="o"/>
      <w:lvlJc w:val="left"/>
      <w:pPr>
        <w:ind w:left="4432" w:hanging="360"/>
      </w:pPr>
      <w:rPr>
        <w:rFonts w:ascii="Courier New" w:hAnsi="Courier New" w:cs="Courier New" w:hint="default"/>
      </w:rPr>
    </w:lvl>
    <w:lvl w:ilvl="5" w:tplc="04090005" w:tentative="1">
      <w:start w:val="1"/>
      <w:numFmt w:val="bullet"/>
      <w:lvlText w:val=""/>
      <w:lvlJc w:val="left"/>
      <w:pPr>
        <w:ind w:left="5152" w:hanging="360"/>
      </w:pPr>
      <w:rPr>
        <w:rFonts w:ascii="Wingdings" w:hAnsi="Wingdings" w:hint="default"/>
      </w:rPr>
    </w:lvl>
    <w:lvl w:ilvl="6" w:tplc="04090001" w:tentative="1">
      <w:start w:val="1"/>
      <w:numFmt w:val="bullet"/>
      <w:lvlText w:val=""/>
      <w:lvlJc w:val="left"/>
      <w:pPr>
        <w:ind w:left="5872" w:hanging="360"/>
      </w:pPr>
      <w:rPr>
        <w:rFonts w:ascii="Symbol" w:hAnsi="Symbol" w:hint="default"/>
      </w:rPr>
    </w:lvl>
    <w:lvl w:ilvl="7" w:tplc="04090003" w:tentative="1">
      <w:start w:val="1"/>
      <w:numFmt w:val="bullet"/>
      <w:lvlText w:val="o"/>
      <w:lvlJc w:val="left"/>
      <w:pPr>
        <w:ind w:left="6592" w:hanging="360"/>
      </w:pPr>
      <w:rPr>
        <w:rFonts w:ascii="Courier New" w:hAnsi="Courier New" w:cs="Courier New" w:hint="default"/>
      </w:rPr>
    </w:lvl>
    <w:lvl w:ilvl="8" w:tplc="04090005" w:tentative="1">
      <w:start w:val="1"/>
      <w:numFmt w:val="bullet"/>
      <w:lvlText w:val=""/>
      <w:lvlJc w:val="left"/>
      <w:pPr>
        <w:ind w:left="7312" w:hanging="360"/>
      </w:pPr>
      <w:rPr>
        <w:rFonts w:ascii="Wingdings" w:hAnsi="Wingdings" w:hint="default"/>
      </w:rPr>
    </w:lvl>
  </w:abstractNum>
  <w:abstractNum w:abstractNumId="8">
    <w:nsid w:val="1A1847AA"/>
    <w:multiLevelType w:val="hybridMultilevel"/>
    <w:tmpl w:val="FFAAB952"/>
    <w:lvl w:ilvl="0" w:tplc="1C540A72">
      <w:start w:val="1"/>
      <w:numFmt w:val="upperLetter"/>
      <w:lvlText w:val="%1."/>
      <w:lvlJc w:val="left"/>
      <w:pPr>
        <w:ind w:left="547" w:hanging="428"/>
      </w:pPr>
      <w:rPr>
        <w:rFonts w:ascii="Arial" w:eastAsia="Arial" w:hAnsi="Arial" w:hint="default"/>
        <w:b/>
        <w:bCs/>
        <w:spacing w:val="-5"/>
        <w:w w:val="99"/>
        <w:sz w:val="20"/>
        <w:szCs w:val="20"/>
      </w:rPr>
    </w:lvl>
    <w:lvl w:ilvl="1" w:tplc="16783700">
      <w:start w:val="1"/>
      <w:numFmt w:val="decimal"/>
      <w:lvlText w:val="%2."/>
      <w:lvlJc w:val="left"/>
      <w:pPr>
        <w:ind w:left="827" w:hanging="360"/>
      </w:pPr>
      <w:rPr>
        <w:rFonts w:ascii="Arial" w:eastAsia="Arial" w:hAnsi="Arial" w:hint="default"/>
        <w:b/>
        <w:bCs/>
        <w:spacing w:val="-1"/>
        <w:w w:val="99"/>
        <w:sz w:val="20"/>
        <w:szCs w:val="20"/>
      </w:rPr>
    </w:lvl>
    <w:lvl w:ilvl="2" w:tplc="80327988">
      <w:start w:val="1"/>
      <w:numFmt w:val="bullet"/>
      <w:lvlText w:val="•"/>
      <w:lvlJc w:val="left"/>
      <w:pPr>
        <w:ind w:left="1838" w:hanging="360"/>
      </w:pPr>
      <w:rPr>
        <w:rFonts w:hint="default"/>
      </w:rPr>
    </w:lvl>
    <w:lvl w:ilvl="3" w:tplc="DF3486A4">
      <w:start w:val="1"/>
      <w:numFmt w:val="bullet"/>
      <w:lvlText w:val="•"/>
      <w:lvlJc w:val="left"/>
      <w:pPr>
        <w:ind w:left="2848" w:hanging="360"/>
      </w:pPr>
      <w:rPr>
        <w:rFonts w:hint="default"/>
      </w:rPr>
    </w:lvl>
    <w:lvl w:ilvl="4" w:tplc="B23E6BE4">
      <w:start w:val="1"/>
      <w:numFmt w:val="bullet"/>
      <w:lvlText w:val="•"/>
      <w:lvlJc w:val="left"/>
      <w:pPr>
        <w:ind w:left="3858" w:hanging="360"/>
      </w:pPr>
      <w:rPr>
        <w:rFonts w:hint="default"/>
      </w:rPr>
    </w:lvl>
    <w:lvl w:ilvl="5" w:tplc="6CB6F2F2">
      <w:start w:val="1"/>
      <w:numFmt w:val="bullet"/>
      <w:lvlText w:val="•"/>
      <w:lvlJc w:val="left"/>
      <w:pPr>
        <w:ind w:left="4868" w:hanging="360"/>
      </w:pPr>
      <w:rPr>
        <w:rFonts w:hint="default"/>
      </w:rPr>
    </w:lvl>
    <w:lvl w:ilvl="6" w:tplc="BB344D90">
      <w:start w:val="1"/>
      <w:numFmt w:val="bullet"/>
      <w:lvlText w:val="•"/>
      <w:lvlJc w:val="left"/>
      <w:pPr>
        <w:ind w:left="5879" w:hanging="360"/>
      </w:pPr>
      <w:rPr>
        <w:rFonts w:hint="default"/>
      </w:rPr>
    </w:lvl>
    <w:lvl w:ilvl="7" w:tplc="E222C2A8">
      <w:start w:val="1"/>
      <w:numFmt w:val="bullet"/>
      <w:lvlText w:val="•"/>
      <w:lvlJc w:val="left"/>
      <w:pPr>
        <w:ind w:left="6889" w:hanging="360"/>
      </w:pPr>
      <w:rPr>
        <w:rFonts w:hint="default"/>
      </w:rPr>
    </w:lvl>
    <w:lvl w:ilvl="8" w:tplc="3124989E">
      <w:start w:val="1"/>
      <w:numFmt w:val="bullet"/>
      <w:lvlText w:val="•"/>
      <w:lvlJc w:val="left"/>
      <w:pPr>
        <w:ind w:left="7899" w:hanging="360"/>
      </w:pPr>
      <w:rPr>
        <w:rFonts w:hint="default"/>
      </w:rPr>
    </w:lvl>
  </w:abstractNum>
  <w:abstractNum w:abstractNumId="9">
    <w:nsid w:val="1A944820"/>
    <w:multiLevelType w:val="hybridMultilevel"/>
    <w:tmpl w:val="5282B11A"/>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8E1C55"/>
    <w:multiLevelType w:val="multilevel"/>
    <w:tmpl w:val="920C5F46"/>
    <w:lvl w:ilvl="0">
      <w:start w:val="2"/>
      <w:numFmt w:val="decimal"/>
      <w:lvlText w:val="%1"/>
      <w:lvlJc w:val="left"/>
      <w:pPr>
        <w:ind w:left="873" w:hanging="660"/>
      </w:pPr>
      <w:rPr>
        <w:rFonts w:hint="default"/>
      </w:rPr>
    </w:lvl>
    <w:lvl w:ilvl="1">
      <w:start w:val="2"/>
      <w:numFmt w:val="decimal"/>
      <w:lvlText w:val="%1.%2."/>
      <w:lvlJc w:val="left"/>
      <w:pPr>
        <w:ind w:left="873" w:hanging="660"/>
      </w:pPr>
      <w:rPr>
        <w:rFonts w:ascii="Arial" w:eastAsia="Arial" w:hAnsi="Arial" w:hint="default"/>
        <w:b/>
        <w:bCs/>
        <w:color w:val="538DD4"/>
        <w:sz w:val="34"/>
        <w:szCs w:val="34"/>
      </w:rPr>
    </w:lvl>
    <w:lvl w:ilvl="2">
      <w:start w:val="1"/>
      <w:numFmt w:val="decimal"/>
      <w:lvlText w:val="%1.%2.%3."/>
      <w:lvlJc w:val="left"/>
      <w:pPr>
        <w:ind w:left="1396" w:hanging="1136"/>
      </w:pPr>
      <w:rPr>
        <w:rFonts w:ascii="Arial" w:eastAsia="Arial" w:hAnsi="Arial" w:hint="default"/>
        <w:b/>
        <w:bCs/>
        <w:spacing w:val="1"/>
        <w:w w:val="99"/>
        <w:sz w:val="24"/>
        <w:szCs w:val="24"/>
      </w:rPr>
    </w:lvl>
    <w:lvl w:ilvl="3">
      <w:start w:val="1"/>
      <w:numFmt w:val="bullet"/>
      <w:lvlText w:val=""/>
      <w:lvlJc w:val="left"/>
      <w:pPr>
        <w:ind w:left="832" w:hanging="356"/>
      </w:pPr>
      <w:rPr>
        <w:rFonts w:ascii="Symbol" w:eastAsia="Symbol" w:hAnsi="Symbol" w:hint="default"/>
        <w:w w:val="99"/>
        <w:sz w:val="20"/>
        <w:szCs w:val="20"/>
      </w:rPr>
    </w:lvl>
    <w:lvl w:ilvl="4">
      <w:start w:val="1"/>
      <w:numFmt w:val="bullet"/>
      <w:lvlText w:val="•"/>
      <w:lvlJc w:val="left"/>
      <w:pPr>
        <w:ind w:left="3527" w:hanging="356"/>
      </w:pPr>
      <w:rPr>
        <w:rFonts w:hint="default"/>
      </w:rPr>
    </w:lvl>
    <w:lvl w:ilvl="5">
      <w:start w:val="1"/>
      <w:numFmt w:val="bullet"/>
      <w:lvlText w:val="•"/>
      <w:lvlJc w:val="left"/>
      <w:pPr>
        <w:ind w:left="4593" w:hanging="356"/>
      </w:pPr>
      <w:rPr>
        <w:rFonts w:hint="default"/>
      </w:rPr>
    </w:lvl>
    <w:lvl w:ilvl="6">
      <w:start w:val="1"/>
      <w:numFmt w:val="bullet"/>
      <w:lvlText w:val="•"/>
      <w:lvlJc w:val="left"/>
      <w:pPr>
        <w:ind w:left="5658" w:hanging="356"/>
      </w:pPr>
      <w:rPr>
        <w:rFonts w:hint="default"/>
      </w:rPr>
    </w:lvl>
    <w:lvl w:ilvl="7">
      <w:start w:val="1"/>
      <w:numFmt w:val="bullet"/>
      <w:lvlText w:val="•"/>
      <w:lvlJc w:val="left"/>
      <w:pPr>
        <w:ind w:left="6723" w:hanging="356"/>
      </w:pPr>
      <w:rPr>
        <w:rFonts w:hint="default"/>
      </w:rPr>
    </w:lvl>
    <w:lvl w:ilvl="8">
      <w:start w:val="1"/>
      <w:numFmt w:val="bullet"/>
      <w:lvlText w:val="•"/>
      <w:lvlJc w:val="left"/>
      <w:pPr>
        <w:ind w:left="7789" w:hanging="356"/>
      </w:pPr>
      <w:rPr>
        <w:rFonts w:hint="default"/>
      </w:rPr>
    </w:lvl>
  </w:abstractNum>
  <w:abstractNum w:abstractNumId="11">
    <w:nsid w:val="22154592"/>
    <w:multiLevelType w:val="hybridMultilevel"/>
    <w:tmpl w:val="469C5FAA"/>
    <w:lvl w:ilvl="0" w:tplc="55FCF4F8">
      <w:start w:val="1"/>
      <w:numFmt w:val="bullet"/>
      <w:lvlText w:val="-"/>
      <w:lvlJc w:val="left"/>
      <w:pPr>
        <w:ind w:left="960" w:hanging="120"/>
      </w:pPr>
      <w:rPr>
        <w:rFonts w:ascii="Arial" w:eastAsia="Arial" w:hAnsi="Arial" w:hint="default"/>
        <w:w w:val="99"/>
        <w:sz w:val="20"/>
        <w:szCs w:val="20"/>
      </w:rPr>
    </w:lvl>
    <w:lvl w:ilvl="1" w:tplc="69846C58">
      <w:start w:val="1"/>
      <w:numFmt w:val="bullet"/>
      <w:lvlText w:val="•"/>
      <w:lvlJc w:val="left"/>
      <w:pPr>
        <w:ind w:left="1856" w:hanging="120"/>
      </w:pPr>
      <w:rPr>
        <w:rFonts w:hint="default"/>
      </w:rPr>
    </w:lvl>
    <w:lvl w:ilvl="2" w:tplc="D46EFC78">
      <w:start w:val="1"/>
      <w:numFmt w:val="bullet"/>
      <w:lvlText w:val="•"/>
      <w:lvlJc w:val="left"/>
      <w:pPr>
        <w:ind w:left="2752" w:hanging="120"/>
      </w:pPr>
      <w:rPr>
        <w:rFonts w:hint="default"/>
      </w:rPr>
    </w:lvl>
    <w:lvl w:ilvl="3" w:tplc="4E8CA84A">
      <w:start w:val="1"/>
      <w:numFmt w:val="bullet"/>
      <w:lvlText w:val="•"/>
      <w:lvlJc w:val="left"/>
      <w:pPr>
        <w:ind w:left="3648" w:hanging="120"/>
      </w:pPr>
      <w:rPr>
        <w:rFonts w:hint="default"/>
      </w:rPr>
    </w:lvl>
    <w:lvl w:ilvl="4" w:tplc="CC9298EA">
      <w:start w:val="1"/>
      <w:numFmt w:val="bullet"/>
      <w:lvlText w:val="•"/>
      <w:lvlJc w:val="left"/>
      <w:pPr>
        <w:ind w:left="4544" w:hanging="120"/>
      </w:pPr>
      <w:rPr>
        <w:rFonts w:hint="default"/>
      </w:rPr>
    </w:lvl>
    <w:lvl w:ilvl="5" w:tplc="B00E9CD6">
      <w:start w:val="1"/>
      <w:numFmt w:val="bullet"/>
      <w:lvlText w:val="•"/>
      <w:lvlJc w:val="left"/>
      <w:pPr>
        <w:ind w:left="5440" w:hanging="120"/>
      </w:pPr>
      <w:rPr>
        <w:rFonts w:hint="default"/>
      </w:rPr>
    </w:lvl>
    <w:lvl w:ilvl="6" w:tplc="422262FC">
      <w:start w:val="1"/>
      <w:numFmt w:val="bullet"/>
      <w:lvlText w:val="•"/>
      <w:lvlJc w:val="left"/>
      <w:pPr>
        <w:ind w:left="6336" w:hanging="120"/>
      </w:pPr>
      <w:rPr>
        <w:rFonts w:hint="default"/>
      </w:rPr>
    </w:lvl>
    <w:lvl w:ilvl="7" w:tplc="B58C47E4">
      <w:start w:val="1"/>
      <w:numFmt w:val="bullet"/>
      <w:lvlText w:val="•"/>
      <w:lvlJc w:val="left"/>
      <w:pPr>
        <w:ind w:left="7232" w:hanging="120"/>
      </w:pPr>
      <w:rPr>
        <w:rFonts w:hint="default"/>
      </w:rPr>
    </w:lvl>
    <w:lvl w:ilvl="8" w:tplc="75A842A2">
      <w:start w:val="1"/>
      <w:numFmt w:val="bullet"/>
      <w:lvlText w:val="•"/>
      <w:lvlJc w:val="left"/>
      <w:pPr>
        <w:ind w:left="8128" w:hanging="120"/>
      </w:pPr>
      <w:rPr>
        <w:rFonts w:hint="default"/>
      </w:rPr>
    </w:lvl>
  </w:abstractNum>
  <w:abstractNum w:abstractNumId="12">
    <w:nsid w:val="26832599"/>
    <w:multiLevelType w:val="hybridMultilevel"/>
    <w:tmpl w:val="31D873B4"/>
    <w:lvl w:ilvl="0" w:tplc="5508AFBA">
      <w:start w:val="1"/>
      <w:numFmt w:val="bullet"/>
      <w:lvlText w:val=""/>
      <w:lvlJc w:val="left"/>
      <w:pPr>
        <w:ind w:left="828" w:hanging="708"/>
      </w:pPr>
      <w:rPr>
        <w:rFonts w:ascii="Symbol" w:eastAsia="Symbol" w:hAnsi="Symbol" w:hint="default"/>
        <w:w w:val="99"/>
        <w:sz w:val="20"/>
        <w:szCs w:val="20"/>
      </w:rPr>
    </w:lvl>
    <w:lvl w:ilvl="1" w:tplc="F99EEEB2">
      <w:start w:val="1"/>
      <w:numFmt w:val="bullet"/>
      <w:lvlText w:val="•"/>
      <w:lvlJc w:val="left"/>
      <w:pPr>
        <w:ind w:left="1737" w:hanging="708"/>
      </w:pPr>
      <w:rPr>
        <w:rFonts w:hint="default"/>
      </w:rPr>
    </w:lvl>
    <w:lvl w:ilvl="2" w:tplc="A162B6A6">
      <w:start w:val="1"/>
      <w:numFmt w:val="bullet"/>
      <w:lvlText w:val="•"/>
      <w:lvlJc w:val="left"/>
      <w:pPr>
        <w:ind w:left="2646" w:hanging="708"/>
      </w:pPr>
      <w:rPr>
        <w:rFonts w:hint="default"/>
      </w:rPr>
    </w:lvl>
    <w:lvl w:ilvl="3" w:tplc="88A81004">
      <w:start w:val="1"/>
      <w:numFmt w:val="bullet"/>
      <w:lvlText w:val="•"/>
      <w:lvlJc w:val="left"/>
      <w:pPr>
        <w:ind w:left="3555" w:hanging="708"/>
      </w:pPr>
      <w:rPr>
        <w:rFonts w:hint="default"/>
      </w:rPr>
    </w:lvl>
    <w:lvl w:ilvl="4" w:tplc="CA1C2E60">
      <w:start w:val="1"/>
      <w:numFmt w:val="bullet"/>
      <w:lvlText w:val="•"/>
      <w:lvlJc w:val="left"/>
      <w:pPr>
        <w:ind w:left="4464" w:hanging="708"/>
      </w:pPr>
      <w:rPr>
        <w:rFonts w:hint="default"/>
      </w:rPr>
    </w:lvl>
    <w:lvl w:ilvl="5" w:tplc="615A17CE">
      <w:start w:val="1"/>
      <w:numFmt w:val="bullet"/>
      <w:lvlText w:val="•"/>
      <w:lvlJc w:val="left"/>
      <w:pPr>
        <w:ind w:left="5374" w:hanging="708"/>
      </w:pPr>
      <w:rPr>
        <w:rFonts w:hint="default"/>
      </w:rPr>
    </w:lvl>
    <w:lvl w:ilvl="6" w:tplc="86B652C2">
      <w:start w:val="1"/>
      <w:numFmt w:val="bullet"/>
      <w:lvlText w:val="•"/>
      <w:lvlJc w:val="left"/>
      <w:pPr>
        <w:ind w:left="6283" w:hanging="708"/>
      </w:pPr>
      <w:rPr>
        <w:rFonts w:hint="default"/>
      </w:rPr>
    </w:lvl>
    <w:lvl w:ilvl="7" w:tplc="76449F5E">
      <w:start w:val="1"/>
      <w:numFmt w:val="bullet"/>
      <w:lvlText w:val="•"/>
      <w:lvlJc w:val="left"/>
      <w:pPr>
        <w:ind w:left="7192" w:hanging="708"/>
      </w:pPr>
      <w:rPr>
        <w:rFonts w:hint="default"/>
      </w:rPr>
    </w:lvl>
    <w:lvl w:ilvl="8" w:tplc="8258EF8A">
      <w:start w:val="1"/>
      <w:numFmt w:val="bullet"/>
      <w:lvlText w:val="•"/>
      <w:lvlJc w:val="left"/>
      <w:pPr>
        <w:ind w:left="8101" w:hanging="708"/>
      </w:pPr>
      <w:rPr>
        <w:rFonts w:hint="default"/>
      </w:rPr>
    </w:lvl>
  </w:abstractNum>
  <w:abstractNum w:abstractNumId="13">
    <w:nsid w:val="2D1D767F"/>
    <w:multiLevelType w:val="hybridMultilevel"/>
    <w:tmpl w:val="810AC742"/>
    <w:lvl w:ilvl="0" w:tplc="BAF4D0C2">
      <w:start w:val="1"/>
      <w:numFmt w:val="lowerLetter"/>
      <w:lvlText w:val="%1)"/>
      <w:lvlJc w:val="left"/>
      <w:pPr>
        <w:ind w:left="120" w:hanging="233"/>
      </w:pPr>
      <w:rPr>
        <w:rFonts w:ascii="Arial" w:eastAsia="Arial" w:hAnsi="Arial" w:hint="default"/>
        <w:spacing w:val="-1"/>
        <w:w w:val="99"/>
        <w:sz w:val="20"/>
        <w:szCs w:val="20"/>
      </w:rPr>
    </w:lvl>
    <w:lvl w:ilvl="1" w:tplc="309C24E2">
      <w:start w:val="1"/>
      <w:numFmt w:val="bullet"/>
      <w:lvlText w:val="•"/>
      <w:lvlJc w:val="left"/>
      <w:pPr>
        <w:ind w:left="1100" w:hanging="233"/>
      </w:pPr>
      <w:rPr>
        <w:rFonts w:hint="default"/>
      </w:rPr>
    </w:lvl>
    <w:lvl w:ilvl="2" w:tplc="52087ACE">
      <w:start w:val="1"/>
      <w:numFmt w:val="bullet"/>
      <w:lvlText w:val="•"/>
      <w:lvlJc w:val="left"/>
      <w:pPr>
        <w:ind w:left="2080" w:hanging="233"/>
      </w:pPr>
      <w:rPr>
        <w:rFonts w:hint="default"/>
      </w:rPr>
    </w:lvl>
    <w:lvl w:ilvl="3" w:tplc="AB80DDA0">
      <w:start w:val="1"/>
      <w:numFmt w:val="bullet"/>
      <w:lvlText w:val="•"/>
      <w:lvlJc w:val="left"/>
      <w:pPr>
        <w:ind w:left="3060" w:hanging="233"/>
      </w:pPr>
      <w:rPr>
        <w:rFonts w:hint="default"/>
      </w:rPr>
    </w:lvl>
    <w:lvl w:ilvl="4" w:tplc="BC9072C8">
      <w:start w:val="1"/>
      <w:numFmt w:val="bullet"/>
      <w:lvlText w:val="•"/>
      <w:lvlJc w:val="left"/>
      <w:pPr>
        <w:ind w:left="4040" w:hanging="233"/>
      </w:pPr>
      <w:rPr>
        <w:rFonts w:hint="default"/>
      </w:rPr>
    </w:lvl>
    <w:lvl w:ilvl="5" w:tplc="C36E0C44">
      <w:start w:val="1"/>
      <w:numFmt w:val="bullet"/>
      <w:lvlText w:val="•"/>
      <w:lvlJc w:val="left"/>
      <w:pPr>
        <w:ind w:left="5020" w:hanging="233"/>
      </w:pPr>
      <w:rPr>
        <w:rFonts w:hint="default"/>
      </w:rPr>
    </w:lvl>
    <w:lvl w:ilvl="6" w:tplc="E17AC614">
      <w:start w:val="1"/>
      <w:numFmt w:val="bullet"/>
      <w:lvlText w:val="•"/>
      <w:lvlJc w:val="left"/>
      <w:pPr>
        <w:ind w:left="6000" w:hanging="233"/>
      </w:pPr>
      <w:rPr>
        <w:rFonts w:hint="default"/>
      </w:rPr>
    </w:lvl>
    <w:lvl w:ilvl="7" w:tplc="789A1A1E">
      <w:start w:val="1"/>
      <w:numFmt w:val="bullet"/>
      <w:lvlText w:val="•"/>
      <w:lvlJc w:val="left"/>
      <w:pPr>
        <w:ind w:left="6980" w:hanging="233"/>
      </w:pPr>
      <w:rPr>
        <w:rFonts w:hint="default"/>
      </w:rPr>
    </w:lvl>
    <w:lvl w:ilvl="8" w:tplc="399C8D0A">
      <w:start w:val="1"/>
      <w:numFmt w:val="bullet"/>
      <w:lvlText w:val="•"/>
      <w:lvlJc w:val="left"/>
      <w:pPr>
        <w:ind w:left="7960" w:hanging="233"/>
      </w:pPr>
      <w:rPr>
        <w:rFonts w:hint="default"/>
      </w:rPr>
    </w:lvl>
  </w:abstractNum>
  <w:abstractNum w:abstractNumId="14">
    <w:nsid w:val="355D68F3"/>
    <w:multiLevelType w:val="multilevel"/>
    <w:tmpl w:val="6C02E0AE"/>
    <w:lvl w:ilvl="0">
      <w:start w:val="1"/>
      <w:numFmt w:val="decimal"/>
      <w:lvlText w:val="%1"/>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2.1.%3."/>
      <w:lvlJc w:val="left"/>
      <w:pPr>
        <w:ind w:left="1276" w:hanging="1134"/>
      </w:pPr>
      <w:rPr>
        <w:rFonts w:ascii="Arial" w:hAnsi="Arial" w:cs="Arial" w:hint="default"/>
        <w:b/>
        <w:i w:val="0"/>
      </w:rPr>
    </w:lvl>
    <w:lvl w:ilvl="3">
      <w:start w:val="1"/>
      <w:numFmt w:val="decimal"/>
      <w:lvlRestart w:val="1"/>
      <w:isLgl/>
      <w:lvlText w:val="Annex %4"/>
      <w:lvlJc w:val="left"/>
      <w:pPr>
        <w:ind w:left="2835" w:hanging="1701"/>
      </w:pPr>
      <w:rPr>
        <w:rFonts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5">
    <w:nsid w:val="39825D98"/>
    <w:multiLevelType w:val="hybridMultilevel"/>
    <w:tmpl w:val="D54A1CCC"/>
    <w:lvl w:ilvl="0" w:tplc="2018A70E">
      <w:start w:val="1"/>
      <w:numFmt w:val="upperLetter"/>
      <w:lvlText w:val="%1."/>
      <w:lvlJc w:val="left"/>
      <w:pPr>
        <w:ind w:left="832" w:hanging="356"/>
      </w:pPr>
      <w:rPr>
        <w:rFonts w:ascii="Arial" w:eastAsia="Arial" w:hAnsi="Arial" w:hint="default"/>
        <w:b/>
        <w:bCs/>
        <w:spacing w:val="-5"/>
        <w:w w:val="99"/>
        <w:sz w:val="20"/>
        <w:szCs w:val="20"/>
      </w:rPr>
    </w:lvl>
    <w:lvl w:ilvl="1" w:tplc="54DE5D62">
      <w:start w:val="1"/>
      <w:numFmt w:val="bullet"/>
      <w:lvlText w:val=""/>
      <w:lvlJc w:val="left"/>
      <w:pPr>
        <w:ind w:left="1123" w:hanging="360"/>
      </w:pPr>
      <w:rPr>
        <w:rFonts w:ascii="Symbol" w:eastAsia="Symbol" w:hAnsi="Symbol" w:hint="default"/>
        <w:w w:val="99"/>
        <w:sz w:val="20"/>
        <w:szCs w:val="20"/>
      </w:rPr>
    </w:lvl>
    <w:lvl w:ilvl="2" w:tplc="16C2667A">
      <w:start w:val="1"/>
      <w:numFmt w:val="bullet"/>
      <w:lvlText w:val="•"/>
      <w:lvlJc w:val="left"/>
      <w:pPr>
        <w:ind w:left="2100" w:hanging="360"/>
      </w:pPr>
      <w:rPr>
        <w:rFonts w:hint="default"/>
      </w:rPr>
    </w:lvl>
    <w:lvl w:ilvl="3" w:tplc="BB7E622C">
      <w:start w:val="1"/>
      <w:numFmt w:val="bullet"/>
      <w:lvlText w:val="•"/>
      <w:lvlJc w:val="left"/>
      <w:pPr>
        <w:ind w:left="3078" w:hanging="360"/>
      </w:pPr>
      <w:rPr>
        <w:rFonts w:hint="default"/>
      </w:rPr>
    </w:lvl>
    <w:lvl w:ilvl="4" w:tplc="89A06874">
      <w:start w:val="1"/>
      <w:numFmt w:val="bullet"/>
      <w:lvlText w:val="•"/>
      <w:lvlJc w:val="left"/>
      <w:pPr>
        <w:ind w:left="4055" w:hanging="360"/>
      </w:pPr>
      <w:rPr>
        <w:rFonts w:hint="default"/>
      </w:rPr>
    </w:lvl>
    <w:lvl w:ilvl="5" w:tplc="B28AFC0E">
      <w:start w:val="1"/>
      <w:numFmt w:val="bullet"/>
      <w:lvlText w:val="•"/>
      <w:lvlJc w:val="left"/>
      <w:pPr>
        <w:ind w:left="5032" w:hanging="360"/>
      </w:pPr>
      <w:rPr>
        <w:rFonts w:hint="default"/>
      </w:rPr>
    </w:lvl>
    <w:lvl w:ilvl="6" w:tplc="287ED43E">
      <w:start w:val="1"/>
      <w:numFmt w:val="bullet"/>
      <w:lvlText w:val="•"/>
      <w:lvlJc w:val="left"/>
      <w:pPr>
        <w:ind w:left="6010" w:hanging="360"/>
      </w:pPr>
      <w:rPr>
        <w:rFonts w:hint="default"/>
      </w:rPr>
    </w:lvl>
    <w:lvl w:ilvl="7" w:tplc="CE60D716">
      <w:start w:val="1"/>
      <w:numFmt w:val="bullet"/>
      <w:lvlText w:val="•"/>
      <w:lvlJc w:val="left"/>
      <w:pPr>
        <w:ind w:left="6987" w:hanging="360"/>
      </w:pPr>
      <w:rPr>
        <w:rFonts w:hint="default"/>
      </w:rPr>
    </w:lvl>
    <w:lvl w:ilvl="8" w:tplc="FCFCEC9A">
      <w:start w:val="1"/>
      <w:numFmt w:val="bullet"/>
      <w:lvlText w:val="•"/>
      <w:lvlJc w:val="left"/>
      <w:pPr>
        <w:ind w:left="7965" w:hanging="360"/>
      </w:pPr>
      <w:rPr>
        <w:rFonts w:hint="default"/>
      </w:rPr>
    </w:lvl>
  </w:abstractNum>
  <w:abstractNum w:abstractNumId="16">
    <w:nsid w:val="3D1D3B37"/>
    <w:multiLevelType w:val="hybridMultilevel"/>
    <w:tmpl w:val="CB1A27AE"/>
    <w:lvl w:ilvl="0" w:tplc="9376A4FC">
      <w:start w:val="1"/>
      <w:numFmt w:val="bullet"/>
      <w:lvlText w:val=""/>
      <w:lvlJc w:val="left"/>
      <w:pPr>
        <w:ind w:left="832" w:hanging="356"/>
      </w:pPr>
      <w:rPr>
        <w:rFonts w:ascii="Wingdings" w:eastAsia="Wingdings" w:hAnsi="Wingdings" w:hint="default"/>
        <w:w w:val="99"/>
        <w:sz w:val="20"/>
        <w:szCs w:val="20"/>
      </w:rPr>
    </w:lvl>
    <w:lvl w:ilvl="1" w:tplc="C2BC36C4">
      <w:start w:val="1"/>
      <w:numFmt w:val="bullet"/>
      <w:lvlText w:val="•"/>
      <w:lvlJc w:val="left"/>
      <w:pPr>
        <w:ind w:left="955" w:hanging="356"/>
      </w:pPr>
      <w:rPr>
        <w:rFonts w:hint="default"/>
      </w:rPr>
    </w:lvl>
    <w:lvl w:ilvl="2" w:tplc="71F6760A">
      <w:start w:val="1"/>
      <w:numFmt w:val="bullet"/>
      <w:lvlText w:val="•"/>
      <w:lvlJc w:val="left"/>
      <w:pPr>
        <w:ind w:left="1951" w:hanging="356"/>
      </w:pPr>
      <w:rPr>
        <w:rFonts w:hint="default"/>
      </w:rPr>
    </w:lvl>
    <w:lvl w:ilvl="3" w:tplc="F9CA75FE">
      <w:start w:val="1"/>
      <w:numFmt w:val="bullet"/>
      <w:lvlText w:val="•"/>
      <w:lvlJc w:val="left"/>
      <w:pPr>
        <w:ind w:left="2947" w:hanging="356"/>
      </w:pPr>
      <w:rPr>
        <w:rFonts w:hint="default"/>
      </w:rPr>
    </w:lvl>
    <w:lvl w:ilvl="4" w:tplc="05561EEA">
      <w:start w:val="1"/>
      <w:numFmt w:val="bullet"/>
      <w:lvlText w:val="•"/>
      <w:lvlJc w:val="left"/>
      <w:pPr>
        <w:ind w:left="3943" w:hanging="356"/>
      </w:pPr>
      <w:rPr>
        <w:rFonts w:hint="default"/>
      </w:rPr>
    </w:lvl>
    <w:lvl w:ilvl="5" w:tplc="7E8891F4">
      <w:start w:val="1"/>
      <w:numFmt w:val="bullet"/>
      <w:lvlText w:val="•"/>
      <w:lvlJc w:val="left"/>
      <w:pPr>
        <w:ind w:left="4939" w:hanging="356"/>
      </w:pPr>
      <w:rPr>
        <w:rFonts w:hint="default"/>
      </w:rPr>
    </w:lvl>
    <w:lvl w:ilvl="6" w:tplc="E2F42DCE">
      <w:start w:val="1"/>
      <w:numFmt w:val="bullet"/>
      <w:lvlText w:val="•"/>
      <w:lvlJc w:val="left"/>
      <w:pPr>
        <w:ind w:left="5935" w:hanging="356"/>
      </w:pPr>
      <w:rPr>
        <w:rFonts w:hint="default"/>
      </w:rPr>
    </w:lvl>
    <w:lvl w:ilvl="7" w:tplc="914C87E8">
      <w:start w:val="1"/>
      <w:numFmt w:val="bullet"/>
      <w:lvlText w:val="•"/>
      <w:lvlJc w:val="left"/>
      <w:pPr>
        <w:ind w:left="6931" w:hanging="356"/>
      </w:pPr>
      <w:rPr>
        <w:rFonts w:hint="default"/>
      </w:rPr>
    </w:lvl>
    <w:lvl w:ilvl="8" w:tplc="5546CECE">
      <w:start w:val="1"/>
      <w:numFmt w:val="bullet"/>
      <w:lvlText w:val="•"/>
      <w:lvlJc w:val="left"/>
      <w:pPr>
        <w:ind w:left="7927" w:hanging="356"/>
      </w:pPr>
      <w:rPr>
        <w:rFonts w:hint="default"/>
      </w:rPr>
    </w:lvl>
  </w:abstractNum>
  <w:abstractNum w:abstractNumId="17">
    <w:nsid w:val="3EB437A9"/>
    <w:multiLevelType w:val="hybridMultilevel"/>
    <w:tmpl w:val="22D6BE2E"/>
    <w:lvl w:ilvl="0" w:tplc="932430AA">
      <w:start w:val="1"/>
      <w:numFmt w:val="lowerLetter"/>
      <w:lvlText w:val="%1)"/>
      <w:lvlJc w:val="left"/>
      <w:pPr>
        <w:ind w:left="1560" w:hanging="360"/>
      </w:pPr>
      <w:rPr>
        <w:rFonts w:ascii="Arial" w:eastAsia="Arial" w:hAnsi="Arial" w:hint="default"/>
        <w:spacing w:val="-1"/>
        <w:w w:val="99"/>
        <w:sz w:val="20"/>
        <w:szCs w:val="20"/>
      </w:rPr>
    </w:lvl>
    <w:lvl w:ilvl="1" w:tplc="579A4016">
      <w:start w:val="1"/>
      <w:numFmt w:val="bullet"/>
      <w:lvlText w:val="•"/>
      <w:lvlJc w:val="left"/>
      <w:pPr>
        <w:ind w:left="2396" w:hanging="360"/>
      </w:pPr>
      <w:rPr>
        <w:rFonts w:hint="default"/>
      </w:rPr>
    </w:lvl>
    <w:lvl w:ilvl="2" w:tplc="F8CEA856">
      <w:start w:val="1"/>
      <w:numFmt w:val="bullet"/>
      <w:lvlText w:val="•"/>
      <w:lvlJc w:val="left"/>
      <w:pPr>
        <w:ind w:left="3232" w:hanging="360"/>
      </w:pPr>
      <w:rPr>
        <w:rFonts w:hint="default"/>
      </w:rPr>
    </w:lvl>
    <w:lvl w:ilvl="3" w:tplc="99886AE8">
      <w:start w:val="1"/>
      <w:numFmt w:val="bullet"/>
      <w:lvlText w:val="•"/>
      <w:lvlJc w:val="left"/>
      <w:pPr>
        <w:ind w:left="4068" w:hanging="360"/>
      </w:pPr>
      <w:rPr>
        <w:rFonts w:hint="default"/>
      </w:rPr>
    </w:lvl>
    <w:lvl w:ilvl="4" w:tplc="C8E0E1F8">
      <w:start w:val="1"/>
      <w:numFmt w:val="bullet"/>
      <w:lvlText w:val="•"/>
      <w:lvlJc w:val="left"/>
      <w:pPr>
        <w:ind w:left="4904" w:hanging="360"/>
      </w:pPr>
      <w:rPr>
        <w:rFonts w:hint="default"/>
      </w:rPr>
    </w:lvl>
    <w:lvl w:ilvl="5" w:tplc="6F0EFD16">
      <w:start w:val="1"/>
      <w:numFmt w:val="bullet"/>
      <w:lvlText w:val="•"/>
      <w:lvlJc w:val="left"/>
      <w:pPr>
        <w:ind w:left="5740" w:hanging="360"/>
      </w:pPr>
      <w:rPr>
        <w:rFonts w:hint="default"/>
      </w:rPr>
    </w:lvl>
    <w:lvl w:ilvl="6" w:tplc="E5046D12">
      <w:start w:val="1"/>
      <w:numFmt w:val="bullet"/>
      <w:lvlText w:val="•"/>
      <w:lvlJc w:val="left"/>
      <w:pPr>
        <w:ind w:left="6576" w:hanging="360"/>
      </w:pPr>
      <w:rPr>
        <w:rFonts w:hint="default"/>
      </w:rPr>
    </w:lvl>
    <w:lvl w:ilvl="7" w:tplc="EE24655E">
      <w:start w:val="1"/>
      <w:numFmt w:val="bullet"/>
      <w:lvlText w:val="•"/>
      <w:lvlJc w:val="left"/>
      <w:pPr>
        <w:ind w:left="7412" w:hanging="360"/>
      </w:pPr>
      <w:rPr>
        <w:rFonts w:hint="default"/>
      </w:rPr>
    </w:lvl>
    <w:lvl w:ilvl="8" w:tplc="2AFA0C66">
      <w:start w:val="1"/>
      <w:numFmt w:val="bullet"/>
      <w:lvlText w:val="•"/>
      <w:lvlJc w:val="left"/>
      <w:pPr>
        <w:ind w:left="8248" w:hanging="360"/>
      </w:pPr>
      <w:rPr>
        <w:rFonts w:hint="default"/>
      </w:rPr>
    </w:lvl>
  </w:abstractNum>
  <w:abstractNum w:abstractNumId="18">
    <w:nsid w:val="3EC36F86"/>
    <w:multiLevelType w:val="hybridMultilevel"/>
    <w:tmpl w:val="86723E80"/>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nsid w:val="42A60BD8"/>
    <w:multiLevelType w:val="hybridMultilevel"/>
    <w:tmpl w:val="099C28E0"/>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0">
    <w:nsid w:val="4A987F77"/>
    <w:multiLevelType w:val="multilevel"/>
    <w:tmpl w:val="5C8CC00A"/>
    <w:lvl w:ilvl="0">
      <w:start w:val="2"/>
      <w:numFmt w:val="decimal"/>
      <w:lvlText w:val="%1"/>
      <w:lvlJc w:val="left"/>
      <w:pPr>
        <w:ind w:left="873" w:hanging="660"/>
      </w:pPr>
      <w:rPr>
        <w:rFonts w:hint="default"/>
      </w:rPr>
    </w:lvl>
    <w:lvl w:ilvl="1">
      <w:start w:val="1"/>
      <w:numFmt w:val="decimal"/>
      <w:lvlText w:val="%1.%2."/>
      <w:lvlJc w:val="left"/>
      <w:pPr>
        <w:ind w:left="873" w:hanging="660"/>
      </w:pPr>
      <w:rPr>
        <w:rFonts w:ascii="Arial" w:eastAsia="Arial" w:hAnsi="Arial" w:hint="default"/>
        <w:b/>
        <w:bCs/>
        <w:color w:val="538DD4"/>
        <w:sz w:val="34"/>
        <w:szCs w:val="34"/>
      </w:rPr>
    </w:lvl>
    <w:lvl w:ilvl="2">
      <w:start w:val="1"/>
      <w:numFmt w:val="decimal"/>
      <w:lvlText w:val="%1.%2.%3."/>
      <w:lvlJc w:val="left"/>
      <w:pPr>
        <w:ind w:left="1113" w:hanging="852"/>
      </w:pPr>
      <w:rPr>
        <w:rFonts w:ascii="Arial" w:eastAsia="Arial" w:hAnsi="Arial" w:hint="default"/>
        <w:b/>
        <w:bCs/>
        <w:spacing w:val="1"/>
        <w:w w:val="99"/>
        <w:sz w:val="24"/>
        <w:szCs w:val="24"/>
      </w:rPr>
    </w:lvl>
    <w:lvl w:ilvl="3">
      <w:start w:val="1"/>
      <w:numFmt w:val="bullet"/>
      <w:lvlText w:val=""/>
      <w:lvlJc w:val="left"/>
      <w:pPr>
        <w:ind w:left="1252" w:hanging="360"/>
      </w:pPr>
      <w:rPr>
        <w:rFonts w:ascii="Symbol" w:eastAsia="Symbol" w:hAnsi="Symbol" w:hint="default"/>
        <w:w w:val="99"/>
        <w:sz w:val="20"/>
        <w:szCs w:val="20"/>
      </w:rPr>
    </w:lvl>
    <w:lvl w:ilvl="4">
      <w:start w:val="1"/>
      <w:numFmt w:val="bullet"/>
      <w:lvlText w:val=""/>
      <w:lvlJc w:val="left"/>
      <w:pPr>
        <w:ind w:left="1264" w:hanging="360"/>
      </w:pPr>
      <w:rPr>
        <w:rFonts w:ascii="Symbol" w:eastAsia="Symbol" w:hAnsi="Symbol" w:hint="default"/>
        <w:w w:val="99"/>
        <w:sz w:val="20"/>
        <w:szCs w:val="20"/>
      </w:rPr>
    </w:lvl>
    <w:lvl w:ilvl="5">
      <w:start w:val="1"/>
      <w:numFmt w:val="bullet"/>
      <w:lvlText w:val="•"/>
      <w:lvlJc w:val="left"/>
      <w:pPr>
        <w:ind w:left="3737" w:hanging="360"/>
      </w:pPr>
      <w:rPr>
        <w:rFonts w:hint="default"/>
      </w:rPr>
    </w:lvl>
    <w:lvl w:ilvl="6">
      <w:start w:val="1"/>
      <w:numFmt w:val="bullet"/>
      <w:lvlText w:val="•"/>
      <w:lvlJc w:val="left"/>
      <w:pPr>
        <w:ind w:left="4974" w:hanging="360"/>
      </w:pPr>
      <w:rPr>
        <w:rFonts w:hint="default"/>
      </w:rPr>
    </w:lvl>
    <w:lvl w:ilvl="7">
      <w:start w:val="1"/>
      <w:numFmt w:val="bullet"/>
      <w:lvlText w:val="•"/>
      <w:lvlJc w:val="left"/>
      <w:pPr>
        <w:ind w:left="6210" w:hanging="360"/>
      </w:pPr>
      <w:rPr>
        <w:rFonts w:hint="default"/>
      </w:rPr>
    </w:lvl>
    <w:lvl w:ilvl="8">
      <w:start w:val="1"/>
      <w:numFmt w:val="bullet"/>
      <w:lvlText w:val="•"/>
      <w:lvlJc w:val="left"/>
      <w:pPr>
        <w:ind w:left="7447" w:hanging="360"/>
      </w:pPr>
      <w:rPr>
        <w:rFonts w:hint="default"/>
      </w:rPr>
    </w:lvl>
  </w:abstractNum>
  <w:abstractNum w:abstractNumId="21">
    <w:nsid w:val="5C741B4B"/>
    <w:multiLevelType w:val="hybridMultilevel"/>
    <w:tmpl w:val="A8CE971A"/>
    <w:lvl w:ilvl="0" w:tplc="241A000F">
      <w:start w:val="1"/>
      <w:numFmt w:val="decimal"/>
      <w:lvlText w:val="%1."/>
      <w:lvlJc w:val="left"/>
      <w:pPr>
        <w:ind w:left="1547" w:hanging="360"/>
      </w:p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22">
    <w:nsid w:val="5D1C3BED"/>
    <w:multiLevelType w:val="hybridMultilevel"/>
    <w:tmpl w:val="89AE58C2"/>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nsid w:val="6EC24C28"/>
    <w:multiLevelType w:val="hybridMultilevel"/>
    <w:tmpl w:val="D60AF982"/>
    <w:lvl w:ilvl="0" w:tplc="B0A685A0">
      <w:start w:val="1"/>
      <w:numFmt w:val="lowerLetter"/>
      <w:lvlText w:val="%1)"/>
      <w:lvlJc w:val="left"/>
      <w:pPr>
        <w:ind w:left="720" w:hanging="360"/>
      </w:pPr>
      <w:rPr>
        <w:rFonts w:hint="default"/>
        <w:color w:val="auto"/>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nsid w:val="73026286"/>
    <w:multiLevelType w:val="hybridMultilevel"/>
    <w:tmpl w:val="FF0ABD10"/>
    <w:lvl w:ilvl="0" w:tplc="89FC07BE">
      <w:start w:val="1"/>
      <w:numFmt w:val="lowerLetter"/>
      <w:lvlText w:val="%1)"/>
      <w:lvlJc w:val="left"/>
      <w:pPr>
        <w:ind w:left="827" w:hanging="360"/>
      </w:pPr>
      <w:rPr>
        <w:rFonts w:ascii="Arial" w:eastAsia="Arial" w:hAnsi="Arial" w:hint="default"/>
        <w:spacing w:val="-1"/>
        <w:w w:val="99"/>
        <w:sz w:val="20"/>
        <w:szCs w:val="20"/>
      </w:rPr>
    </w:lvl>
    <w:lvl w:ilvl="1" w:tplc="5C2ED818">
      <w:start w:val="1"/>
      <w:numFmt w:val="bullet"/>
      <w:lvlText w:val="•"/>
      <w:lvlJc w:val="left"/>
      <w:pPr>
        <w:ind w:left="1737" w:hanging="360"/>
      </w:pPr>
      <w:rPr>
        <w:rFonts w:hint="default"/>
      </w:rPr>
    </w:lvl>
    <w:lvl w:ilvl="2" w:tplc="8D7428FA">
      <w:start w:val="1"/>
      <w:numFmt w:val="bullet"/>
      <w:lvlText w:val="•"/>
      <w:lvlJc w:val="left"/>
      <w:pPr>
        <w:ind w:left="2646" w:hanging="360"/>
      </w:pPr>
      <w:rPr>
        <w:rFonts w:hint="default"/>
      </w:rPr>
    </w:lvl>
    <w:lvl w:ilvl="3" w:tplc="54D27CA2">
      <w:start w:val="1"/>
      <w:numFmt w:val="bullet"/>
      <w:lvlText w:val="•"/>
      <w:lvlJc w:val="left"/>
      <w:pPr>
        <w:ind w:left="3555" w:hanging="360"/>
      </w:pPr>
      <w:rPr>
        <w:rFonts w:hint="default"/>
      </w:rPr>
    </w:lvl>
    <w:lvl w:ilvl="4" w:tplc="EEE41EC0">
      <w:start w:val="1"/>
      <w:numFmt w:val="bullet"/>
      <w:lvlText w:val="•"/>
      <w:lvlJc w:val="left"/>
      <w:pPr>
        <w:ind w:left="4464" w:hanging="360"/>
      </w:pPr>
      <w:rPr>
        <w:rFonts w:hint="default"/>
      </w:rPr>
    </w:lvl>
    <w:lvl w:ilvl="5" w:tplc="0EC060BA">
      <w:start w:val="1"/>
      <w:numFmt w:val="bullet"/>
      <w:lvlText w:val="•"/>
      <w:lvlJc w:val="left"/>
      <w:pPr>
        <w:ind w:left="5373" w:hanging="360"/>
      </w:pPr>
      <w:rPr>
        <w:rFonts w:hint="default"/>
      </w:rPr>
    </w:lvl>
    <w:lvl w:ilvl="6" w:tplc="1F5C747C">
      <w:start w:val="1"/>
      <w:numFmt w:val="bullet"/>
      <w:lvlText w:val="•"/>
      <w:lvlJc w:val="left"/>
      <w:pPr>
        <w:ind w:left="6283" w:hanging="360"/>
      </w:pPr>
      <w:rPr>
        <w:rFonts w:hint="default"/>
      </w:rPr>
    </w:lvl>
    <w:lvl w:ilvl="7" w:tplc="5504F9E8">
      <w:start w:val="1"/>
      <w:numFmt w:val="bullet"/>
      <w:lvlText w:val="•"/>
      <w:lvlJc w:val="left"/>
      <w:pPr>
        <w:ind w:left="7192" w:hanging="360"/>
      </w:pPr>
      <w:rPr>
        <w:rFonts w:hint="default"/>
      </w:rPr>
    </w:lvl>
    <w:lvl w:ilvl="8" w:tplc="CC30E5BC">
      <w:start w:val="1"/>
      <w:numFmt w:val="bullet"/>
      <w:lvlText w:val="•"/>
      <w:lvlJc w:val="left"/>
      <w:pPr>
        <w:ind w:left="8101" w:hanging="360"/>
      </w:pPr>
      <w:rPr>
        <w:rFonts w:hint="default"/>
      </w:rPr>
    </w:lvl>
  </w:abstractNum>
  <w:abstractNum w:abstractNumId="25">
    <w:nsid w:val="7491395A"/>
    <w:multiLevelType w:val="hybridMultilevel"/>
    <w:tmpl w:val="FA74EA5E"/>
    <w:lvl w:ilvl="0" w:tplc="081A0001">
      <w:start w:val="1"/>
      <w:numFmt w:val="bullet"/>
      <w:lvlText w:val=""/>
      <w:lvlJc w:val="left"/>
      <w:pPr>
        <w:ind w:left="1145" w:hanging="360"/>
      </w:pPr>
      <w:rPr>
        <w:rFonts w:ascii="Symbol" w:hAnsi="Symbol" w:hint="default"/>
      </w:rPr>
    </w:lvl>
    <w:lvl w:ilvl="1" w:tplc="081A0003" w:tentative="1">
      <w:start w:val="1"/>
      <w:numFmt w:val="bullet"/>
      <w:lvlText w:val="o"/>
      <w:lvlJc w:val="left"/>
      <w:pPr>
        <w:ind w:left="1865" w:hanging="360"/>
      </w:pPr>
      <w:rPr>
        <w:rFonts w:ascii="Courier New" w:hAnsi="Courier New" w:cs="Courier New" w:hint="default"/>
      </w:rPr>
    </w:lvl>
    <w:lvl w:ilvl="2" w:tplc="081A0005" w:tentative="1">
      <w:start w:val="1"/>
      <w:numFmt w:val="bullet"/>
      <w:lvlText w:val=""/>
      <w:lvlJc w:val="left"/>
      <w:pPr>
        <w:ind w:left="2585" w:hanging="360"/>
      </w:pPr>
      <w:rPr>
        <w:rFonts w:ascii="Wingdings" w:hAnsi="Wingdings" w:hint="default"/>
      </w:rPr>
    </w:lvl>
    <w:lvl w:ilvl="3" w:tplc="081A0001" w:tentative="1">
      <w:start w:val="1"/>
      <w:numFmt w:val="bullet"/>
      <w:lvlText w:val=""/>
      <w:lvlJc w:val="left"/>
      <w:pPr>
        <w:ind w:left="3305" w:hanging="360"/>
      </w:pPr>
      <w:rPr>
        <w:rFonts w:ascii="Symbol" w:hAnsi="Symbol" w:hint="default"/>
      </w:rPr>
    </w:lvl>
    <w:lvl w:ilvl="4" w:tplc="081A0003" w:tentative="1">
      <w:start w:val="1"/>
      <w:numFmt w:val="bullet"/>
      <w:lvlText w:val="o"/>
      <w:lvlJc w:val="left"/>
      <w:pPr>
        <w:ind w:left="4025" w:hanging="360"/>
      </w:pPr>
      <w:rPr>
        <w:rFonts w:ascii="Courier New" w:hAnsi="Courier New" w:cs="Courier New" w:hint="default"/>
      </w:rPr>
    </w:lvl>
    <w:lvl w:ilvl="5" w:tplc="081A0005" w:tentative="1">
      <w:start w:val="1"/>
      <w:numFmt w:val="bullet"/>
      <w:lvlText w:val=""/>
      <w:lvlJc w:val="left"/>
      <w:pPr>
        <w:ind w:left="4745" w:hanging="360"/>
      </w:pPr>
      <w:rPr>
        <w:rFonts w:ascii="Wingdings" w:hAnsi="Wingdings" w:hint="default"/>
      </w:rPr>
    </w:lvl>
    <w:lvl w:ilvl="6" w:tplc="081A0001" w:tentative="1">
      <w:start w:val="1"/>
      <w:numFmt w:val="bullet"/>
      <w:lvlText w:val=""/>
      <w:lvlJc w:val="left"/>
      <w:pPr>
        <w:ind w:left="5465" w:hanging="360"/>
      </w:pPr>
      <w:rPr>
        <w:rFonts w:ascii="Symbol" w:hAnsi="Symbol" w:hint="default"/>
      </w:rPr>
    </w:lvl>
    <w:lvl w:ilvl="7" w:tplc="081A0003" w:tentative="1">
      <w:start w:val="1"/>
      <w:numFmt w:val="bullet"/>
      <w:lvlText w:val="o"/>
      <w:lvlJc w:val="left"/>
      <w:pPr>
        <w:ind w:left="6185" w:hanging="360"/>
      </w:pPr>
      <w:rPr>
        <w:rFonts w:ascii="Courier New" w:hAnsi="Courier New" w:cs="Courier New" w:hint="default"/>
      </w:rPr>
    </w:lvl>
    <w:lvl w:ilvl="8" w:tplc="081A0005" w:tentative="1">
      <w:start w:val="1"/>
      <w:numFmt w:val="bullet"/>
      <w:lvlText w:val=""/>
      <w:lvlJc w:val="left"/>
      <w:pPr>
        <w:ind w:left="6905" w:hanging="360"/>
      </w:pPr>
      <w:rPr>
        <w:rFonts w:ascii="Wingdings" w:hAnsi="Wingdings" w:hint="default"/>
      </w:rPr>
    </w:lvl>
  </w:abstractNum>
  <w:num w:numId="1">
    <w:abstractNumId w:val="5"/>
  </w:num>
  <w:num w:numId="2">
    <w:abstractNumId w:val="13"/>
  </w:num>
  <w:num w:numId="3">
    <w:abstractNumId w:val="10"/>
  </w:num>
  <w:num w:numId="4">
    <w:abstractNumId w:val="16"/>
  </w:num>
  <w:num w:numId="5">
    <w:abstractNumId w:val="15"/>
  </w:num>
  <w:num w:numId="6">
    <w:abstractNumId w:val="17"/>
  </w:num>
  <w:num w:numId="7">
    <w:abstractNumId w:val="4"/>
  </w:num>
  <w:num w:numId="8">
    <w:abstractNumId w:val="24"/>
  </w:num>
  <w:num w:numId="9">
    <w:abstractNumId w:val="3"/>
  </w:num>
  <w:num w:numId="10">
    <w:abstractNumId w:val="8"/>
  </w:num>
  <w:num w:numId="11">
    <w:abstractNumId w:val="12"/>
  </w:num>
  <w:num w:numId="12">
    <w:abstractNumId w:val="11"/>
  </w:num>
  <w:num w:numId="13">
    <w:abstractNumId w:val="20"/>
  </w:num>
  <w:num w:numId="14">
    <w:abstractNumId w:val="6"/>
  </w:num>
  <w:num w:numId="15">
    <w:abstractNumId w:val="9"/>
  </w:num>
  <w:num w:numId="16">
    <w:abstractNumId w:val="21"/>
  </w:num>
  <w:num w:numId="17">
    <w:abstractNumId w:val="7"/>
  </w:num>
  <w:num w:numId="18">
    <w:abstractNumId w:val="2"/>
  </w:num>
  <w:num w:numId="19">
    <w:abstractNumId w:val="18"/>
  </w:num>
  <w:num w:numId="20">
    <w:abstractNumId w:val="14"/>
  </w:num>
  <w:num w:numId="21">
    <w:abstractNumId w:val="22"/>
  </w:num>
  <w:num w:numId="22">
    <w:abstractNumId w:val="0"/>
  </w:num>
  <w:num w:numId="23">
    <w:abstractNumId w:val="19"/>
  </w:num>
  <w:num w:numId="24">
    <w:abstractNumId w:val="25"/>
  </w:num>
  <w:num w:numId="25">
    <w:abstractNumId w:val="2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463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26F59"/>
    <w:rsid w:val="00013202"/>
    <w:rsid w:val="00054626"/>
    <w:rsid w:val="000839F4"/>
    <w:rsid w:val="000919B9"/>
    <w:rsid w:val="000B5B3C"/>
    <w:rsid w:val="000D13C0"/>
    <w:rsid w:val="00126F59"/>
    <w:rsid w:val="00147440"/>
    <w:rsid w:val="001577C0"/>
    <w:rsid w:val="001B34DE"/>
    <w:rsid w:val="001C57EB"/>
    <w:rsid w:val="00226B10"/>
    <w:rsid w:val="00243E3C"/>
    <w:rsid w:val="002746AC"/>
    <w:rsid w:val="00284A3F"/>
    <w:rsid w:val="0029709E"/>
    <w:rsid w:val="00331307"/>
    <w:rsid w:val="0033553A"/>
    <w:rsid w:val="003A0679"/>
    <w:rsid w:val="003F41E6"/>
    <w:rsid w:val="0043377C"/>
    <w:rsid w:val="00464D0D"/>
    <w:rsid w:val="00473C95"/>
    <w:rsid w:val="004B1702"/>
    <w:rsid w:val="004B40FD"/>
    <w:rsid w:val="00506328"/>
    <w:rsid w:val="00542B37"/>
    <w:rsid w:val="00551C96"/>
    <w:rsid w:val="00560304"/>
    <w:rsid w:val="005C2C8A"/>
    <w:rsid w:val="00650986"/>
    <w:rsid w:val="006542B9"/>
    <w:rsid w:val="006C7FB0"/>
    <w:rsid w:val="006F26D2"/>
    <w:rsid w:val="00711546"/>
    <w:rsid w:val="00761F30"/>
    <w:rsid w:val="00791F63"/>
    <w:rsid w:val="007B1611"/>
    <w:rsid w:val="007C716C"/>
    <w:rsid w:val="00816AD3"/>
    <w:rsid w:val="008952B6"/>
    <w:rsid w:val="009416B4"/>
    <w:rsid w:val="009820BC"/>
    <w:rsid w:val="00A13121"/>
    <w:rsid w:val="00A6115C"/>
    <w:rsid w:val="00A65A7A"/>
    <w:rsid w:val="00A87FCB"/>
    <w:rsid w:val="00AC3BB8"/>
    <w:rsid w:val="00B03279"/>
    <w:rsid w:val="00BA466C"/>
    <w:rsid w:val="00C12606"/>
    <w:rsid w:val="00C174B3"/>
    <w:rsid w:val="00C4333E"/>
    <w:rsid w:val="00C610DF"/>
    <w:rsid w:val="00C61799"/>
    <w:rsid w:val="00C63D6D"/>
    <w:rsid w:val="00C73F61"/>
    <w:rsid w:val="00C84F15"/>
    <w:rsid w:val="00CB052E"/>
    <w:rsid w:val="00CF2422"/>
    <w:rsid w:val="00D10CE2"/>
    <w:rsid w:val="00DC7097"/>
    <w:rsid w:val="00DF7E5A"/>
    <w:rsid w:val="00E256E7"/>
    <w:rsid w:val="00E42E03"/>
    <w:rsid w:val="00E45E48"/>
    <w:rsid w:val="00E64BED"/>
    <w:rsid w:val="00E64C02"/>
    <w:rsid w:val="00EC0EF5"/>
    <w:rsid w:val="00ED1215"/>
    <w:rsid w:val="00F032B1"/>
    <w:rsid w:val="00F27F74"/>
    <w:rsid w:val="00F355F9"/>
    <w:rsid w:val="00F675E9"/>
    <w:rsid w:val="00F95BA6"/>
    <w:rsid w:val="00FD725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632"/>
    <o:shapelayout v:ext="edit">
      <o:idmap v:ext="edit" data="1,3,4"/>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191"/>
      <w:ind w:left="873" w:hanging="660"/>
      <w:outlineLvl w:val="0"/>
    </w:pPr>
    <w:rPr>
      <w:rFonts w:ascii="Arial" w:eastAsia="Arial" w:hAnsi="Arial"/>
      <w:b/>
      <w:bCs/>
      <w:sz w:val="34"/>
      <w:szCs w:val="34"/>
    </w:rPr>
  </w:style>
  <w:style w:type="paragraph" w:styleId="Heading2">
    <w:name w:val="heading 2"/>
    <w:basedOn w:val="Normal"/>
    <w:uiPriority w:val="1"/>
    <w:qFormat/>
    <w:pPr>
      <w:spacing w:before="69"/>
      <w:ind w:left="1113" w:hanging="852"/>
      <w:outlineLvl w:val="1"/>
    </w:pPr>
    <w:rPr>
      <w:rFonts w:ascii="Arial" w:eastAsia="Arial" w:hAnsi="Arial"/>
      <w:b/>
      <w:bCs/>
      <w:sz w:val="24"/>
      <w:szCs w:val="24"/>
    </w:rPr>
  </w:style>
  <w:style w:type="paragraph" w:styleId="Heading3">
    <w:name w:val="heading 3"/>
    <w:basedOn w:val="Normal"/>
    <w:uiPriority w:val="1"/>
    <w:qFormat/>
    <w:pPr>
      <w:ind w:left="832"/>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32"/>
    </w:pPr>
    <w:rPr>
      <w:rFonts w:ascii="Arial" w:eastAsia="Arial" w:hAnsi="Arial"/>
      <w:sz w:val="20"/>
      <w:szCs w:val="20"/>
    </w:rPr>
  </w:style>
  <w:style w:type="paragraph" w:styleId="ListParagraph">
    <w:name w:val="List Paragraph"/>
    <w:aliases w:val="Indent Paragraph,Lettre d'introduction,Heading 2_sj,Dot pt,List Paragraph Char Char Char,Indicator Text,Numbered Para 1,List Paragraph12,Bullet Points,MAIN CONTENT,Bullet 1,List Paragraph (numbered (a)),Bullit,List Paragraph Aktis"/>
    <w:basedOn w:val="Normal"/>
    <w:link w:val="ListParagraphChar"/>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F26D2"/>
    <w:rPr>
      <w:rFonts w:ascii="Tahoma" w:hAnsi="Tahoma" w:cs="Tahoma"/>
      <w:sz w:val="16"/>
      <w:szCs w:val="16"/>
    </w:rPr>
  </w:style>
  <w:style w:type="character" w:customStyle="1" w:styleId="BalloonTextChar">
    <w:name w:val="Balloon Text Char"/>
    <w:basedOn w:val="DefaultParagraphFont"/>
    <w:link w:val="BalloonText"/>
    <w:uiPriority w:val="99"/>
    <w:semiHidden/>
    <w:rsid w:val="006F26D2"/>
    <w:rPr>
      <w:rFonts w:ascii="Tahoma" w:hAnsi="Tahoma" w:cs="Tahoma"/>
      <w:sz w:val="16"/>
      <w:szCs w:val="16"/>
    </w:rPr>
  </w:style>
  <w:style w:type="table" w:styleId="TableGrid">
    <w:name w:val="Table Grid"/>
    <w:basedOn w:val="TableNormal"/>
    <w:uiPriority w:val="59"/>
    <w:unhideWhenUsed/>
    <w:rsid w:val="001C5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7F74"/>
    <w:pPr>
      <w:tabs>
        <w:tab w:val="center" w:pos="4680"/>
        <w:tab w:val="right" w:pos="9360"/>
      </w:tabs>
    </w:pPr>
  </w:style>
  <w:style w:type="character" w:customStyle="1" w:styleId="HeaderChar">
    <w:name w:val="Header Char"/>
    <w:basedOn w:val="DefaultParagraphFont"/>
    <w:link w:val="Header"/>
    <w:uiPriority w:val="99"/>
    <w:rsid w:val="00F27F74"/>
  </w:style>
  <w:style w:type="paragraph" w:styleId="Footer">
    <w:name w:val="footer"/>
    <w:basedOn w:val="Normal"/>
    <w:link w:val="FooterChar"/>
    <w:uiPriority w:val="99"/>
    <w:unhideWhenUsed/>
    <w:rsid w:val="00F27F74"/>
    <w:pPr>
      <w:tabs>
        <w:tab w:val="center" w:pos="4680"/>
        <w:tab w:val="right" w:pos="9360"/>
      </w:tabs>
    </w:pPr>
  </w:style>
  <w:style w:type="character" w:customStyle="1" w:styleId="FooterChar">
    <w:name w:val="Footer Char"/>
    <w:basedOn w:val="DefaultParagraphFont"/>
    <w:link w:val="Footer"/>
    <w:uiPriority w:val="99"/>
    <w:rsid w:val="00F27F74"/>
  </w:style>
  <w:style w:type="paragraph" w:customStyle="1" w:styleId="NumberedParagraph">
    <w:name w:val="Numbered Paragraph"/>
    <w:basedOn w:val="Normal"/>
    <w:link w:val="NumberedParagraphChar"/>
    <w:uiPriority w:val="1"/>
    <w:qFormat/>
    <w:rsid w:val="00C174B3"/>
    <w:pPr>
      <w:widowControl/>
      <w:numPr>
        <w:numId w:val="18"/>
      </w:numPr>
      <w:spacing w:before="120" w:after="120"/>
      <w:jc w:val="both"/>
    </w:pPr>
    <w:rPr>
      <w:rFonts w:ascii="Arial" w:eastAsia="Times New Roman" w:hAnsi="Arial" w:cs="Times New Roman"/>
      <w:sz w:val="20"/>
      <w:lang w:val="en-GB" w:eastAsia="en-GB"/>
    </w:rPr>
  </w:style>
  <w:style w:type="character" w:customStyle="1" w:styleId="NumberedParagraphChar">
    <w:name w:val="Numbered Paragraph Char"/>
    <w:link w:val="NumberedParagraph"/>
    <w:uiPriority w:val="1"/>
    <w:rsid w:val="00C174B3"/>
    <w:rPr>
      <w:rFonts w:ascii="Arial" w:eastAsia="Times New Roman" w:hAnsi="Arial" w:cs="Times New Roman"/>
      <w:sz w:val="20"/>
      <w:lang w:val="en-GB" w:eastAsia="en-GB"/>
    </w:rPr>
  </w:style>
  <w:style w:type="character" w:customStyle="1" w:styleId="ListParagraphChar">
    <w:name w:val="List Paragraph Char"/>
    <w:aliases w:val="Indent Paragraph Char,Lettre d'introduction Char,Heading 2_sj Char,Dot pt Char,List Paragraph Char Char Char Char,Indicator Text Char,Numbered Para 1 Char,List Paragraph12 Char,Bullet Points Char,MAIN CONTENT Char,Bullet 1 Char"/>
    <w:link w:val="ListParagraph"/>
    <w:uiPriority w:val="34"/>
    <w:locked/>
    <w:rsid w:val="00C174B3"/>
  </w:style>
  <w:style w:type="character" w:customStyle="1" w:styleId="hps">
    <w:name w:val="hps"/>
    <w:basedOn w:val="DefaultParagraphFont"/>
    <w:rsid w:val="00C174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8.png"/><Relationship Id="rId32" Type="http://schemas.openxmlformats.org/officeDocument/2006/relationships/image" Target="media/image24.jpe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0.png"/><Relationship Id="rId10" Type="http://schemas.openxmlformats.org/officeDocument/2006/relationships/image" Target="media/image5.jpeg"/><Relationship Id="rId19" Type="http://schemas.openxmlformats.org/officeDocument/2006/relationships/image" Target="media/image13.pn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image" Target="media/image22.jpeg"/><Relationship Id="rId35" Type="http://schemas.openxmlformats.org/officeDocument/2006/relationships/theme" Target="theme/theme1.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660</TotalTime>
  <Pages>19</Pages>
  <Words>5313</Words>
  <Characters>30290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KNJIGA 2_Sveska 2.1_Most br.105 na km 447+435,25</vt:lpstr>
    </vt:vector>
  </TitlesOfParts>
  <Company/>
  <LinksUpToDate>false</LinksUpToDate>
  <CharactersWithSpaces>35532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KNJIGA 2_Sveska 2.1_Most br.105 na km 447+435,25</dc:title>
  <dc:creator>Bojan Peric</dc:creator>
  <cp:lastModifiedBy>Predrag</cp:lastModifiedBy>
  <cp:revision>14</cp:revision>
  <dcterms:created xsi:type="dcterms:W3CDTF">2018-08-13T09:52:00Z</dcterms:created>
  <dcterms:modified xsi:type="dcterms:W3CDTF">2018-10-10T08:15:00Z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2018-08-13T00:00:00Z</vt:filetime>
  </property>
  <property fmtid="{D5CDD505-2E9C-101B-9397-08002B2CF9AE}" pid="3" name="LastSaved">
    <vt:filetime>2018-08-13T00:00:00Z</vt:filetime>
  </property>
</Properties>
</file>